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B926D4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B926D4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B926D4" w:rsidRPr="00B926D4">
        <w:rPr>
          <w:rStyle w:val="a9"/>
        </w:rPr>
        <w:t xml:space="preserve"> ПУБЛИЧНОЕ АКЦИОНЕРНОЕ ОБЩЕСТВО "САРАТОВСКИЙ НЕФТЕПЕРЕРАБАТЫВАЮЩИЙ ЗАВОД"</w:t>
      </w:r>
      <w:r w:rsidR="00B926D4">
        <w:rPr>
          <w:rStyle w:val="a9"/>
        </w:rPr>
        <w:t xml:space="preserve">. </w:t>
      </w:r>
      <w:r w:rsidR="00B926D4" w:rsidRPr="00B926D4">
        <w:rPr>
          <w:rStyle w:val="a9"/>
        </w:rPr>
        <w:t xml:space="preserve">Производство №4 по приему сырья, компонентов, присадок и отгрузки нефти и нефтепродуктов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6"/>
        <w:gridCol w:w="3548"/>
        <w:gridCol w:w="2737"/>
        <w:gridCol w:w="1861"/>
        <w:gridCol w:w="3140"/>
        <w:gridCol w:w="1311"/>
      </w:tblGrid>
      <w:tr w:rsidR="00DB70BA" w:rsidRPr="00AF49A3" w:rsidTr="0000023D">
        <w:trPr>
          <w:tblHeader/>
          <w:jc w:val="center"/>
        </w:trPr>
        <w:tc>
          <w:tcPr>
            <w:tcW w:w="2966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54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73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86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14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00023D">
        <w:trPr>
          <w:jc w:val="center"/>
        </w:trPr>
        <w:tc>
          <w:tcPr>
            <w:tcW w:w="296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54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73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86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14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B926D4" w:rsidRPr="00AF49A3" w:rsidTr="0003615C">
        <w:trPr>
          <w:jc w:val="center"/>
        </w:trPr>
        <w:tc>
          <w:tcPr>
            <w:tcW w:w="15563" w:type="dxa"/>
            <w:gridSpan w:val="6"/>
            <w:vAlign w:val="center"/>
          </w:tcPr>
          <w:p w:rsidR="00B926D4" w:rsidRPr="00063DF1" w:rsidRDefault="00B926D4" w:rsidP="00DB70BA">
            <w:pPr>
              <w:pStyle w:val="aa"/>
            </w:pPr>
            <w:r>
              <w:rPr>
                <w:b/>
                <w:i/>
              </w:rPr>
              <w:t>Производство №4 по приему сырья, компонентов, присадок и отгрузки нефти и нефтепродуктов</w:t>
            </w:r>
          </w:p>
        </w:tc>
      </w:tr>
      <w:tr w:rsidR="00B926D4" w:rsidRPr="00AF49A3" w:rsidTr="00EE1085">
        <w:trPr>
          <w:jc w:val="center"/>
        </w:trPr>
        <w:tc>
          <w:tcPr>
            <w:tcW w:w="15563" w:type="dxa"/>
            <w:gridSpan w:val="6"/>
            <w:vAlign w:val="center"/>
          </w:tcPr>
          <w:p w:rsidR="00B926D4" w:rsidRPr="00063DF1" w:rsidRDefault="00B926D4" w:rsidP="00DB70BA">
            <w:pPr>
              <w:pStyle w:val="aa"/>
            </w:pPr>
            <w:r>
              <w:rPr>
                <w:i/>
              </w:rPr>
              <w:t>Участок резервуарный парк (паспортной продукции)</w:t>
            </w:r>
          </w:p>
        </w:tc>
      </w:tr>
      <w:tr w:rsidR="0000023D" w:rsidRPr="00AF49A3" w:rsidTr="0000023D">
        <w:trPr>
          <w:jc w:val="center"/>
        </w:trPr>
        <w:tc>
          <w:tcPr>
            <w:tcW w:w="2966" w:type="dxa"/>
            <w:vMerge w:val="restart"/>
          </w:tcPr>
          <w:p w:rsidR="0000023D" w:rsidRDefault="0000023D" w:rsidP="00B926D4">
            <w:pPr>
              <w:pStyle w:val="aa"/>
            </w:pPr>
            <w:r>
              <w:t>04.02.02. Оператор товарный (обслуживание резервуарного парка и насосного оборудования);</w:t>
            </w:r>
          </w:p>
          <w:p w:rsidR="0000023D" w:rsidRDefault="0000023D" w:rsidP="00B926D4">
            <w:pPr>
              <w:pStyle w:val="aa"/>
            </w:pPr>
            <w:r>
              <w:t>04.02.03. Начальник участка;</w:t>
            </w:r>
          </w:p>
          <w:p w:rsidR="0000023D" w:rsidRDefault="0000023D" w:rsidP="00B926D4">
            <w:pPr>
              <w:pStyle w:val="aa"/>
            </w:pPr>
            <w:r>
              <w:t>04.02.04. Заместитель начальника участка</w:t>
            </w:r>
          </w:p>
          <w:p w:rsidR="0000023D" w:rsidRDefault="0000023D" w:rsidP="00B926D4">
            <w:pPr>
              <w:pStyle w:val="aa"/>
            </w:pPr>
          </w:p>
          <w:p w:rsidR="0000023D" w:rsidRDefault="0000023D" w:rsidP="00B926D4">
            <w:pPr>
              <w:pStyle w:val="aa"/>
            </w:pPr>
          </w:p>
          <w:p w:rsidR="0000023D" w:rsidRDefault="0000023D" w:rsidP="00B926D4">
            <w:pPr>
              <w:pStyle w:val="aa"/>
            </w:pPr>
          </w:p>
          <w:p w:rsidR="0000023D" w:rsidRDefault="0000023D" w:rsidP="00B926D4">
            <w:pPr>
              <w:pStyle w:val="aa"/>
            </w:pPr>
          </w:p>
          <w:p w:rsidR="0000023D" w:rsidRDefault="0000023D" w:rsidP="00B926D4">
            <w:pPr>
              <w:pStyle w:val="aa"/>
            </w:pPr>
          </w:p>
          <w:p w:rsidR="0000023D" w:rsidRDefault="0000023D" w:rsidP="00B926D4">
            <w:pPr>
              <w:pStyle w:val="aa"/>
            </w:pPr>
          </w:p>
          <w:p w:rsidR="0000023D" w:rsidRDefault="0000023D" w:rsidP="00B926D4">
            <w:pPr>
              <w:pStyle w:val="aa"/>
            </w:pPr>
          </w:p>
          <w:p w:rsidR="0000023D" w:rsidRDefault="0000023D" w:rsidP="00B926D4">
            <w:pPr>
              <w:pStyle w:val="aa"/>
            </w:pPr>
          </w:p>
          <w:p w:rsidR="0000023D" w:rsidRDefault="0000023D" w:rsidP="00B926D4">
            <w:pPr>
              <w:pStyle w:val="aa"/>
            </w:pPr>
          </w:p>
          <w:p w:rsidR="0000023D" w:rsidRPr="00B926D4" w:rsidRDefault="0000023D" w:rsidP="00B926D4">
            <w:pPr>
              <w:pStyle w:val="aa"/>
              <w:rPr>
                <w:b/>
                <w:i/>
              </w:rPr>
            </w:pPr>
            <w:r w:rsidRPr="00B926D4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00023D" w:rsidRPr="003970E9" w:rsidRDefault="0000023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00023D" w:rsidRDefault="0000023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00023D" w:rsidRPr="003970E9" w:rsidRDefault="0000023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37" w:type="dxa"/>
          </w:tcPr>
          <w:p w:rsidR="0000023D" w:rsidRPr="003970E9" w:rsidRDefault="0000023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1861" w:type="dxa"/>
          </w:tcPr>
          <w:p w:rsidR="0000023D" w:rsidRPr="003970E9" w:rsidRDefault="0000023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00023D" w:rsidRPr="003970E9" w:rsidRDefault="0000023D" w:rsidP="00B964A5">
            <w:pPr>
              <w:pStyle w:val="aa"/>
              <w:rPr>
                <w:szCs w:val="22"/>
              </w:rPr>
            </w:pPr>
          </w:p>
        </w:tc>
        <w:tc>
          <w:tcPr>
            <w:tcW w:w="3140" w:type="dxa"/>
          </w:tcPr>
          <w:p w:rsidR="0000023D" w:rsidRPr="00063DF1" w:rsidRDefault="0000023D" w:rsidP="0000023D">
            <w:pPr>
              <w:pStyle w:val="aa"/>
            </w:pPr>
            <w:r>
              <w:t>Производство №4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00023D">
        <w:trPr>
          <w:jc w:val="center"/>
        </w:trPr>
        <w:tc>
          <w:tcPr>
            <w:tcW w:w="2966" w:type="dxa"/>
            <w:vMerge/>
          </w:tcPr>
          <w:p w:rsidR="0000023D" w:rsidRDefault="0000023D" w:rsidP="00B926D4">
            <w:pPr>
              <w:pStyle w:val="aa"/>
            </w:pPr>
          </w:p>
        </w:tc>
        <w:tc>
          <w:tcPr>
            <w:tcW w:w="3548" w:type="dxa"/>
          </w:tcPr>
          <w:p w:rsidR="0000023D" w:rsidRPr="003970E9" w:rsidRDefault="0000023D" w:rsidP="00B964A5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производственного шума на рабочих местах</w:t>
            </w:r>
          </w:p>
        </w:tc>
        <w:tc>
          <w:tcPr>
            <w:tcW w:w="2737" w:type="dxa"/>
          </w:tcPr>
          <w:p w:rsidR="0000023D" w:rsidRPr="003970E9" w:rsidRDefault="0000023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00023D" w:rsidRPr="003970E9" w:rsidRDefault="0000023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00023D" w:rsidRPr="003970E9" w:rsidRDefault="0000023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00023D" w:rsidRPr="00063DF1" w:rsidRDefault="0000023D" w:rsidP="0000023D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00023D">
        <w:trPr>
          <w:jc w:val="center"/>
        </w:trPr>
        <w:tc>
          <w:tcPr>
            <w:tcW w:w="2966" w:type="dxa"/>
            <w:vMerge/>
          </w:tcPr>
          <w:p w:rsidR="0000023D" w:rsidRDefault="0000023D" w:rsidP="00B926D4">
            <w:pPr>
              <w:pStyle w:val="aa"/>
            </w:pPr>
          </w:p>
        </w:tc>
        <w:tc>
          <w:tcPr>
            <w:tcW w:w="3548" w:type="dxa"/>
          </w:tcPr>
          <w:p w:rsidR="0000023D" w:rsidRPr="003970E9" w:rsidRDefault="0000023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труда.</w:t>
            </w:r>
          </w:p>
        </w:tc>
        <w:tc>
          <w:tcPr>
            <w:tcW w:w="2737" w:type="dxa"/>
          </w:tcPr>
          <w:p w:rsidR="0000023D" w:rsidRPr="003970E9" w:rsidRDefault="0000023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00023D" w:rsidRPr="003970E9" w:rsidRDefault="0000023D" w:rsidP="00B964A5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В соответствии с Типовыми отраслевыми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00023D" w:rsidRPr="00063DF1" w:rsidRDefault="0000023D" w:rsidP="0000023D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00023D">
        <w:trPr>
          <w:jc w:val="center"/>
        </w:trPr>
        <w:tc>
          <w:tcPr>
            <w:tcW w:w="2966" w:type="dxa"/>
            <w:vMerge/>
          </w:tcPr>
          <w:p w:rsidR="0000023D" w:rsidRDefault="0000023D" w:rsidP="00B926D4">
            <w:pPr>
              <w:pStyle w:val="aa"/>
            </w:pPr>
          </w:p>
        </w:tc>
        <w:tc>
          <w:tcPr>
            <w:tcW w:w="3548" w:type="dxa"/>
          </w:tcPr>
          <w:p w:rsidR="0000023D" w:rsidRDefault="0000023D" w:rsidP="00B964A5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 xml:space="preserve">Контроль за состоянием и применением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00023D" w:rsidRDefault="0000023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00023D" w:rsidRPr="003970E9" w:rsidRDefault="0000023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00023D" w:rsidRPr="00F1537C" w:rsidRDefault="0000023D" w:rsidP="0000023D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</w:t>
            </w:r>
            <w:r>
              <w:rPr>
                <w:sz w:val="20"/>
              </w:rPr>
              <w:t>4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00023D">
        <w:trPr>
          <w:jc w:val="center"/>
        </w:trPr>
        <w:tc>
          <w:tcPr>
            <w:tcW w:w="2966" w:type="dxa"/>
          </w:tcPr>
          <w:p w:rsidR="0000023D" w:rsidRDefault="0000023D" w:rsidP="00B926D4">
            <w:pPr>
              <w:pStyle w:val="aa"/>
            </w:pPr>
            <w:r>
              <w:t>04.02.02. Оператор товарный (обслуживание резервуарного парка и насосного оборудования);</w:t>
            </w:r>
          </w:p>
          <w:p w:rsidR="0000023D" w:rsidRDefault="0000023D" w:rsidP="00B926D4">
            <w:pPr>
              <w:pStyle w:val="aa"/>
            </w:pPr>
            <w:r>
              <w:t>04.02.05. Оператор товарный</w:t>
            </w:r>
          </w:p>
          <w:p w:rsidR="0000023D" w:rsidRDefault="0000023D" w:rsidP="00B926D4">
            <w:pPr>
              <w:pStyle w:val="aa"/>
            </w:pPr>
          </w:p>
          <w:p w:rsidR="0000023D" w:rsidRPr="00B926D4" w:rsidRDefault="0000023D" w:rsidP="00B926D4">
            <w:pPr>
              <w:pStyle w:val="aa"/>
            </w:pPr>
            <w:r w:rsidRPr="00B926D4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48" w:type="dxa"/>
          </w:tcPr>
          <w:p w:rsidR="0000023D" w:rsidRDefault="0000023D" w:rsidP="00B964A5">
            <w:pPr>
              <w:pStyle w:val="aa"/>
            </w:pPr>
            <w:r>
              <w:rPr>
                <w:szCs w:val="22"/>
              </w:rPr>
              <w:t>Разработка 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чередова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7" w:type="dxa"/>
          </w:tcPr>
          <w:p w:rsidR="0000023D" w:rsidRDefault="0000023D" w:rsidP="00B964A5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00023D" w:rsidRPr="00400C2B" w:rsidRDefault="0000023D" w:rsidP="00B964A5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профзаболеваний</w:t>
            </w:r>
          </w:p>
        </w:tc>
        <w:tc>
          <w:tcPr>
            <w:tcW w:w="1861" w:type="dxa"/>
          </w:tcPr>
          <w:p w:rsidR="0000023D" w:rsidRPr="00400C2B" w:rsidRDefault="0000023D" w:rsidP="00B964A5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0" w:type="dxa"/>
          </w:tcPr>
          <w:p w:rsidR="0000023D" w:rsidRPr="00063DF1" w:rsidRDefault="0000023D" w:rsidP="0000023D">
            <w:pPr>
              <w:pStyle w:val="aa"/>
            </w:pPr>
            <w:r w:rsidRPr="00F1537C">
              <w:t>Производство №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457FBA">
        <w:trPr>
          <w:jc w:val="center"/>
        </w:trPr>
        <w:tc>
          <w:tcPr>
            <w:tcW w:w="15563" w:type="dxa"/>
            <w:gridSpan w:val="6"/>
            <w:vAlign w:val="center"/>
          </w:tcPr>
          <w:p w:rsidR="0000023D" w:rsidRPr="00063DF1" w:rsidRDefault="0000023D" w:rsidP="00DB70BA">
            <w:pPr>
              <w:pStyle w:val="aa"/>
            </w:pPr>
            <w:r>
              <w:rPr>
                <w:i/>
              </w:rPr>
              <w:t>Участок АСН</w:t>
            </w:r>
          </w:p>
        </w:tc>
      </w:tr>
      <w:tr w:rsidR="0000023D" w:rsidRPr="00AF49A3" w:rsidTr="0000023D">
        <w:trPr>
          <w:jc w:val="center"/>
        </w:trPr>
        <w:tc>
          <w:tcPr>
            <w:tcW w:w="2966" w:type="dxa"/>
            <w:vMerge w:val="restart"/>
          </w:tcPr>
          <w:p w:rsidR="0000023D" w:rsidRDefault="0000023D" w:rsidP="00B926D4">
            <w:pPr>
              <w:pStyle w:val="aa"/>
            </w:pPr>
            <w:r>
              <w:t>04.03.03. Оператор товарный (по отпуску) (старший);</w:t>
            </w:r>
          </w:p>
          <w:p w:rsidR="0000023D" w:rsidRDefault="0000023D" w:rsidP="00B926D4">
            <w:pPr>
              <w:pStyle w:val="aa"/>
            </w:pPr>
            <w:r>
              <w:t>04.03.04. Оператор товарный (по отпуску);</w:t>
            </w:r>
          </w:p>
          <w:p w:rsidR="0000023D" w:rsidRDefault="0000023D" w:rsidP="00B926D4">
            <w:pPr>
              <w:pStyle w:val="aa"/>
            </w:pPr>
            <w:r>
              <w:t>04.03.05. Оператор товарный (по наливу) (старший);</w:t>
            </w:r>
          </w:p>
          <w:p w:rsidR="0000023D" w:rsidRDefault="0000023D" w:rsidP="00B926D4">
            <w:pPr>
              <w:pStyle w:val="aa"/>
            </w:pPr>
            <w:r>
              <w:lastRenderedPageBreak/>
              <w:t>04.03.06. Оператор товарный (по наливу)</w:t>
            </w:r>
          </w:p>
          <w:p w:rsidR="0000023D" w:rsidRDefault="0000023D" w:rsidP="00B926D4">
            <w:pPr>
              <w:pStyle w:val="aa"/>
            </w:pPr>
          </w:p>
          <w:p w:rsidR="0000023D" w:rsidRDefault="0000023D" w:rsidP="00B926D4">
            <w:pPr>
              <w:pStyle w:val="aa"/>
            </w:pPr>
          </w:p>
          <w:p w:rsidR="0000023D" w:rsidRDefault="0000023D" w:rsidP="00B926D4">
            <w:pPr>
              <w:pStyle w:val="aa"/>
            </w:pPr>
          </w:p>
          <w:p w:rsidR="0000023D" w:rsidRPr="00B926D4" w:rsidRDefault="0000023D" w:rsidP="00B926D4">
            <w:pPr>
              <w:pStyle w:val="aa"/>
            </w:pPr>
            <w:r w:rsidRPr="00B926D4">
              <w:rPr>
                <w:b/>
                <w:i/>
              </w:rPr>
              <w:t>Химический фактор</w:t>
            </w:r>
          </w:p>
        </w:tc>
        <w:tc>
          <w:tcPr>
            <w:tcW w:w="3548" w:type="dxa"/>
          </w:tcPr>
          <w:p w:rsidR="0000023D" w:rsidRPr="002472C3" w:rsidRDefault="0000023D" w:rsidP="00B964A5">
            <w:pPr>
              <w:pStyle w:val="aa"/>
            </w:pPr>
            <w:r>
              <w:rPr>
                <w:szCs w:val="22"/>
              </w:rPr>
              <w:lastRenderedPageBreak/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</w:t>
            </w:r>
          </w:p>
        </w:tc>
        <w:tc>
          <w:tcPr>
            <w:tcW w:w="2737" w:type="dxa"/>
          </w:tcPr>
          <w:p w:rsidR="0000023D" w:rsidRPr="00063DF1" w:rsidRDefault="0000023D" w:rsidP="00B964A5">
            <w:pPr>
              <w:pStyle w:val="aa"/>
            </w:pPr>
            <w:r w:rsidRPr="00400C2B">
              <w:t>Снижение воздействия</w:t>
            </w:r>
            <w:r>
              <w:t xml:space="preserve"> химических веществ </w:t>
            </w:r>
            <w:r w:rsidRPr="00400C2B">
              <w:t>на организм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Профилактика профзаболеваний</w:t>
            </w:r>
          </w:p>
        </w:tc>
        <w:tc>
          <w:tcPr>
            <w:tcW w:w="1861" w:type="dxa"/>
          </w:tcPr>
          <w:p w:rsidR="0000023D" w:rsidRDefault="0000023D" w:rsidP="00B964A5">
            <w:pPr>
              <w:pStyle w:val="aa"/>
            </w:pPr>
            <w:r>
              <w:t xml:space="preserve">В соответствии с Типовыми отраслевыми нормами выдачи </w:t>
            </w:r>
            <w:proofErr w:type="gramStart"/>
            <w:r>
              <w:t>СИЗ</w:t>
            </w:r>
            <w:proofErr w:type="gramEnd"/>
          </w:p>
          <w:p w:rsidR="0000023D" w:rsidRPr="00063DF1" w:rsidRDefault="0000023D" w:rsidP="00B964A5">
            <w:pPr>
              <w:pStyle w:val="aa"/>
            </w:pPr>
          </w:p>
        </w:tc>
        <w:tc>
          <w:tcPr>
            <w:tcW w:w="3140" w:type="dxa"/>
          </w:tcPr>
          <w:p w:rsidR="0000023D" w:rsidRPr="00063DF1" w:rsidRDefault="0000023D" w:rsidP="00307823">
            <w:pPr>
              <w:pStyle w:val="aa"/>
            </w:pPr>
            <w:r>
              <w:t>ОМТ</w:t>
            </w:r>
            <w:r w:rsidR="00307823">
              <w:t>О</w:t>
            </w:r>
            <w:r>
              <w:t>, ООТ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00023D">
        <w:trPr>
          <w:jc w:val="center"/>
        </w:trPr>
        <w:tc>
          <w:tcPr>
            <w:tcW w:w="2966" w:type="dxa"/>
            <w:vMerge/>
          </w:tcPr>
          <w:p w:rsidR="0000023D" w:rsidRDefault="0000023D" w:rsidP="00B926D4">
            <w:pPr>
              <w:pStyle w:val="aa"/>
            </w:pPr>
          </w:p>
        </w:tc>
        <w:tc>
          <w:tcPr>
            <w:tcW w:w="3548" w:type="dxa"/>
          </w:tcPr>
          <w:p w:rsidR="0000023D" w:rsidRDefault="0000023D" w:rsidP="00B964A5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7" w:type="dxa"/>
          </w:tcPr>
          <w:p w:rsidR="0000023D" w:rsidRDefault="0000023D" w:rsidP="00B964A5">
            <w:pPr>
              <w:pStyle w:val="aa"/>
            </w:pPr>
            <w:r w:rsidRPr="006921D5">
              <w:t xml:space="preserve">Профилактика </w:t>
            </w:r>
          </w:p>
          <w:p w:rsidR="0000023D" w:rsidRPr="00400C2B" w:rsidRDefault="0000023D" w:rsidP="00B964A5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00023D" w:rsidRDefault="0000023D" w:rsidP="00B964A5">
            <w:pPr>
              <w:pStyle w:val="aa"/>
            </w:pPr>
            <w:r>
              <w:t>Постоянно</w:t>
            </w:r>
          </w:p>
          <w:p w:rsidR="0000023D" w:rsidRPr="00400C2B" w:rsidRDefault="0000023D" w:rsidP="00B964A5">
            <w:pPr>
              <w:pStyle w:val="aa"/>
            </w:pPr>
          </w:p>
        </w:tc>
        <w:tc>
          <w:tcPr>
            <w:tcW w:w="3140" w:type="dxa"/>
          </w:tcPr>
          <w:p w:rsidR="0000023D" w:rsidRPr="00063DF1" w:rsidRDefault="0000023D" w:rsidP="0000023D">
            <w:pPr>
              <w:pStyle w:val="aa"/>
            </w:pPr>
            <w:r>
              <w:t>Производство №4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00023D">
        <w:trPr>
          <w:jc w:val="center"/>
        </w:trPr>
        <w:tc>
          <w:tcPr>
            <w:tcW w:w="2966" w:type="dxa"/>
            <w:vMerge/>
          </w:tcPr>
          <w:p w:rsidR="0000023D" w:rsidRDefault="0000023D" w:rsidP="00B926D4">
            <w:pPr>
              <w:pStyle w:val="aa"/>
            </w:pPr>
          </w:p>
        </w:tc>
        <w:tc>
          <w:tcPr>
            <w:tcW w:w="3548" w:type="dxa"/>
          </w:tcPr>
          <w:p w:rsidR="0000023D" w:rsidRDefault="0000023D" w:rsidP="00B964A5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737" w:type="dxa"/>
          </w:tcPr>
          <w:p w:rsidR="0000023D" w:rsidRPr="00400C2B" w:rsidRDefault="0000023D" w:rsidP="00B964A5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00023D" w:rsidRPr="00400C2B" w:rsidRDefault="0000023D" w:rsidP="00B964A5">
            <w:pPr>
              <w:pStyle w:val="aa"/>
            </w:pPr>
            <w:r>
              <w:t>В соответствии с программой производственного контроля</w:t>
            </w:r>
          </w:p>
        </w:tc>
        <w:tc>
          <w:tcPr>
            <w:tcW w:w="3140" w:type="dxa"/>
          </w:tcPr>
          <w:p w:rsidR="0000023D" w:rsidRPr="00063DF1" w:rsidRDefault="0000023D" w:rsidP="0000023D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00023D">
        <w:trPr>
          <w:trHeight w:val="299"/>
          <w:jc w:val="center"/>
        </w:trPr>
        <w:tc>
          <w:tcPr>
            <w:tcW w:w="15563" w:type="dxa"/>
            <w:gridSpan w:val="6"/>
            <w:vAlign w:val="center"/>
          </w:tcPr>
          <w:p w:rsidR="0000023D" w:rsidRPr="00063DF1" w:rsidRDefault="0000023D" w:rsidP="00DB70BA">
            <w:pPr>
              <w:pStyle w:val="aa"/>
            </w:pPr>
            <w:r>
              <w:rPr>
                <w:i/>
              </w:rPr>
              <w:t>Участок резервуарный парк (товарной продукции)</w:t>
            </w:r>
          </w:p>
        </w:tc>
      </w:tr>
      <w:tr w:rsidR="0000023D" w:rsidRPr="00AF49A3" w:rsidTr="0000023D">
        <w:trPr>
          <w:jc w:val="center"/>
        </w:trPr>
        <w:tc>
          <w:tcPr>
            <w:tcW w:w="2966" w:type="dxa"/>
            <w:vMerge w:val="restart"/>
          </w:tcPr>
          <w:p w:rsidR="0000023D" w:rsidRDefault="0000023D" w:rsidP="00936118">
            <w:pPr>
              <w:pStyle w:val="aa"/>
            </w:pPr>
            <w:r>
              <w:t>04.04.01. Начальник участка;</w:t>
            </w:r>
          </w:p>
          <w:p w:rsidR="0000023D" w:rsidRDefault="0000023D" w:rsidP="00936118">
            <w:pPr>
              <w:pStyle w:val="aa"/>
            </w:pPr>
            <w:r>
              <w:t>04.04.02. Заместитель начальника участка;</w:t>
            </w:r>
          </w:p>
          <w:p w:rsidR="004A0C6D" w:rsidRDefault="004A0C6D" w:rsidP="004A0C6D">
            <w:pPr>
              <w:pStyle w:val="aa"/>
            </w:pPr>
            <w:r>
              <w:t>04.04.03А-04.04.04</w:t>
            </w:r>
            <w:proofErr w:type="gramStart"/>
            <w:r>
              <w:t>А</w:t>
            </w:r>
            <w:proofErr w:type="gramEnd"/>
            <w:r>
              <w:t>(04.04.03А). Оператор товарный;</w:t>
            </w:r>
          </w:p>
          <w:p w:rsidR="004A0C6D" w:rsidRDefault="004A0C6D" w:rsidP="004A0C6D">
            <w:pPr>
              <w:pStyle w:val="aa"/>
            </w:pPr>
            <w:r>
              <w:t>04.04.05. Оператор товарный (старший);</w:t>
            </w:r>
          </w:p>
          <w:p w:rsidR="004A0C6D" w:rsidRDefault="004A0C6D" w:rsidP="004A0C6D">
            <w:pPr>
              <w:pStyle w:val="aa"/>
            </w:pPr>
            <w:r>
              <w:t>04.04.06А-04.04.10</w:t>
            </w:r>
            <w:proofErr w:type="gramStart"/>
            <w:r>
              <w:t>А</w:t>
            </w:r>
            <w:proofErr w:type="gramEnd"/>
            <w:r>
              <w:t>(04.04.06А). Оператор товарный</w:t>
            </w:r>
          </w:p>
          <w:p w:rsidR="0000023D" w:rsidRDefault="0000023D" w:rsidP="00936118">
            <w:pPr>
              <w:pStyle w:val="aa"/>
            </w:pPr>
            <w:r>
              <w:t>04.04.11А-04.04.14</w:t>
            </w:r>
            <w:proofErr w:type="gramStart"/>
            <w:r>
              <w:t>А</w:t>
            </w:r>
            <w:proofErr w:type="gramEnd"/>
            <w:r>
              <w:t>(04.04.11А). Оператор товарный (обслуживание резервуарного парка и насосного оборудования)</w:t>
            </w:r>
          </w:p>
          <w:p w:rsidR="0000023D" w:rsidRDefault="0000023D" w:rsidP="00936118">
            <w:pPr>
              <w:pStyle w:val="aa"/>
            </w:pPr>
          </w:p>
          <w:p w:rsidR="004A0C6D" w:rsidRDefault="004A0C6D" w:rsidP="00936118">
            <w:pPr>
              <w:pStyle w:val="aa"/>
            </w:pPr>
          </w:p>
          <w:p w:rsidR="0000023D" w:rsidRPr="00B926D4" w:rsidRDefault="0000023D" w:rsidP="00936118">
            <w:pPr>
              <w:pStyle w:val="aa"/>
            </w:pPr>
            <w:r w:rsidRPr="00B926D4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00023D" w:rsidRPr="003970E9" w:rsidRDefault="0000023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00023D" w:rsidRDefault="0000023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00023D" w:rsidRPr="003970E9" w:rsidRDefault="0000023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37" w:type="dxa"/>
          </w:tcPr>
          <w:p w:rsidR="0000023D" w:rsidRPr="003970E9" w:rsidRDefault="0000023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1861" w:type="dxa"/>
          </w:tcPr>
          <w:p w:rsidR="0000023D" w:rsidRPr="003970E9" w:rsidRDefault="0000023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00023D" w:rsidRPr="003970E9" w:rsidRDefault="0000023D" w:rsidP="00B964A5">
            <w:pPr>
              <w:pStyle w:val="aa"/>
              <w:rPr>
                <w:szCs w:val="22"/>
              </w:rPr>
            </w:pPr>
          </w:p>
        </w:tc>
        <w:tc>
          <w:tcPr>
            <w:tcW w:w="3140" w:type="dxa"/>
          </w:tcPr>
          <w:p w:rsidR="0000023D" w:rsidRPr="00063DF1" w:rsidRDefault="0000023D" w:rsidP="0000023D">
            <w:pPr>
              <w:pStyle w:val="aa"/>
            </w:pPr>
            <w:r>
              <w:t>Производство №4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00023D">
        <w:trPr>
          <w:jc w:val="center"/>
        </w:trPr>
        <w:tc>
          <w:tcPr>
            <w:tcW w:w="2966" w:type="dxa"/>
            <w:vMerge/>
          </w:tcPr>
          <w:p w:rsidR="0000023D" w:rsidRDefault="0000023D" w:rsidP="00936118">
            <w:pPr>
              <w:pStyle w:val="aa"/>
            </w:pPr>
          </w:p>
        </w:tc>
        <w:tc>
          <w:tcPr>
            <w:tcW w:w="3548" w:type="dxa"/>
          </w:tcPr>
          <w:p w:rsidR="0000023D" w:rsidRPr="003970E9" w:rsidRDefault="0000023D" w:rsidP="00B964A5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производственного шума на рабочих местах</w:t>
            </w:r>
          </w:p>
        </w:tc>
        <w:tc>
          <w:tcPr>
            <w:tcW w:w="2737" w:type="dxa"/>
          </w:tcPr>
          <w:p w:rsidR="0000023D" w:rsidRPr="003970E9" w:rsidRDefault="0000023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00023D" w:rsidRPr="003970E9" w:rsidRDefault="0000023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00023D" w:rsidRPr="003970E9" w:rsidRDefault="0000023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00023D" w:rsidRPr="00063DF1" w:rsidRDefault="0000023D" w:rsidP="0000023D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00023D">
        <w:trPr>
          <w:jc w:val="center"/>
        </w:trPr>
        <w:tc>
          <w:tcPr>
            <w:tcW w:w="2966" w:type="dxa"/>
            <w:vMerge/>
          </w:tcPr>
          <w:p w:rsidR="0000023D" w:rsidRDefault="0000023D" w:rsidP="00936118">
            <w:pPr>
              <w:pStyle w:val="aa"/>
            </w:pPr>
          </w:p>
        </w:tc>
        <w:tc>
          <w:tcPr>
            <w:tcW w:w="3548" w:type="dxa"/>
          </w:tcPr>
          <w:p w:rsidR="0000023D" w:rsidRPr="003970E9" w:rsidRDefault="0000023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труда.</w:t>
            </w:r>
          </w:p>
        </w:tc>
        <w:tc>
          <w:tcPr>
            <w:tcW w:w="2737" w:type="dxa"/>
          </w:tcPr>
          <w:p w:rsidR="0000023D" w:rsidRPr="003970E9" w:rsidRDefault="0000023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00023D" w:rsidRPr="003970E9" w:rsidRDefault="0000023D" w:rsidP="00B964A5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В соответствии с Типовыми отраслевыми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00023D" w:rsidRPr="00063DF1" w:rsidRDefault="0000023D" w:rsidP="0000023D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00023D">
        <w:trPr>
          <w:jc w:val="center"/>
        </w:trPr>
        <w:tc>
          <w:tcPr>
            <w:tcW w:w="2966" w:type="dxa"/>
            <w:vMerge/>
          </w:tcPr>
          <w:p w:rsidR="0000023D" w:rsidRDefault="0000023D" w:rsidP="00936118">
            <w:pPr>
              <w:pStyle w:val="aa"/>
            </w:pPr>
          </w:p>
        </w:tc>
        <w:tc>
          <w:tcPr>
            <w:tcW w:w="3548" w:type="dxa"/>
          </w:tcPr>
          <w:p w:rsidR="0000023D" w:rsidRDefault="0000023D" w:rsidP="004A0C6D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 xml:space="preserve">Контроль за состоянием и применением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00023D" w:rsidRDefault="0000023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00023D" w:rsidRPr="003970E9" w:rsidRDefault="0000023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00023D" w:rsidRPr="00F1537C" w:rsidRDefault="0000023D" w:rsidP="0000023D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</w:t>
            </w:r>
            <w:r>
              <w:rPr>
                <w:sz w:val="20"/>
              </w:rPr>
              <w:t>4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BA1814">
        <w:trPr>
          <w:jc w:val="center"/>
        </w:trPr>
        <w:tc>
          <w:tcPr>
            <w:tcW w:w="2966" w:type="dxa"/>
            <w:vMerge w:val="restart"/>
          </w:tcPr>
          <w:p w:rsidR="0000023D" w:rsidRDefault="0000023D" w:rsidP="00936118">
            <w:pPr>
              <w:pStyle w:val="aa"/>
            </w:pPr>
            <w:r>
              <w:t>04.04.03А-04.04.04</w:t>
            </w:r>
            <w:proofErr w:type="gramStart"/>
            <w:r>
              <w:t>А</w:t>
            </w:r>
            <w:proofErr w:type="gramEnd"/>
            <w:r>
              <w:t>(04.04.03А). Оператор товарный;</w:t>
            </w:r>
          </w:p>
          <w:p w:rsidR="0000023D" w:rsidRDefault="0000023D" w:rsidP="00936118">
            <w:pPr>
              <w:pStyle w:val="aa"/>
            </w:pPr>
            <w:r>
              <w:t>04.04.05. Оператор товарный (старший);</w:t>
            </w:r>
          </w:p>
          <w:p w:rsidR="0000023D" w:rsidRDefault="0000023D" w:rsidP="00936118">
            <w:pPr>
              <w:pStyle w:val="aa"/>
            </w:pPr>
            <w:r>
              <w:t>04.04.06А-04.04.10</w:t>
            </w:r>
            <w:proofErr w:type="gramStart"/>
            <w:r>
              <w:t>А</w:t>
            </w:r>
            <w:proofErr w:type="gramEnd"/>
            <w:r>
              <w:t>(04.04.06А). Оператор товарный</w:t>
            </w:r>
          </w:p>
          <w:p w:rsidR="0000023D" w:rsidRDefault="0000023D" w:rsidP="00936118">
            <w:pPr>
              <w:pStyle w:val="aa"/>
            </w:pPr>
          </w:p>
          <w:p w:rsidR="0000023D" w:rsidRDefault="0000023D" w:rsidP="00936118">
            <w:pPr>
              <w:pStyle w:val="aa"/>
            </w:pPr>
          </w:p>
          <w:p w:rsidR="0000023D" w:rsidRDefault="0000023D" w:rsidP="00936118">
            <w:pPr>
              <w:pStyle w:val="aa"/>
            </w:pPr>
          </w:p>
          <w:p w:rsidR="0000023D" w:rsidRDefault="0000023D" w:rsidP="00936118">
            <w:pPr>
              <w:pStyle w:val="aa"/>
            </w:pPr>
          </w:p>
          <w:p w:rsidR="0000023D" w:rsidRDefault="0000023D" w:rsidP="00936118">
            <w:pPr>
              <w:pStyle w:val="aa"/>
              <w:rPr>
                <w:b/>
                <w:i/>
              </w:rPr>
            </w:pPr>
            <w:r w:rsidRPr="00B926D4">
              <w:rPr>
                <w:b/>
                <w:i/>
              </w:rPr>
              <w:t>Химический фактор</w:t>
            </w:r>
          </w:p>
          <w:p w:rsidR="0000023D" w:rsidRPr="00B926D4" w:rsidRDefault="0000023D" w:rsidP="00936118">
            <w:pPr>
              <w:pStyle w:val="aa"/>
            </w:pPr>
          </w:p>
        </w:tc>
        <w:tc>
          <w:tcPr>
            <w:tcW w:w="3548" w:type="dxa"/>
          </w:tcPr>
          <w:p w:rsidR="0000023D" w:rsidRPr="002472C3" w:rsidRDefault="0000023D" w:rsidP="00B964A5">
            <w:pPr>
              <w:pStyle w:val="aa"/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</w:t>
            </w:r>
          </w:p>
        </w:tc>
        <w:tc>
          <w:tcPr>
            <w:tcW w:w="2737" w:type="dxa"/>
          </w:tcPr>
          <w:p w:rsidR="0000023D" w:rsidRPr="00063DF1" w:rsidRDefault="0000023D" w:rsidP="00B964A5">
            <w:pPr>
              <w:pStyle w:val="aa"/>
            </w:pPr>
            <w:r w:rsidRPr="00400C2B">
              <w:t>Снижение воздействия</w:t>
            </w:r>
            <w:r>
              <w:t xml:space="preserve"> химических веществ </w:t>
            </w:r>
            <w:r w:rsidRPr="00400C2B">
              <w:t>на организм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Профилактика профзаболеваний</w:t>
            </w:r>
          </w:p>
        </w:tc>
        <w:tc>
          <w:tcPr>
            <w:tcW w:w="1861" w:type="dxa"/>
          </w:tcPr>
          <w:p w:rsidR="0000023D" w:rsidRDefault="0000023D" w:rsidP="00B964A5">
            <w:pPr>
              <w:pStyle w:val="aa"/>
            </w:pPr>
            <w:r>
              <w:t xml:space="preserve">В соответствии с Типовыми отраслевыми нормами выдачи </w:t>
            </w:r>
            <w:proofErr w:type="gramStart"/>
            <w:r>
              <w:t>СИЗ</w:t>
            </w:r>
            <w:proofErr w:type="gramEnd"/>
          </w:p>
          <w:p w:rsidR="0000023D" w:rsidRPr="00063DF1" w:rsidRDefault="0000023D" w:rsidP="00B964A5">
            <w:pPr>
              <w:pStyle w:val="aa"/>
            </w:pPr>
          </w:p>
        </w:tc>
        <w:tc>
          <w:tcPr>
            <w:tcW w:w="3140" w:type="dxa"/>
          </w:tcPr>
          <w:p w:rsidR="0000023D" w:rsidRPr="00063DF1" w:rsidRDefault="0000023D" w:rsidP="00307823">
            <w:pPr>
              <w:pStyle w:val="aa"/>
            </w:pPr>
            <w:r>
              <w:t>ОМТ</w:t>
            </w:r>
            <w:r w:rsidR="00307823">
              <w:t>О</w:t>
            </w:r>
            <w:r>
              <w:t>, ООТ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BA1814">
        <w:trPr>
          <w:jc w:val="center"/>
        </w:trPr>
        <w:tc>
          <w:tcPr>
            <w:tcW w:w="2966" w:type="dxa"/>
            <w:vMerge/>
          </w:tcPr>
          <w:p w:rsidR="0000023D" w:rsidRDefault="0000023D" w:rsidP="00936118">
            <w:pPr>
              <w:pStyle w:val="aa"/>
            </w:pPr>
          </w:p>
        </w:tc>
        <w:tc>
          <w:tcPr>
            <w:tcW w:w="3548" w:type="dxa"/>
          </w:tcPr>
          <w:p w:rsidR="0000023D" w:rsidRDefault="0000023D" w:rsidP="00B964A5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7" w:type="dxa"/>
          </w:tcPr>
          <w:p w:rsidR="0000023D" w:rsidRDefault="0000023D" w:rsidP="00B964A5">
            <w:pPr>
              <w:pStyle w:val="aa"/>
            </w:pPr>
            <w:r w:rsidRPr="006921D5">
              <w:t xml:space="preserve">Профилактика </w:t>
            </w:r>
          </w:p>
          <w:p w:rsidR="0000023D" w:rsidRPr="00400C2B" w:rsidRDefault="0000023D" w:rsidP="00B964A5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00023D" w:rsidRDefault="0000023D" w:rsidP="00B964A5">
            <w:pPr>
              <w:pStyle w:val="aa"/>
            </w:pPr>
            <w:r>
              <w:t>Постоянно</w:t>
            </w:r>
          </w:p>
          <w:p w:rsidR="0000023D" w:rsidRPr="00400C2B" w:rsidRDefault="0000023D" w:rsidP="00B964A5">
            <w:pPr>
              <w:pStyle w:val="aa"/>
            </w:pPr>
          </w:p>
        </w:tc>
        <w:tc>
          <w:tcPr>
            <w:tcW w:w="3140" w:type="dxa"/>
          </w:tcPr>
          <w:p w:rsidR="0000023D" w:rsidRPr="00063DF1" w:rsidRDefault="0000023D" w:rsidP="0000023D">
            <w:pPr>
              <w:pStyle w:val="aa"/>
            </w:pPr>
            <w:r>
              <w:t>Производство №4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BA1814">
        <w:trPr>
          <w:jc w:val="center"/>
        </w:trPr>
        <w:tc>
          <w:tcPr>
            <w:tcW w:w="2966" w:type="dxa"/>
            <w:vMerge/>
          </w:tcPr>
          <w:p w:rsidR="0000023D" w:rsidRDefault="0000023D" w:rsidP="00936118">
            <w:pPr>
              <w:pStyle w:val="aa"/>
            </w:pPr>
          </w:p>
        </w:tc>
        <w:tc>
          <w:tcPr>
            <w:tcW w:w="3548" w:type="dxa"/>
          </w:tcPr>
          <w:p w:rsidR="0000023D" w:rsidRDefault="0000023D" w:rsidP="00B964A5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737" w:type="dxa"/>
          </w:tcPr>
          <w:p w:rsidR="0000023D" w:rsidRPr="00400C2B" w:rsidRDefault="0000023D" w:rsidP="00B964A5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00023D" w:rsidRPr="00400C2B" w:rsidRDefault="0000023D" w:rsidP="00B964A5">
            <w:pPr>
              <w:pStyle w:val="aa"/>
            </w:pPr>
            <w:r>
              <w:t>В соответствии с программой производственного контроля</w:t>
            </w:r>
          </w:p>
        </w:tc>
        <w:tc>
          <w:tcPr>
            <w:tcW w:w="3140" w:type="dxa"/>
          </w:tcPr>
          <w:p w:rsidR="0000023D" w:rsidRPr="00063DF1" w:rsidRDefault="0000023D" w:rsidP="00B964A5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DA2954">
        <w:trPr>
          <w:jc w:val="center"/>
        </w:trPr>
        <w:tc>
          <w:tcPr>
            <w:tcW w:w="2966" w:type="dxa"/>
          </w:tcPr>
          <w:p w:rsidR="0000023D" w:rsidRDefault="0000023D" w:rsidP="00936118">
            <w:pPr>
              <w:pStyle w:val="aa"/>
            </w:pPr>
            <w:r>
              <w:lastRenderedPageBreak/>
              <w:t>04.04.03А-04.04.04</w:t>
            </w:r>
            <w:proofErr w:type="gramStart"/>
            <w:r>
              <w:t>А</w:t>
            </w:r>
            <w:proofErr w:type="gramEnd"/>
            <w:r>
              <w:t>(04.04.03А). Оператор товарный;</w:t>
            </w:r>
          </w:p>
          <w:p w:rsidR="0000023D" w:rsidRDefault="0000023D" w:rsidP="00936118">
            <w:pPr>
              <w:pStyle w:val="aa"/>
            </w:pPr>
            <w:r>
              <w:t>04.04.05. Оператор товарный (старший);</w:t>
            </w:r>
          </w:p>
          <w:p w:rsidR="0000023D" w:rsidRDefault="0000023D" w:rsidP="00936118">
            <w:pPr>
              <w:pStyle w:val="aa"/>
            </w:pPr>
            <w:r>
              <w:t>04.04.06А-04.04.10</w:t>
            </w:r>
            <w:proofErr w:type="gramStart"/>
            <w:r>
              <w:t>А</w:t>
            </w:r>
            <w:proofErr w:type="gramEnd"/>
            <w:r>
              <w:t>(04.04.06А). Оператор товарный;</w:t>
            </w:r>
          </w:p>
          <w:p w:rsidR="0000023D" w:rsidRDefault="0000023D" w:rsidP="00936118">
            <w:pPr>
              <w:pStyle w:val="aa"/>
            </w:pPr>
            <w:r>
              <w:t>04.04.11А-04.04.14</w:t>
            </w:r>
            <w:proofErr w:type="gramStart"/>
            <w:r>
              <w:t>А</w:t>
            </w:r>
            <w:proofErr w:type="gramEnd"/>
            <w:r>
              <w:t>(04.04.11А). Оператор товарный (обслуживание резервуарного парка и насосного оборудования)</w:t>
            </w:r>
          </w:p>
          <w:p w:rsidR="0000023D" w:rsidRDefault="0000023D" w:rsidP="00936118">
            <w:pPr>
              <w:pStyle w:val="aa"/>
            </w:pPr>
          </w:p>
          <w:p w:rsidR="0000023D" w:rsidRDefault="0000023D" w:rsidP="00936118">
            <w:pPr>
              <w:pStyle w:val="aa"/>
            </w:pPr>
          </w:p>
          <w:p w:rsidR="0000023D" w:rsidRPr="00B926D4" w:rsidRDefault="0000023D" w:rsidP="00936118">
            <w:pPr>
              <w:pStyle w:val="aa"/>
            </w:pPr>
            <w:r w:rsidRPr="00B926D4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48" w:type="dxa"/>
          </w:tcPr>
          <w:p w:rsidR="0000023D" w:rsidRDefault="0000023D" w:rsidP="00B964A5">
            <w:pPr>
              <w:pStyle w:val="aa"/>
            </w:pPr>
            <w:r>
              <w:rPr>
                <w:szCs w:val="22"/>
              </w:rPr>
              <w:t>Разработка 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чередова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7" w:type="dxa"/>
          </w:tcPr>
          <w:p w:rsidR="0000023D" w:rsidRDefault="0000023D" w:rsidP="00B964A5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00023D" w:rsidRPr="00400C2B" w:rsidRDefault="0000023D" w:rsidP="00B964A5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профзаболеваний</w:t>
            </w:r>
          </w:p>
        </w:tc>
        <w:tc>
          <w:tcPr>
            <w:tcW w:w="1861" w:type="dxa"/>
          </w:tcPr>
          <w:p w:rsidR="0000023D" w:rsidRPr="00400C2B" w:rsidRDefault="0000023D" w:rsidP="00B964A5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0" w:type="dxa"/>
          </w:tcPr>
          <w:p w:rsidR="0000023D" w:rsidRPr="00063DF1" w:rsidRDefault="0000023D" w:rsidP="00B964A5">
            <w:pPr>
              <w:pStyle w:val="aa"/>
            </w:pPr>
            <w:r w:rsidRPr="00F1537C">
              <w:t>Производство №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272F86">
        <w:trPr>
          <w:jc w:val="center"/>
        </w:trPr>
        <w:tc>
          <w:tcPr>
            <w:tcW w:w="15563" w:type="dxa"/>
            <w:gridSpan w:val="6"/>
            <w:vAlign w:val="center"/>
          </w:tcPr>
          <w:p w:rsidR="0000023D" w:rsidRPr="00063DF1" w:rsidRDefault="0000023D" w:rsidP="00DB70BA">
            <w:pPr>
              <w:pStyle w:val="aa"/>
            </w:pPr>
            <w:r>
              <w:rPr>
                <w:i/>
              </w:rPr>
              <w:t>Участок по обслуживанию резервуарных парков</w:t>
            </w:r>
          </w:p>
        </w:tc>
      </w:tr>
      <w:tr w:rsidR="0000023D" w:rsidRPr="00AF49A3" w:rsidTr="00FB3387">
        <w:trPr>
          <w:jc w:val="center"/>
        </w:trPr>
        <w:tc>
          <w:tcPr>
            <w:tcW w:w="2966" w:type="dxa"/>
            <w:vMerge w:val="restart"/>
          </w:tcPr>
          <w:p w:rsidR="0000023D" w:rsidRDefault="0000023D" w:rsidP="00936118">
            <w:pPr>
              <w:pStyle w:val="aa"/>
            </w:pPr>
            <w:r>
              <w:t>04.05.01. Старший мастер;</w:t>
            </w:r>
          </w:p>
          <w:p w:rsidR="0000023D" w:rsidRDefault="0000023D" w:rsidP="00936118">
            <w:pPr>
              <w:pStyle w:val="aa"/>
            </w:pPr>
            <w:r>
              <w:t>04.05.02. Мастер резервуарного парка;</w:t>
            </w:r>
          </w:p>
          <w:p w:rsidR="0000023D" w:rsidRDefault="0000023D" w:rsidP="00936118">
            <w:pPr>
              <w:pStyle w:val="aa"/>
            </w:pPr>
            <w:r>
              <w:t>04.05.04А-04.05.07</w:t>
            </w:r>
            <w:proofErr w:type="gramStart"/>
            <w:r>
              <w:t>А</w:t>
            </w:r>
            <w:proofErr w:type="gramEnd"/>
            <w:r>
              <w:t>(04.05.04А). Оператор товарный</w:t>
            </w:r>
          </w:p>
          <w:p w:rsidR="0000023D" w:rsidRDefault="0000023D" w:rsidP="00936118">
            <w:pPr>
              <w:pStyle w:val="aa"/>
            </w:pPr>
          </w:p>
          <w:p w:rsidR="0000023D" w:rsidRDefault="0000023D" w:rsidP="00936118">
            <w:pPr>
              <w:pStyle w:val="aa"/>
            </w:pPr>
          </w:p>
          <w:p w:rsidR="0000023D" w:rsidRDefault="0000023D" w:rsidP="00936118">
            <w:pPr>
              <w:pStyle w:val="aa"/>
            </w:pPr>
          </w:p>
          <w:p w:rsidR="0000023D" w:rsidRDefault="0000023D" w:rsidP="00936118">
            <w:pPr>
              <w:pStyle w:val="aa"/>
            </w:pPr>
          </w:p>
          <w:p w:rsidR="0000023D" w:rsidRDefault="0000023D" w:rsidP="00936118">
            <w:pPr>
              <w:pStyle w:val="aa"/>
            </w:pPr>
          </w:p>
          <w:p w:rsidR="0000023D" w:rsidRPr="00B926D4" w:rsidRDefault="0000023D" w:rsidP="00936118">
            <w:pPr>
              <w:pStyle w:val="aa"/>
            </w:pPr>
            <w:r w:rsidRPr="00B926D4">
              <w:rPr>
                <w:b/>
                <w:i/>
              </w:rPr>
              <w:t>Химический фактор</w:t>
            </w:r>
          </w:p>
        </w:tc>
        <w:tc>
          <w:tcPr>
            <w:tcW w:w="3548" w:type="dxa"/>
          </w:tcPr>
          <w:p w:rsidR="0000023D" w:rsidRPr="002472C3" w:rsidRDefault="0000023D" w:rsidP="00B964A5">
            <w:pPr>
              <w:pStyle w:val="aa"/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</w:t>
            </w:r>
          </w:p>
        </w:tc>
        <w:tc>
          <w:tcPr>
            <w:tcW w:w="2737" w:type="dxa"/>
          </w:tcPr>
          <w:p w:rsidR="0000023D" w:rsidRPr="00063DF1" w:rsidRDefault="0000023D" w:rsidP="00B964A5">
            <w:pPr>
              <w:pStyle w:val="aa"/>
            </w:pPr>
            <w:r w:rsidRPr="00400C2B">
              <w:t>Снижение воздействия</w:t>
            </w:r>
            <w:r>
              <w:t xml:space="preserve"> химических веществ </w:t>
            </w:r>
            <w:r w:rsidRPr="00400C2B">
              <w:t>на организм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Профилактика профзаболеваний</w:t>
            </w:r>
          </w:p>
        </w:tc>
        <w:tc>
          <w:tcPr>
            <w:tcW w:w="1861" w:type="dxa"/>
          </w:tcPr>
          <w:p w:rsidR="0000023D" w:rsidRDefault="0000023D" w:rsidP="00B964A5">
            <w:pPr>
              <w:pStyle w:val="aa"/>
            </w:pPr>
            <w:r>
              <w:t xml:space="preserve">В соответствии с Типовыми отраслевыми нормами выдачи </w:t>
            </w:r>
            <w:proofErr w:type="gramStart"/>
            <w:r>
              <w:t>СИЗ</w:t>
            </w:r>
            <w:proofErr w:type="gramEnd"/>
          </w:p>
          <w:p w:rsidR="0000023D" w:rsidRPr="00063DF1" w:rsidRDefault="0000023D" w:rsidP="00B964A5">
            <w:pPr>
              <w:pStyle w:val="aa"/>
            </w:pPr>
          </w:p>
        </w:tc>
        <w:tc>
          <w:tcPr>
            <w:tcW w:w="3140" w:type="dxa"/>
          </w:tcPr>
          <w:p w:rsidR="0000023D" w:rsidRPr="00063DF1" w:rsidRDefault="0000023D" w:rsidP="00307823">
            <w:pPr>
              <w:pStyle w:val="aa"/>
            </w:pPr>
            <w:r>
              <w:t>ОМТ</w:t>
            </w:r>
            <w:r w:rsidR="00307823">
              <w:t>О</w:t>
            </w:r>
            <w:r>
              <w:t>, ООТ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FB3387">
        <w:trPr>
          <w:jc w:val="center"/>
        </w:trPr>
        <w:tc>
          <w:tcPr>
            <w:tcW w:w="2966" w:type="dxa"/>
            <w:vMerge/>
          </w:tcPr>
          <w:p w:rsidR="0000023D" w:rsidRDefault="0000023D" w:rsidP="00936118">
            <w:pPr>
              <w:pStyle w:val="aa"/>
            </w:pPr>
          </w:p>
        </w:tc>
        <w:tc>
          <w:tcPr>
            <w:tcW w:w="3548" w:type="dxa"/>
          </w:tcPr>
          <w:p w:rsidR="0000023D" w:rsidRDefault="0000023D" w:rsidP="00B964A5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7" w:type="dxa"/>
          </w:tcPr>
          <w:p w:rsidR="0000023D" w:rsidRDefault="0000023D" w:rsidP="00B964A5">
            <w:pPr>
              <w:pStyle w:val="aa"/>
            </w:pPr>
            <w:r w:rsidRPr="006921D5">
              <w:t xml:space="preserve">Профилактика </w:t>
            </w:r>
          </w:p>
          <w:p w:rsidR="0000023D" w:rsidRPr="00400C2B" w:rsidRDefault="0000023D" w:rsidP="00B964A5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00023D" w:rsidRDefault="0000023D" w:rsidP="00B964A5">
            <w:pPr>
              <w:pStyle w:val="aa"/>
            </w:pPr>
            <w:r>
              <w:t>Постоянно</w:t>
            </w:r>
          </w:p>
          <w:p w:rsidR="0000023D" w:rsidRPr="00400C2B" w:rsidRDefault="0000023D" w:rsidP="00B964A5">
            <w:pPr>
              <w:pStyle w:val="aa"/>
            </w:pPr>
          </w:p>
        </w:tc>
        <w:tc>
          <w:tcPr>
            <w:tcW w:w="3140" w:type="dxa"/>
          </w:tcPr>
          <w:p w:rsidR="0000023D" w:rsidRPr="00063DF1" w:rsidRDefault="0000023D" w:rsidP="00B964A5">
            <w:pPr>
              <w:pStyle w:val="aa"/>
            </w:pPr>
            <w:r>
              <w:t>Производство №4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FB3387">
        <w:trPr>
          <w:jc w:val="center"/>
        </w:trPr>
        <w:tc>
          <w:tcPr>
            <w:tcW w:w="2966" w:type="dxa"/>
            <w:vMerge/>
          </w:tcPr>
          <w:p w:rsidR="0000023D" w:rsidRDefault="0000023D" w:rsidP="00936118">
            <w:pPr>
              <w:pStyle w:val="aa"/>
            </w:pPr>
          </w:p>
        </w:tc>
        <w:tc>
          <w:tcPr>
            <w:tcW w:w="3548" w:type="dxa"/>
          </w:tcPr>
          <w:p w:rsidR="0000023D" w:rsidRDefault="0000023D" w:rsidP="00B964A5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737" w:type="dxa"/>
          </w:tcPr>
          <w:p w:rsidR="0000023D" w:rsidRPr="00400C2B" w:rsidRDefault="0000023D" w:rsidP="00B964A5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00023D" w:rsidRPr="00400C2B" w:rsidRDefault="0000023D" w:rsidP="00B964A5">
            <w:pPr>
              <w:pStyle w:val="aa"/>
            </w:pPr>
            <w:r>
              <w:t>В соответствии с программой производственного контроля</w:t>
            </w:r>
          </w:p>
        </w:tc>
        <w:tc>
          <w:tcPr>
            <w:tcW w:w="3140" w:type="dxa"/>
          </w:tcPr>
          <w:p w:rsidR="0000023D" w:rsidRPr="00063DF1" w:rsidRDefault="0000023D" w:rsidP="00B964A5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D64B1A">
        <w:trPr>
          <w:jc w:val="center"/>
        </w:trPr>
        <w:tc>
          <w:tcPr>
            <w:tcW w:w="2966" w:type="dxa"/>
          </w:tcPr>
          <w:p w:rsidR="0000023D" w:rsidRDefault="0000023D" w:rsidP="00936118">
            <w:pPr>
              <w:pStyle w:val="aa"/>
            </w:pPr>
            <w:r>
              <w:t>04.05.03. Оператор товарный (старший);</w:t>
            </w:r>
          </w:p>
          <w:p w:rsidR="0000023D" w:rsidRDefault="0000023D" w:rsidP="00936118">
            <w:pPr>
              <w:pStyle w:val="aa"/>
            </w:pPr>
            <w:r>
              <w:t>04.05.04А-04.05.07</w:t>
            </w:r>
            <w:proofErr w:type="gramStart"/>
            <w:r>
              <w:t>А</w:t>
            </w:r>
            <w:proofErr w:type="gramEnd"/>
            <w:r>
              <w:t>(04.05.04А). Оператор товарный</w:t>
            </w:r>
          </w:p>
          <w:p w:rsidR="0000023D" w:rsidRDefault="0000023D" w:rsidP="00936118">
            <w:pPr>
              <w:pStyle w:val="aa"/>
            </w:pPr>
          </w:p>
          <w:p w:rsidR="0000023D" w:rsidRDefault="0000023D" w:rsidP="00936118">
            <w:pPr>
              <w:pStyle w:val="aa"/>
            </w:pPr>
          </w:p>
          <w:p w:rsidR="0000023D" w:rsidRPr="00B926D4" w:rsidRDefault="0000023D" w:rsidP="00936118">
            <w:pPr>
              <w:pStyle w:val="aa"/>
            </w:pPr>
            <w:r w:rsidRPr="00B926D4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48" w:type="dxa"/>
          </w:tcPr>
          <w:p w:rsidR="0000023D" w:rsidRDefault="0000023D" w:rsidP="00B964A5">
            <w:pPr>
              <w:pStyle w:val="aa"/>
            </w:pPr>
            <w:r>
              <w:rPr>
                <w:szCs w:val="22"/>
              </w:rPr>
              <w:t>Разработка 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чередова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7" w:type="dxa"/>
          </w:tcPr>
          <w:p w:rsidR="0000023D" w:rsidRDefault="0000023D" w:rsidP="00B964A5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00023D" w:rsidRPr="00400C2B" w:rsidRDefault="0000023D" w:rsidP="00B964A5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профзаболеваний</w:t>
            </w:r>
          </w:p>
        </w:tc>
        <w:tc>
          <w:tcPr>
            <w:tcW w:w="1861" w:type="dxa"/>
          </w:tcPr>
          <w:p w:rsidR="0000023D" w:rsidRPr="00400C2B" w:rsidRDefault="0000023D" w:rsidP="00B964A5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0" w:type="dxa"/>
          </w:tcPr>
          <w:p w:rsidR="0000023D" w:rsidRPr="00063DF1" w:rsidRDefault="0000023D" w:rsidP="00B964A5">
            <w:pPr>
              <w:pStyle w:val="aa"/>
            </w:pPr>
            <w:r w:rsidRPr="00F1537C">
              <w:t>Производство №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00023D" w:rsidRPr="00063DF1" w:rsidRDefault="0000023D" w:rsidP="00DB70BA">
            <w:pPr>
              <w:pStyle w:val="aa"/>
            </w:pPr>
          </w:p>
        </w:tc>
      </w:tr>
      <w:tr w:rsidR="0000023D" w:rsidRPr="00AF49A3" w:rsidTr="002959E8">
        <w:trPr>
          <w:jc w:val="center"/>
        </w:trPr>
        <w:tc>
          <w:tcPr>
            <w:tcW w:w="15563" w:type="dxa"/>
            <w:gridSpan w:val="6"/>
            <w:vAlign w:val="center"/>
          </w:tcPr>
          <w:p w:rsidR="0000023D" w:rsidRPr="00063DF1" w:rsidRDefault="0000023D" w:rsidP="00DB70BA">
            <w:pPr>
              <w:pStyle w:val="aa"/>
            </w:pPr>
            <w:r>
              <w:rPr>
                <w:i/>
              </w:rPr>
              <w:t>Эстакада слива-налива нефти и нефтепродуктов</w:t>
            </w:r>
          </w:p>
        </w:tc>
      </w:tr>
      <w:tr w:rsidR="0047494D" w:rsidRPr="00AF49A3" w:rsidTr="00953795">
        <w:trPr>
          <w:jc w:val="center"/>
        </w:trPr>
        <w:tc>
          <w:tcPr>
            <w:tcW w:w="2966" w:type="dxa"/>
            <w:vMerge w:val="restart"/>
          </w:tcPr>
          <w:p w:rsidR="0047494D" w:rsidRDefault="0047494D" w:rsidP="008F18A9">
            <w:pPr>
              <w:pStyle w:val="aa"/>
            </w:pPr>
            <w:r>
              <w:t>04.06.01. Начальник участка;</w:t>
            </w:r>
          </w:p>
          <w:p w:rsidR="0047494D" w:rsidRDefault="0047494D" w:rsidP="008F18A9">
            <w:pPr>
              <w:pStyle w:val="aa"/>
            </w:pPr>
            <w:r>
              <w:t xml:space="preserve">04.06.02. Заместитель </w:t>
            </w:r>
            <w:r>
              <w:lastRenderedPageBreak/>
              <w:t>начальника участка;</w:t>
            </w:r>
          </w:p>
          <w:p w:rsidR="0047494D" w:rsidRDefault="0047494D" w:rsidP="008F18A9">
            <w:pPr>
              <w:pStyle w:val="aa"/>
            </w:pPr>
            <w:r>
              <w:t>04.06.03. Оператор товарный (старший);</w:t>
            </w:r>
          </w:p>
          <w:p w:rsidR="0047494D" w:rsidRDefault="0047494D" w:rsidP="008F18A9">
            <w:pPr>
              <w:pStyle w:val="aa"/>
            </w:pPr>
            <w:r>
              <w:t>04.06.04А-04.06.12</w:t>
            </w:r>
            <w:proofErr w:type="gramStart"/>
            <w:r>
              <w:t>А</w:t>
            </w:r>
            <w:proofErr w:type="gramEnd"/>
            <w:r>
              <w:t>(04.06.04А). Оператор товарный</w:t>
            </w: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Pr="00B926D4" w:rsidRDefault="0047494D" w:rsidP="008F18A9">
            <w:pPr>
              <w:pStyle w:val="aa"/>
            </w:pPr>
            <w:r w:rsidRPr="00B926D4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lastRenderedPageBreak/>
              <w:t xml:space="preserve">Своевременный ремонт и </w:t>
            </w:r>
          </w:p>
          <w:p w:rsidR="0047494D" w:rsidRDefault="0047494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47494D" w:rsidRPr="003970E9" w:rsidRDefault="0047494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lastRenderedPageBreak/>
              <w:t>оборудования.</w:t>
            </w:r>
          </w:p>
        </w:tc>
        <w:tc>
          <w:tcPr>
            <w:tcW w:w="2737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Снижение уровня шума на рабочих местах, </w:t>
            </w:r>
            <w:r>
              <w:rPr>
                <w:szCs w:val="22"/>
              </w:rPr>
              <w:lastRenderedPageBreak/>
              <w:t>профилактика профзаболеваний</w:t>
            </w:r>
          </w:p>
        </w:tc>
        <w:tc>
          <w:tcPr>
            <w:tcW w:w="1861" w:type="dxa"/>
          </w:tcPr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lastRenderedPageBreak/>
              <w:t>В соответствии с графиком ППР</w:t>
            </w:r>
          </w:p>
          <w:p w:rsidR="0047494D" w:rsidRPr="003970E9" w:rsidRDefault="0047494D" w:rsidP="00B964A5">
            <w:pPr>
              <w:pStyle w:val="aa"/>
              <w:rPr>
                <w:szCs w:val="22"/>
              </w:rPr>
            </w:pPr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>
              <w:lastRenderedPageBreak/>
              <w:t>Производство №4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953795">
        <w:trPr>
          <w:jc w:val="center"/>
        </w:trPr>
        <w:tc>
          <w:tcPr>
            <w:tcW w:w="2966" w:type="dxa"/>
            <w:vMerge/>
          </w:tcPr>
          <w:p w:rsidR="0047494D" w:rsidRDefault="0047494D" w:rsidP="008F18A9">
            <w:pPr>
              <w:pStyle w:val="aa"/>
            </w:pPr>
          </w:p>
        </w:tc>
        <w:tc>
          <w:tcPr>
            <w:tcW w:w="3548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производственного шума на рабочих местах</w:t>
            </w:r>
          </w:p>
        </w:tc>
        <w:tc>
          <w:tcPr>
            <w:tcW w:w="2737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953795">
        <w:trPr>
          <w:jc w:val="center"/>
        </w:trPr>
        <w:tc>
          <w:tcPr>
            <w:tcW w:w="2966" w:type="dxa"/>
            <w:vMerge/>
          </w:tcPr>
          <w:p w:rsidR="0047494D" w:rsidRDefault="0047494D" w:rsidP="008F18A9">
            <w:pPr>
              <w:pStyle w:val="aa"/>
            </w:pPr>
          </w:p>
        </w:tc>
        <w:tc>
          <w:tcPr>
            <w:tcW w:w="3548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труда.</w:t>
            </w:r>
          </w:p>
        </w:tc>
        <w:tc>
          <w:tcPr>
            <w:tcW w:w="2737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В соответствии с Типовыми отраслевыми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953795">
        <w:trPr>
          <w:jc w:val="center"/>
        </w:trPr>
        <w:tc>
          <w:tcPr>
            <w:tcW w:w="2966" w:type="dxa"/>
            <w:vMerge/>
          </w:tcPr>
          <w:p w:rsidR="0047494D" w:rsidRDefault="0047494D" w:rsidP="008F18A9">
            <w:pPr>
              <w:pStyle w:val="aa"/>
            </w:pPr>
          </w:p>
        </w:tc>
        <w:tc>
          <w:tcPr>
            <w:tcW w:w="3548" w:type="dxa"/>
          </w:tcPr>
          <w:p w:rsidR="0047494D" w:rsidRDefault="0047494D" w:rsidP="0047494D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 xml:space="preserve">Контроль за состоянием и применением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47494D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47494D" w:rsidRPr="00F1537C" w:rsidRDefault="0047494D" w:rsidP="00B964A5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</w:t>
            </w:r>
            <w:r>
              <w:rPr>
                <w:sz w:val="20"/>
              </w:rPr>
              <w:t>4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8A0533">
        <w:trPr>
          <w:jc w:val="center"/>
        </w:trPr>
        <w:tc>
          <w:tcPr>
            <w:tcW w:w="2966" w:type="dxa"/>
            <w:vMerge w:val="restart"/>
          </w:tcPr>
          <w:p w:rsidR="0047494D" w:rsidRDefault="0047494D" w:rsidP="008F18A9">
            <w:pPr>
              <w:pStyle w:val="aa"/>
            </w:pPr>
            <w:r>
              <w:t>04.06.03. Оператор товарный (старший);</w:t>
            </w:r>
          </w:p>
          <w:p w:rsidR="0047494D" w:rsidRDefault="0047494D" w:rsidP="008F18A9">
            <w:pPr>
              <w:pStyle w:val="aa"/>
            </w:pPr>
            <w:r>
              <w:t>04.06.04А-04.06.12</w:t>
            </w:r>
            <w:proofErr w:type="gramStart"/>
            <w:r>
              <w:t>А</w:t>
            </w:r>
            <w:proofErr w:type="gramEnd"/>
            <w:r>
              <w:t>(04.06.04А). Оператор товарный</w:t>
            </w: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  <w:r w:rsidRPr="00B926D4">
              <w:rPr>
                <w:b/>
                <w:i/>
              </w:rPr>
              <w:t>Химический фактор</w:t>
            </w:r>
          </w:p>
        </w:tc>
        <w:tc>
          <w:tcPr>
            <w:tcW w:w="3548" w:type="dxa"/>
          </w:tcPr>
          <w:p w:rsidR="0047494D" w:rsidRPr="002472C3" w:rsidRDefault="0047494D" w:rsidP="00B964A5">
            <w:pPr>
              <w:pStyle w:val="aa"/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</w:t>
            </w:r>
          </w:p>
        </w:tc>
        <w:tc>
          <w:tcPr>
            <w:tcW w:w="2737" w:type="dxa"/>
          </w:tcPr>
          <w:p w:rsidR="0047494D" w:rsidRPr="00063DF1" w:rsidRDefault="0047494D" w:rsidP="00B964A5">
            <w:pPr>
              <w:pStyle w:val="aa"/>
            </w:pPr>
            <w:r w:rsidRPr="00400C2B">
              <w:t>Снижение воздействия</w:t>
            </w:r>
            <w:r>
              <w:t xml:space="preserve"> химических веществ </w:t>
            </w:r>
            <w:r w:rsidRPr="00400C2B">
              <w:t>на организм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Профилактика профзаболеваний</w:t>
            </w:r>
          </w:p>
        </w:tc>
        <w:tc>
          <w:tcPr>
            <w:tcW w:w="1861" w:type="dxa"/>
          </w:tcPr>
          <w:p w:rsidR="0047494D" w:rsidRDefault="0047494D" w:rsidP="00B964A5">
            <w:pPr>
              <w:pStyle w:val="aa"/>
            </w:pPr>
            <w:r>
              <w:t xml:space="preserve">В соответствии с Типовыми отраслевыми нормами выдачи </w:t>
            </w:r>
            <w:proofErr w:type="gramStart"/>
            <w:r>
              <w:t>СИЗ</w:t>
            </w:r>
            <w:proofErr w:type="gramEnd"/>
          </w:p>
          <w:p w:rsidR="0047494D" w:rsidRPr="00063DF1" w:rsidRDefault="0047494D" w:rsidP="00B964A5">
            <w:pPr>
              <w:pStyle w:val="aa"/>
            </w:pPr>
          </w:p>
        </w:tc>
        <w:tc>
          <w:tcPr>
            <w:tcW w:w="3140" w:type="dxa"/>
          </w:tcPr>
          <w:p w:rsidR="0047494D" w:rsidRPr="00063DF1" w:rsidRDefault="0047494D" w:rsidP="00307823">
            <w:pPr>
              <w:pStyle w:val="aa"/>
            </w:pPr>
            <w:r>
              <w:t>ОМТ</w:t>
            </w:r>
            <w:r w:rsidR="00307823">
              <w:t>О</w:t>
            </w:r>
            <w:r>
              <w:t>, ООТ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8A0533">
        <w:trPr>
          <w:jc w:val="center"/>
        </w:trPr>
        <w:tc>
          <w:tcPr>
            <w:tcW w:w="2966" w:type="dxa"/>
            <w:vMerge/>
          </w:tcPr>
          <w:p w:rsidR="0047494D" w:rsidRDefault="0047494D" w:rsidP="008F18A9">
            <w:pPr>
              <w:pStyle w:val="aa"/>
            </w:pPr>
          </w:p>
        </w:tc>
        <w:tc>
          <w:tcPr>
            <w:tcW w:w="3548" w:type="dxa"/>
          </w:tcPr>
          <w:p w:rsidR="0047494D" w:rsidRDefault="0047494D" w:rsidP="00B964A5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7" w:type="dxa"/>
          </w:tcPr>
          <w:p w:rsidR="0047494D" w:rsidRDefault="0047494D" w:rsidP="00B964A5">
            <w:pPr>
              <w:pStyle w:val="aa"/>
            </w:pPr>
            <w:r w:rsidRPr="006921D5">
              <w:t xml:space="preserve">Профилактика </w:t>
            </w:r>
          </w:p>
          <w:p w:rsidR="0047494D" w:rsidRPr="00400C2B" w:rsidRDefault="0047494D" w:rsidP="00B964A5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47494D" w:rsidRDefault="0047494D" w:rsidP="00B964A5">
            <w:pPr>
              <w:pStyle w:val="aa"/>
            </w:pPr>
            <w:r>
              <w:t>Постоянно</w:t>
            </w:r>
          </w:p>
          <w:p w:rsidR="0047494D" w:rsidRPr="00400C2B" w:rsidRDefault="0047494D" w:rsidP="00B964A5">
            <w:pPr>
              <w:pStyle w:val="aa"/>
            </w:pPr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>
              <w:t>Производство №4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8A0533">
        <w:trPr>
          <w:jc w:val="center"/>
        </w:trPr>
        <w:tc>
          <w:tcPr>
            <w:tcW w:w="2966" w:type="dxa"/>
            <w:vMerge/>
          </w:tcPr>
          <w:p w:rsidR="0047494D" w:rsidRDefault="0047494D" w:rsidP="008F18A9">
            <w:pPr>
              <w:pStyle w:val="aa"/>
            </w:pPr>
          </w:p>
        </w:tc>
        <w:tc>
          <w:tcPr>
            <w:tcW w:w="3548" w:type="dxa"/>
          </w:tcPr>
          <w:p w:rsidR="0047494D" w:rsidRDefault="0047494D" w:rsidP="00B964A5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737" w:type="dxa"/>
          </w:tcPr>
          <w:p w:rsidR="0047494D" w:rsidRPr="00400C2B" w:rsidRDefault="0047494D" w:rsidP="00B964A5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47494D" w:rsidRPr="00400C2B" w:rsidRDefault="0047494D" w:rsidP="00B964A5">
            <w:pPr>
              <w:pStyle w:val="aa"/>
            </w:pPr>
            <w:r>
              <w:t>В соответствии с программой производственного контроля</w:t>
            </w:r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B53083">
        <w:trPr>
          <w:jc w:val="center"/>
        </w:trPr>
        <w:tc>
          <w:tcPr>
            <w:tcW w:w="2966" w:type="dxa"/>
          </w:tcPr>
          <w:p w:rsidR="0047494D" w:rsidRDefault="0047494D" w:rsidP="008F18A9">
            <w:pPr>
              <w:pStyle w:val="aa"/>
            </w:pPr>
            <w:r>
              <w:t>04.06.03. Оператор товарный (старший);</w:t>
            </w:r>
          </w:p>
          <w:p w:rsidR="0047494D" w:rsidRDefault="0047494D" w:rsidP="008F18A9">
            <w:pPr>
              <w:pStyle w:val="aa"/>
            </w:pPr>
            <w:r>
              <w:t>04.06.04А-04.06.12</w:t>
            </w:r>
            <w:proofErr w:type="gramStart"/>
            <w:r>
              <w:t>А</w:t>
            </w:r>
            <w:proofErr w:type="gramEnd"/>
            <w:r>
              <w:t>(04.06.04А). Оператор товарный</w:t>
            </w: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  <w:r w:rsidRPr="00B926D4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48" w:type="dxa"/>
          </w:tcPr>
          <w:p w:rsidR="0047494D" w:rsidRDefault="0047494D" w:rsidP="00B964A5">
            <w:pPr>
              <w:pStyle w:val="aa"/>
            </w:pPr>
            <w:r>
              <w:rPr>
                <w:szCs w:val="22"/>
              </w:rPr>
              <w:t>Разработка 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чередова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7" w:type="dxa"/>
          </w:tcPr>
          <w:p w:rsidR="0047494D" w:rsidRDefault="0047494D" w:rsidP="00B964A5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47494D" w:rsidRPr="00400C2B" w:rsidRDefault="0047494D" w:rsidP="00B964A5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профзаболеваний</w:t>
            </w:r>
          </w:p>
        </w:tc>
        <w:tc>
          <w:tcPr>
            <w:tcW w:w="1861" w:type="dxa"/>
          </w:tcPr>
          <w:p w:rsidR="0047494D" w:rsidRPr="00400C2B" w:rsidRDefault="0047494D" w:rsidP="00B964A5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 w:rsidRPr="00F1537C">
              <w:t>Производство №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3E3232">
        <w:trPr>
          <w:jc w:val="center"/>
        </w:trPr>
        <w:tc>
          <w:tcPr>
            <w:tcW w:w="15563" w:type="dxa"/>
            <w:gridSpan w:val="6"/>
            <w:vAlign w:val="center"/>
          </w:tcPr>
          <w:p w:rsidR="0047494D" w:rsidRPr="00063DF1" w:rsidRDefault="0047494D" w:rsidP="00DB70BA">
            <w:pPr>
              <w:pStyle w:val="aa"/>
            </w:pPr>
            <w:r>
              <w:rPr>
                <w:i/>
              </w:rPr>
              <w:t>Эстакада слива-налива светлых нефтепродуктов</w:t>
            </w:r>
          </w:p>
        </w:tc>
      </w:tr>
      <w:tr w:rsidR="0047494D" w:rsidRPr="00AF49A3" w:rsidTr="0096339A">
        <w:trPr>
          <w:jc w:val="center"/>
        </w:trPr>
        <w:tc>
          <w:tcPr>
            <w:tcW w:w="2966" w:type="dxa"/>
            <w:vMerge w:val="restart"/>
          </w:tcPr>
          <w:p w:rsidR="0047494D" w:rsidRDefault="0047494D" w:rsidP="008F18A9">
            <w:pPr>
              <w:pStyle w:val="aa"/>
            </w:pPr>
            <w:r>
              <w:t>04.07.03. Оператор товарный (по наливу) (старший);</w:t>
            </w:r>
          </w:p>
          <w:p w:rsidR="0047494D" w:rsidRDefault="0047494D" w:rsidP="008F18A9">
            <w:pPr>
              <w:pStyle w:val="aa"/>
            </w:pPr>
            <w:r>
              <w:t xml:space="preserve">04.07.04А.-04.07.09А(04.07.04А.) Оператор </w:t>
            </w:r>
            <w:r>
              <w:lastRenderedPageBreak/>
              <w:t>товарный (по наливу);</w:t>
            </w:r>
          </w:p>
          <w:p w:rsidR="0047494D" w:rsidRDefault="0047494D" w:rsidP="008F18A9">
            <w:pPr>
              <w:pStyle w:val="aa"/>
            </w:pPr>
            <w:r>
              <w:t>04.07.13. Оператор товарный (обслуживание резервуарного парка и насосного оборудования)</w:t>
            </w: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  <w:r w:rsidRPr="00B926D4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lastRenderedPageBreak/>
              <w:t xml:space="preserve">Своевременный ремонт и </w:t>
            </w:r>
          </w:p>
          <w:p w:rsidR="0047494D" w:rsidRDefault="0047494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47494D" w:rsidRPr="003970E9" w:rsidRDefault="0047494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37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1861" w:type="dxa"/>
          </w:tcPr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47494D" w:rsidRPr="003970E9" w:rsidRDefault="0047494D" w:rsidP="00B964A5">
            <w:pPr>
              <w:pStyle w:val="aa"/>
              <w:rPr>
                <w:szCs w:val="22"/>
              </w:rPr>
            </w:pPr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>
              <w:t>Производство №4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96339A">
        <w:trPr>
          <w:jc w:val="center"/>
        </w:trPr>
        <w:tc>
          <w:tcPr>
            <w:tcW w:w="2966" w:type="dxa"/>
            <w:vMerge/>
          </w:tcPr>
          <w:p w:rsidR="0047494D" w:rsidRDefault="0047494D" w:rsidP="008F18A9">
            <w:pPr>
              <w:pStyle w:val="aa"/>
            </w:pPr>
          </w:p>
        </w:tc>
        <w:tc>
          <w:tcPr>
            <w:tcW w:w="3548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производственного шума на рабочих местах</w:t>
            </w:r>
          </w:p>
        </w:tc>
        <w:tc>
          <w:tcPr>
            <w:tcW w:w="2737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96339A">
        <w:trPr>
          <w:jc w:val="center"/>
        </w:trPr>
        <w:tc>
          <w:tcPr>
            <w:tcW w:w="2966" w:type="dxa"/>
            <w:vMerge/>
          </w:tcPr>
          <w:p w:rsidR="0047494D" w:rsidRDefault="0047494D" w:rsidP="008F18A9">
            <w:pPr>
              <w:pStyle w:val="aa"/>
            </w:pPr>
          </w:p>
        </w:tc>
        <w:tc>
          <w:tcPr>
            <w:tcW w:w="3548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труда.</w:t>
            </w:r>
          </w:p>
        </w:tc>
        <w:tc>
          <w:tcPr>
            <w:tcW w:w="2737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В соответствии с Типовыми отраслевыми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96339A">
        <w:trPr>
          <w:jc w:val="center"/>
        </w:trPr>
        <w:tc>
          <w:tcPr>
            <w:tcW w:w="2966" w:type="dxa"/>
            <w:vMerge/>
          </w:tcPr>
          <w:p w:rsidR="0047494D" w:rsidRDefault="0047494D" w:rsidP="008F18A9">
            <w:pPr>
              <w:pStyle w:val="aa"/>
            </w:pPr>
          </w:p>
        </w:tc>
        <w:tc>
          <w:tcPr>
            <w:tcW w:w="3548" w:type="dxa"/>
          </w:tcPr>
          <w:p w:rsidR="0047494D" w:rsidRDefault="0047494D" w:rsidP="00B964A5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 xml:space="preserve">Контроль за состоянием и применением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47494D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47494D" w:rsidRPr="00F1537C" w:rsidRDefault="0047494D" w:rsidP="00B964A5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</w:t>
            </w:r>
            <w:r>
              <w:rPr>
                <w:sz w:val="20"/>
              </w:rPr>
              <w:t>4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176E14">
        <w:trPr>
          <w:jc w:val="center"/>
        </w:trPr>
        <w:tc>
          <w:tcPr>
            <w:tcW w:w="2966" w:type="dxa"/>
            <w:vMerge w:val="restart"/>
          </w:tcPr>
          <w:p w:rsidR="0047494D" w:rsidRDefault="0047494D" w:rsidP="008F18A9">
            <w:pPr>
              <w:pStyle w:val="aa"/>
            </w:pPr>
            <w:r>
              <w:t>04.07.01. Начальник участка;</w:t>
            </w:r>
          </w:p>
          <w:p w:rsidR="0047494D" w:rsidRDefault="0047494D" w:rsidP="008F18A9">
            <w:pPr>
              <w:pStyle w:val="aa"/>
            </w:pPr>
            <w:r>
              <w:t>04.07.02. Заместитель начальника участка;</w:t>
            </w:r>
          </w:p>
          <w:p w:rsidR="0047494D" w:rsidRDefault="0047494D" w:rsidP="008F18A9">
            <w:pPr>
              <w:pStyle w:val="aa"/>
            </w:pPr>
            <w:r>
              <w:t>04.07.03. Оператор товарный (по наливу) (старший);</w:t>
            </w:r>
          </w:p>
          <w:p w:rsidR="0047494D" w:rsidRDefault="0047494D" w:rsidP="008F18A9">
            <w:pPr>
              <w:pStyle w:val="aa"/>
            </w:pPr>
            <w:r>
              <w:t>04.07.04А.-04.07.09А(04.07.04А.) Оператор товарный (по наливу);</w:t>
            </w: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Default="0047494D" w:rsidP="008F18A9">
            <w:pPr>
              <w:pStyle w:val="aa"/>
            </w:pPr>
          </w:p>
          <w:p w:rsidR="0047494D" w:rsidRPr="00B926D4" w:rsidRDefault="0047494D" w:rsidP="008F18A9">
            <w:pPr>
              <w:pStyle w:val="aa"/>
            </w:pPr>
            <w:r w:rsidRPr="00B926D4">
              <w:rPr>
                <w:b/>
                <w:i/>
              </w:rPr>
              <w:t>Химический фактор</w:t>
            </w:r>
          </w:p>
        </w:tc>
        <w:tc>
          <w:tcPr>
            <w:tcW w:w="3548" w:type="dxa"/>
          </w:tcPr>
          <w:p w:rsidR="0047494D" w:rsidRPr="002472C3" w:rsidRDefault="0047494D" w:rsidP="00B964A5">
            <w:pPr>
              <w:pStyle w:val="aa"/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</w:t>
            </w:r>
          </w:p>
        </w:tc>
        <w:tc>
          <w:tcPr>
            <w:tcW w:w="2737" w:type="dxa"/>
          </w:tcPr>
          <w:p w:rsidR="0047494D" w:rsidRPr="00063DF1" w:rsidRDefault="0047494D" w:rsidP="00B964A5">
            <w:pPr>
              <w:pStyle w:val="aa"/>
            </w:pPr>
            <w:r w:rsidRPr="00400C2B">
              <w:t>Снижение воздействия</w:t>
            </w:r>
            <w:r>
              <w:t xml:space="preserve"> химических веществ </w:t>
            </w:r>
            <w:r w:rsidRPr="00400C2B">
              <w:t>на организм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Профилактика профзаболеваний</w:t>
            </w:r>
          </w:p>
        </w:tc>
        <w:tc>
          <w:tcPr>
            <w:tcW w:w="1861" w:type="dxa"/>
          </w:tcPr>
          <w:p w:rsidR="0047494D" w:rsidRDefault="0047494D" w:rsidP="00B964A5">
            <w:pPr>
              <w:pStyle w:val="aa"/>
            </w:pPr>
            <w:r>
              <w:t xml:space="preserve">В соответствии с Типовыми отраслевыми нормами выдачи </w:t>
            </w:r>
            <w:proofErr w:type="gramStart"/>
            <w:r>
              <w:t>СИЗ</w:t>
            </w:r>
            <w:proofErr w:type="gramEnd"/>
          </w:p>
          <w:p w:rsidR="0047494D" w:rsidRPr="00063DF1" w:rsidRDefault="0047494D" w:rsidP="00B964A5">
            <w:pPr>
              <w:pStyle w:val="aa"/>
            </w:pPr>
          </w:p>
        </w:tc>
        <w:tc>
          <w:tcPr>
            <w:tcW w:w="3140" w:type="dxa"/>
          </w:tcPr>
          <w:p w:rsidR="0047494D" w:rsidRPr="00063DF1" w:rsidRDefault="0047494D" w:rsidP="00307823">
            <w:pPr>
              <w:pStyle w:val="aa"/>
            </w:pPr>
            <w:r>
              <w:t>ОМТ</w:t>
            </w:r>
            <w:r w:rsidR="00307823">
              <w:t>О</w:t>
            </w:r>
            <w:r>
              <w:t>, ООТ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176E14">
        <w:trPr>
          <w:jc w:val="center"/>
        </w:trPr>
        <w:tc>
          <w:tcPr>
            <w:tcW w:w="2966" w:type="dxa"/>
            <w:vMerge/>
          </w:tcPr>
          <w:p w:rsidR="0047494D" w:rsidRDefault="0047494D" w:rsidP="008F18A9">
            <w:pPr>
              <w:pStyle w:val="aa"/>
            </w:pPr>
          </w:p>
        </w:tc>
        <w:tc>
          <w:tcPr>
            <w:tcW w:w="3548" w:type="dxa"/>
          </w:tcPr>
          <w:p w:rsidR="0047494D" w:rsidRDefault="0047494D" w:rsidP="00B964A5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7" w:type="dxa"/>
          </w:tcPr>
          <w:p w:rsidR="0047494D" w:rsidRDefault="0047494D" w:rsidP="00B964A5">
            <w:pPr>
              <w:pStyle w:val="aa"/>
            </w:pPr>
            <w:r w:rsidRPr="006921D5">
              <w:t xml:space="preserve">Профилактика </w:t>
            </w:r>
          </w:p>
          <w:p w:rsidR="0047494D" w:rsidRPr="00400C2B" w:rsidRDefault="0047494D" w:rsidP="00B964A5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47494D" w:rsidRDefault="0047494D" w:rsidP="00B964A5">
            <w:pPr>
              <w:pStyle w:val="aa"/>
            </w:pPr>
            <w:r>
              <w:t>Постоянно</w:t>
            </w:r>
          </w:p>
          <w:p w:rsidR="0047494D" w:rsidRPr="00400C2B" w:rsidRDefault="0047494D" w:rsidP="00B964A5">
            <w:pPr>
              <w:pStyle w:val="aa"/>
            </w:pPr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>
              <w:t>Производство №4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176E14">
        <w:trPr>
          <w:jc w:val="center"/>
        </w:trPr>
        <w:tc>
          <w:tcPr>
            <w:tcW w:w="2966" w:type="dxa"/>
            <w:vMerge/>
          </w:tcPr>
          <w:p w:rsidR="0047494D" w:rsidRDefault="0047494D" w:rsidP="008F18A9">
            <w:pPr>
              <w:pStyle w:val="aa"/>
            </w:pPr>
          </w:p>
        </w:tc>
        <w:tc>
          <w:tcPr>
            <w:tcW w:w="3548" w:type="dxa"/>
          </w:tcPr>
          <w:p w:rsidR="0047494D" w:rsidRDefault="0047494D" w:rsidP="00B964A5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737" w:type="dxa"/>
          </w:tcPr>
          <w:p w:rsidR="0047494D" w:rsidRPr="00400C2B" w:rsidRDefault="0047494D" w:rsidP="00B964A5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47494D" w:rsidRPr="00400C2B" w:rsidRDefault="0047494D" w:rsidP="00B964A5">
            <w:pPr>
              <w:pStyle w:val="aa"/>
            </w:pPr>
            <w:r>
              <w:t>В соответствии с программой производственного контроля</w:t>
            </w:r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6836C0">
        <w:trPr>
          <w:jc w:val="center"/>
        </w:trPr>
        <w:tc>
          <w:tcPr>
            <w:tcW w:w="2966" w:type="dxa"/>
          </w:tcPr>
          <w:p w:rsidR="0047494D" w:rsidRDefault="0047494D" w:rsidP="00AE7BC4">
            <w:pPr>
              <w:pStyle w:val="aa"/>
            </w:pPr>
            <w:r>
              <w:t>04.07.03. Оператор товарный (по наливу) (старший);</w:t>
            </w:r>
          </w:p>
          <w:p w:rsidR="0047494D" w:rsidRDefault="0047494D" w:rsidP="00AE7BC4">
            <w:pPr>
              <w:pStyle w:val="aa"/>
            </w:pPr>
            <w:r>
              <w:t>04.07.04А.-04.07.09А(04.07.04А.) Оператор товарный (по наливу);</w:t>
            </w:r>
          </w:p>
          <w:p w:rsidR="0047494D" w:rsidRDefault="0047494D" w:rsidP="00AE7BC4">
            <w:pPr>
              <w:pStyle w:val="aa"/>
            </w:pPr>
            <w:r>
              <w:t>04.07.10А-04.07.12</w:t>
            </w:r>
            <w:proofErr w:type="gramStart"/>
            <w:r>
              <w:t>А</w:t>
            </w:r>
            <w:proofErr w:type="gramEnd"/>
            <w:r>
              <w:t>(04.07.10А). Оператор товарный;</w:t>
            </w:r>
          </w:p>
          <w:p w:rsidR="0047494D" w:rsidRDefault="0047494D" w:rsidP="00AE7BC4">
            <w:pPr>
              <w:pStyle w:val="aa"/>
            </w:pPr>
            <w:r>
              <w:t>04.07.13. Оператор товарный (обслуживание резервуарного парка и насосного оборудования);</w:t>
            </w:r>
          </w:p>
          <w:p w:rsidR="0047494D" w:rsidRDefault="0047494D" w:rsidP="00AE7BC4">
            <w:pPr>
              <w:pStyle w:val="aa"/>
            </w:pPr>
            <w:r>
              <w:t>04.07.14. Оператор товарный</w:t>
            </w:r>
          </w:p>
          <w:p w:rsidR="0047494D" w:rsidRPr="00AE7BC4" w:rsidRDefault="0047494D" w:rsidP="00AE7BC4">
            <w:pPr>
              <w:pStyle w:val="aa"/>
              <w:rPr>
                <w:b/>
                <w:i/>
              </w:rPr>
            </w:pPr>
            <w:r w:rsidRPr="00AE7BC4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48" w:type="dxa"/>
          </w:tcPr>
          <w:p w:rsidR="0047494D" w:rsidRDefault="0047494D" w:rsidP="00B964A5">
            <w:pPr>
              <w:pStyle w:val="aa"/>
            </w:pPr>
            <w:r>
              <w:rPr>
                <w:szCs w:val="22"/>
              </w:rPr>
              <w:t>Разработка 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чередова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7" w:type="dxa"/>
          </w:tcPr>
          <w:p w:rsidR="0047494D" w:rsidRDefault="0047494D" w:rsidP="00B964A5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47494D" w:rsidRPr="00400C2B" w:rsidRDefault="0047494D" w:rsidP="00B964A5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профзаболеваний</w:t>
            </w:r>
          </w:p>
        </w:tc>
        <w:tc>
          <w:tcPr>
            <w:tcW w:w="1861" w:type="dxa"/>
          </w:tcPr>
          <w:p w:rsidR="0047494D" w:rsidRPr="00400C2B" w:rsidRDefault="0047494D" w:rsidP="00B964A5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 w:rsidRPr="00F1537C">
              <w:t>Производство №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00023D">
        <w:trPr>
          <w:jc w:val="center"/>
        </w:trPr>
        <w:tc>
          <w:tcPr>
            <w:tcW w:w="2966" w:type="dxa"/>
            <w:vAlign w:val="center"/>
          </w:tcPr>
          <w:p w:rsidR="0047494D" w:rsidRPr="00B926D4" w:rsidRDefault="0047494D" w:rsidP="00B926D4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Причалы</w:t>
            </w:r>
          </w:p>
        </w:tc>
        <w:tc>
          <w:tcPr>
            <w:tcW w:w="3548" w:type="dxa"/>
            <w:vAlign w:val="center"/>
          </w:tcPr>
          <w:p w:rsidR="0047494D" w:rsidRDefault="0047494D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47494D" w:rsidRDefault="0047494D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D03CAE">
        <w:trPr>
          <w:jc w:val="center"/>
        </w:trPr>
        <w:tc>
          <w:tcPr>
            <w:tcW w:w="2966" w:type="dxa"/>
            <w:vMerge w:val="restart"/>
          </w:tcPr>
          <w:p w:rsidR="0047494D" w:rsidRDefault="0047494D" w:rsidP="00925ADB">
            <w:pPr>
              <w:pStyle w:val="aa"/>
            </w:pPr>
            <w:r>
              <w:t>04.08.04. Капитан-механик;</w:t>
            </w:r>
          </w:p>
          <w:p w:rsidR="0047494D" w:rsidRDefault="0047494D" w:rsidP="00925ADB">
            <w:pPr>
              <w:pStyle w:val="aa"/>
            </w:pPr>
            <w:r>
              <w:t xml:space="preserve">04.08.05. Сменный </w:t>
            </w:r>
            <w:proofErr w:type="gramStart"/>
            <w:r>
              <w:t>капитан-сменный</w:t>
            </w:r>
            <w:proofErr w:type="gramEnd"/>
            <w:r>
              <w:t xml:space="preserve"> механик</w:t>
            </w:r>
          </w:p>
          <w:p w:rsidR="0047494D" w:rsidRDefault="0047494D" w:rsidP="00925ADB">
            <w:pPr>
              <w:pStyle w:val="aa"/>
            </w:pPr>
          </w:p>
          <w:p w:rsidR="0047494D" w:rsidRDefault="0047494D" w:rsidP="00925ADB">
            <w:pPr>
              <w:pStyle w:val="aa"/>
            </w:pPr>
          </w:p>
          <w:p w:rsidR="0047494D" w:rsidRDefault="0047494D" w:rsidP="00925ADB">
            <w:pPr>
              <w:pStyle w:val="aa"/>
            </w:pPr>
          </w:p>
          <w:p w:rsidR="0047494D" w:rsidRDefault="0047494D" w:rsidP="00925ADB">
            <w:pPr>
              <w:pStyle w:val="aa"/>
            </w:pPr>
          </w:p>
          <w:p w:rsidR="0047494D" w:rsidRDefault="0047494D" w:rsidP="00925ADB">
            <w:pPr>
              <w:pStyle w:val="aa"/>
            </w:pPr>
          </w:p>
          <w:p w:rsidR="0047494D" w:rsidRDefault="0047494D" w:rsidP="00925ADB">
            <w:pPr>
              <w:pStyle w:val="aa"/>
            </w:pPr>
          </w:p>
          <w:p w:rsidR="0047494D" w:rsidRDefault="0047494D" w:rsidP="00925ADB">
            <w:pPr>
              <w:pStyle w:val="aa"/>
            </w:pPr>
          </w:p>
          <w:p w:rsidR="0047494D" w:rsidRDefault="0047494D" w:rsidP="00925ADB">
            <w:pPr>
              <w:pStyle w:val="aa"/>
            </w:pPr>
          </w:p>
          <w:p w:rsidR="0047494D" w:rsidRDefault="0047494D" w:rsidP="00925ADB">
            <w:pPr>
              <w:pStyle w:val="aa"/>
            </w:pPr>
          </w:p>
          <w:p w:rsidR="0047494D" w:rsidRDefault="0047494D" w:rsidP="00925ADB">
            <w:pPr>
              <w:pStyle w:val="aa"/>
            </w:pPr>
          </w:p>
          <w:p w:rsidR="0047494D" w:rsidRDefault="0047494D" w:rsidP="00925ADB">
            <w:pPr>
              <w:pStyle w:val="aa"/>
            </w:pPr>
          </w:p>
          <w:p w:rsidR="0047494D" w:rsidRDefault="0047494D" w:rsidP="00925ADB">
            <w:pPr>
              <w:pStyle w:val="aa"/>
            </w:pPr>
          </w:p>
          <w:p w:rsidR="0047494D" w:rsidRDefault="0047494D" w:rsidP="00925ADB">
            <w:pPr>
              <w:pStyle w:val="aa"/>
            </w:pPr>
          </w:p>
          <w:p w:rsidR="0047494D" w:rsidRPr="00B926D4" w:rsidRDefault="0047494D" w:rsidP="00925ADB">
            <w:pPr>
              <w:pStyle w:val="aa"/>
            </w:pPr>
            <w:r w:rsidRPr="00B926D4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47494D" w:rsidRDefault="0047494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47494D" w:rsidRPr="003970E9" w:rsidRDefault="0047494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37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1861" w:type="dxa"/>
          </w:tcPr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47494D" w:rsidRPr="003970E9" w:rsidRDefault="0047494D" w:rsidP="00B964A5">
            <w:pPr>
              <w:pStyle w:val="aa"/>
              <w:rPr>
                <w:szCs w:val="22"/>
              </w:rPr>
            </w:pPr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>
              <w:t>Производство №4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D03CAE">
        <w:trPr>
          <w:jc w:val="center"/>
        </w:trPr>
        <w:tc>
          <w:tcPr>
            <w:tcW w:w="2966" w:type="dxa"/>
            <w:vMerge/>
          </w:tcPr>
          <w:p w:rsidR="0047494D" w:rsidRDefault="0047494D" w:rsidP="00925ADB">
            <w:pPr>
              <w:pStyle w:val="aa"/>
            </w:pPr>
          </w:p>
        </w:tc>
        <w:tc>
          <w:tcPr>
            <w:tcW w:w="3548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производственного шума на рабочих местах</w:t>
            </w:r>
          </w:p>
        </w:tc>
        <w:tc>
          <w:tcPr>
            <w:tcW w:w="2737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D03CAE">
        <w:trPr>
          <w:jc w:val="center"/>
        </w:trPr>
        <w:tc>
          <w:tcPr>
            <w:tcW w:w="2966" w:type="dxa"/>
            <w:vMerge/>
          </w:tcPr>
          <w:p w:rsidR="0047494D" w:rsidRDefault="0047494D" w:rsidP="00925ADB">
            <w:pPr>
              <w:pStyle w:val="aa"/>
            </w:pPr>
          </w:p>
        </w:tc>
        <w:tc>
          <w:tcPr>
            <w:tcW w:w="3548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труда.</w:t>
            </w:r>
          </w:p>
        </w:tc>
        <w:tc>
          <w:tcPr>
            <w:tcW w:w="2737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В соответствии с Типовыми отраслевыми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D03CAE">
        <w:trPr>
          <w:jc w:val="center"/>
        </w:trPr>
        <w:tc>
          <w:tcPr>
            <w:tcW w:w="2966" w:type="dxa"/>
            <w:vMerge/>
          </w:tcPr>
          <w:p w:rsidR="0047494D" w:rsidRDefault="0047494D" w:rsidP="00925ADB">
            <w:pPr>
              <w:pStyle w:val="aa"/>
            </w:pPr>
          </w:p>
        </w:tc>
        <w:tc>
          <w:tcPr>
            <w:tcW w:w="3548" w:type="dxa"/>
          </w:tcPr>
          <w:p w:rsidR="0047494D" w:rsidRDefault="0047494D" w:rsidP="00B964A5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 xml:space="preserve">Контроль за состоянием и применением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47494D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47494D" w:rsidRPr="00F1537C" w:rsidRDefault="0047494D" w:rsidP="00B964A5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</w:t>
            </w:r>
            <w:r>
              <w:rPr>
                <w:sz w:val="20"/>
              </w:rPr>
              <w:t>4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75485B">
        <w:trPr>
          <w:jc w:val="center"/>
        </w:trPr>
        <w:tc>
          <w:tcPr>
            <w:tcW w:w="2966" w:type="dxa"/>
          </w:tcPr>
          <w:p w:rsidR="0047494D" w:rsidRDefault="0047494D" w:rsidP="00AE7BC4">
            <w:pPr>
              <w:pStyle w:val="aa"/>
            </w:pPr>
            <w:r>
              <w:t>04.08.02. Оператор товарный (старший) (Причал №3);</w:t>
            </w:r>
          </w:p>
          <w:p w:rsidR="0047494D" w:rsidRDefault="0047494D" w:rsidP="00AE7BC4">
            <w:pPr>
              <w:pStyle w:val="aa"/>
            </w:pPr>
            <w:r>
              <w:t>04.08.03. Оператор товарный (Причал №3);</w:t>
            </w:r>
          </w:p>
          <w:p w:rsidR="0047494D" w:rsidRDefault="0047494D" w:rsidP="00AE7BC4">
            <w:pPr>
              <w:pStyle w:val="aa"/>
            </w:pPr>
            <w:r>
              <w:t>04.08.06А-04.08.07</w:t>
            </w:r>
            <w:proofErr w:type="gramStart"/>
            <w:r>
              <w:t>А</w:t>
            </w:r>
            <w:proofErr w:type="gramEnd"/>
            <w:r>
              <w:t>(04.08.06А). Оператор товарный (Волжский причал)</w:t>
            </w:r>
          </w:p>
          <w:p w:rsidR="0047494D" w:rsidRDefault="0047494D" w:rsidP="00AE7BC4">
            <w:pPr>
              <w:pStyle w:val="aa"/>
            </w:pPr>
          </w:p>
          <w:p w:rsidR="0047494D" w:rsidRPr="00B926D4" w:rsidRDefault="0047494D" w:rsidP="00AE7BC4">
            <w:pPr>
              <w:pStyle w:val="aa"/>
            </w:pPr>
            <w:r w:rsidRPr="00AE7BC4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48" w:type="dxa"/>
          </w:tcPr>
          <w:p w:rsidR="0047494D" w:rsidRDefault="0047494D" w:rsidP="00B964A5">
            <w:pPr>
              <w:pStyle w:val="aa"/>
            </w:pPr>
            <w:r>
              <w:rPr>
                <w:szCs w:val="22"/>
              </w:rPr>
              <w:t>Разработка 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чередова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7" w:type="dxa"/>
          </w:tcPr>
          <w:p w:rsidR="0047494D" w:rsidRDefault="0047494D" w:rsidP="00B964A5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47494D" w:rsidRPr="00400C2B" w:rsidRDefault="0047494D" w:rsidP="00B964A5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профзаболеваний</w:t>
            </w:r>
          </w:p>
        </w:tc>
        <w:tc>
          <w:tcPr>
            <w:tcW w:w="1861" w:type="dxa"/>
          </w:tcPr>
          <w:p w:rsidR="0047494D" w:rsidRPr="00400C2B" w:rsidRDefault="0047494D" w:rsidP="00B964A5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 w:rsidRPr="00F1537C">
              <w:t>Производство №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47494D">
        <w:trPr>
          <w:trHeight w:val="255"/>
          <w:jc w:val="center"/>
        </w:trPr>
        <w:tc>
          <w:tcPr>
            <w:tcW w:w="2966" w:type="dxa"/>
            <w:vAlign w:val="center"/>
          </w:tcPr>
          <w:p w:rsidR="0047494D" w:rsidRPr="00B926D4" w:rsidRDefault="0047494D" w:rsidP="00B926D4">
            <w:pPr>
              <w:pStyle w:val="aa"/>
              <w:rPr>
                <w:i/>
              </w:rPr>
            </w:pPr>
            <w:r>
              <w:rPr>
                <w:i/>
              </w:rPr>
              <w:t>Ремонтная группа</w:t>
            </w:r>
          </w:p>
        </w:tc>
        <w:tc>
          <w:tcPr>
            <w:tcW w:w="3548" w:type="dxa"/>
            <w:vAlign w:val="center"/>
          </w:tcPr>
          <w:p w:rsidR="0047494D" w:rsidRDefault="0047494D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47494D" w:rsidRDefault="0047494D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625B7E">
        <w:trPr>
          <w:jc w:val="center"/>
        </w:trPr>
        <w:tc>
          <w:tcPr>
            <w:tcW w:w="2966" w:type="dxa"/>
            <w:vMerge w:val="restart"/>
          </w:tcPr>
          <w:p w:rsidR="0047494D" w:rsidRDefault="0047494D" w:rsidP="00AE7BC4">
            <w:pPr>
              <w:pStyle w:val="aa"/>
            </w:pPr>
            <w:r>
              <w:t>04.09.03А-04.09.08</w:t>
            </w:r>
            <w:proofErr w:type="gramStart"/>
            <w:r>
              <w:t>А</w:t>
            </w:r>
            <w:proofErr w:type="gramEnd"/>
            <w:r>
              <w:t>(04.09.03А). Слесарь-ремонтник</w:t>
            </w:r>
          </w:p>
          <w:p w:rsidR="0047494D" w:rsidRDefault="0047494D" w:rsidP="00AE7BC4">
            <w:pPr>
              <w:pStyle w:val="aa"/>
            </w:pPr>
          </w:p>
          <w:p w:rsidR="0047494D" w:rsidRDefault="0047494D" w:rsidP="00AE7BC4">
            <w:pPr>
              <w:pStyle w:val="aa"/>
            </w:pPr>
          </w:p>
          <w:p w:rsidR="0047494D" w:rsidRDefault="0047494D" w:rsidP="00AE7BC4">
            <w:pPr>
              <w:pStyle w:val="aa"/>
            </w:pPr>
          </w:p>
          <w:p w:rsidR="0047494D" w:rsidRDefault="0047494D" w:rsidP="00AE7BC4">
            <w:pPr>
              <w:pStyle w:val="aa"/>
            </w:pPr>
          </w:p>
          <w:p w:rsidR="0047494D" w:rsidRDefault="0047494D" w:rsidP="00AE7BC4">
            <w:pPr>
              <w:pStyle w:val="aa"/>
            </w:pPr>
          </w:p>
          <w:p w:rsidR="0047494D" w:rsidRDefault="0047494D" w:rsidP="00AE7BC4">
            <w:pPr>
              <w:pStyle w:val="aa"/>
            </w:pPr>
          </w:p>
          <w:p w:rsidR="0047494D" w:rsidRDefault="0047494D" w:rsidP="00AE7BC4">
            <w:pPr>
              <w:pStyle w:val="aa"/>
            </w:pPr>
          </w:p>
          <w:p w:rsidR="0047494D" w:rsidRDefault="0047494D" w:rsidP="00AE7BC4">
            <w:pPr>
              <w:pStyle w:val="aa"/>
            </w:pPr>
          </w:p>
          <w:p w:rsidR="0047494D" w:rsidRPr="00B926D4" w:rsidRDefault="0047494D" w:rsidP="00AE7BC4">
            <w:pPr>
              <w:pStyle w:val="aa"/>
            </w:pPr>
            <w:r w:rsidRPr="00B926D4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47494D" w:rsidRDefault="0047494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47494D" w:rsidRPr="003970E9" w:rsidRDefault="0047494D" w:rsidP="00B964A5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37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1861" w:type="dxa"/>
          </w:tcPr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47494D" w:rsidRPr="003970E9" w:rsidRDefault="0047494D" w:rsidP="00B964A5">
            <w:pPr>
              <w:pStyle w:val="aa"/>
              <w:rPr>
                <w:szCs w:val="22"/>
              </w:rPr>
            </w:pPr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>
              <w:t>Производство №4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625B7E">
        <w:trPr>
          <w:jc w:val="center"/>
        </w:trPr>
        <w:tc>
          <w:tcPr>
            <w:tcW w:w="2966" w:type="dxa"/>
            <w:vMerge/>
          </w:tcPr>
          <w:p w:rsidR="0047494D" w:rsidRDefault="0047494D" w:rsidP="00AE7BC4">
            <w:pPr>
              <w:pStyle w:val="aa"/>
            </w:pPr>
          </w:p>
        </w:tc>
        <w:tc>
          <w:tcPr>
            <w:tcW w:w="3548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производственного шума на рабочих местах</w:t>
            </w:r>
          </w:p>
        </w:tc>
        <w:tc>
          <w:tcPr>
            <w:tcW w:w="2737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625B7E">
        <w:trPr>
          <w:jc w:val="center"/>
        </w:trPr>
        <w:tc>
          <w:tcPr>
            <w:tcW w:w="2966" w:type="dxa"/>
            <w:vMerge/>
          </w:tcPr>
          <w:p w:rsidR="0047494D" w:rsidRDefault="0047494D" w:rsidP="00AE7BC4">
            <w:pPr>
              <w:pStyle w:val="aa"/>
            </w:pPr>
          </w:p>
        </w:tc>
        <w:tc>
          <w:tcPr>
            <w:tcW w:w="3548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</w:t>
            </w:r>
            <w:r>
              <w:lastRenderedPageBreak/>
              <w:t>отраслевыми нормами и условиями труда.</w:t>
            </w:r>
          </w:p>
        </w:tc>
        <w:tc>
          <w:tcPr>
            <w:tcW w:w="2737" w:type="dxa"/>
          </w:tcPr>
          <w:p w:rsidR="0047494D" w:rsidRPr="003970E9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lastRenderedPageBreak/>
              <w:t>Профилактика профзаболеваний</w:t>
            </w:r>
          </w:p>
        </w:tc>
        <w:tc>
          <w:tcPr>
            <w:tcW w:w="1861" w:type="dxa"/>
          </w:tcPr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В соответствии с Типовыми отраслевыми нормами выдачи </w:t>
            </w:r>
            <w:proofErr w:type="gramStart"/>
            <w:r>
              <w:rPr>
                <w:szCs w:val="22"/>
              </w:rPr>
              <w:lastRenderedPageBreak/>
              <w:t>СИЗ</w:t>
            </w:r>
            <w:proofErr w:type="gramEnd"/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>
              <w:lastRenderedPageBreak/>
              <w:t>ОМТО, ООТ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625B7E">
        <w:trPr>
          <w:jc w:val="center"/>
        </w:trPr>
        <w:tc>
          <w:tcPr>
            <w:tcW w:w="2966" w:type="dxa"/>
            <w:vMerge/>
          </w:tcPr>
          <w:p w:rsidR="0047494D" w:rsidRDefault="0047494D" w:rsidP="00AE7BC4">
            <w:pPr>
              <w:pStyle w:val="aa"/>
            </w:pPr>
          </w:p>
        </w:tc>
        <w:tc>
          <w:tcPr>
            <w:tcW w:w="3548" w:type="dxa"/>
          </w:tcPr>
          <w:p w:rsidR="0047494D" w:rsidRDefault="0047494D" w:rsidP="00B964A5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 xml:space="preserve">Контроль за состоянием и применением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47494D" w:rsidRDefault="0047494D" w:rsidP="00B964A5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47494D" w:rsidRPr="003970E9" w:rsidRDefault="0047494D" w:rsidP="00B964A5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47494D" w:rsidRPr="00F1537C" w:rsidRDefault="0047494D" w:rsidP="00B964A5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</w:t>
            </w:r>
            <w:r>
              <w:rPr>
                <w:sz w:val="20"/>
              </w:rPr>
              <w:t>4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  <w:tr w:rsidR="0047494D" w:rsidRPr="00AF49A3" w:rsidTr="00873A32">
        <w:trPr>
          <w:jc w:val="center"/>
        </w:trPr>
        <w:tc>
          <w:tcPr>
            <w:tcW w:w="2966" w:type="dxa"/>
          </w:tcPr>
          <w:p w:rsidR="0047494D" w:rsidRDefault="0047494D" w:rsidP="00AE7BC4">
            <w:pPr>
              <w:pStyle w:val="aa"/>
            </w:pPr>
            <w:r>
              <w:t>04.09.03А-04.09.08</w:t>
            </w:r>
            <w:proofErr w:type="gramStart"/>
            <w:r>
              <w:t>А</w:t>
            </w:r>
            <w:proofErr w:type="gramEnd"/>
            <w:r>
              <w:t>(04.09.03А). Слесарь-ремонтник</w:t>
            </w:r>
          </w:p>
          <w:p w:rsidR="0047494D" w:rsidRDefault="0047494D" w:rsidP="00AE7BC4">
            <w:pPr>
              <w:pStyle w:val="aa"/>
            </w:pPr>
          </w:p>
          <w:p w:rsidR="0047494D" w:rsidRDefault="0047494D" w:rsidP="00AE7BC4">
            <w:pPr>
              <w:pStyle w:val="aa"/>
            </w:pPr>
            <w:r w:rsidRPr="00AE7BC4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48" w:type="dxa"/>
          </w:tcPr>
          <w:p w:rsidR="0047494D" w:rsidRDefault="0047494D" w:rsidP="00B964A5">
            <w:pPr>
              <w:pStyle w:val="aa"/>
            </w:pPr>
            <w:r>
              <w:rPr>
                <w:szCs w:val="22"/>
              </w:rPr>
              <w:t>Разработка 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чередова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7" w:type="dxa"/>
          </w:tcPr>
          <w:p w:rsidR="0047494D" w:rsidRDefault="0047494D" w:rsidP="00B964A5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47494D" w:rsidRPr="00400C2B" w:rsidRDefault="0047494D" w:rsidP="00B964A5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профзаболеваний</w:t>
            </w:r>
          </w:p>
        </w:tc>
        <w:tc>
          <w:tcPr>
            <w:tcW w:w="1861" w:type="dxa"/>
          </w:tcPr>
          <w:p w:rsidR="0047494D" w:rsidRPr="00400C2B" w:rsidRDefault="0047494D" w:rsidP="00B964A5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0" w:type="dxa"/>
          </w:tcPr>
          <w:p w:rsidR="0047494D" w:rsidRPr="00063DF1" w:rsidRDefault="0047494D" w:rsidP="00B964A5">
            <w:pPr>
              <w:pStyle w:val="aa"/>
            </w:pPr>
            <w:r w:rsidRPr="00F1537C">
              <w:t>Производство №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47494D" w:rsidRPr="00063DF1" w:rsidRDefault="0047494D" w:rsidP="00DB70BA">
            <w:pPr>
              <w:pStyle w:val="aa"/>
            </w:pPr>
          </w:p>
        </w:tc>
      </w:tr>
    </w:tbl>
    <w:p w:rsidR="00DB70BA" w:rsidRPr="00B926D4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B926D4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AE7BC4">
        <w:rPr>
          <w:rStyle w:val="a9"/>
        </w:rPr>
        <w:t>21.08.2015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1B06AD" w:rsidRDefault="001B06AD" w:rsidP="001B06AD">
      <w:pPr>
        <w:rPr>
          <w:lang w:val="en-US"/>
        </w:rPr>
      </w:pPr>
      <w:bookmarkStart w:id="1" w:name="_GoBack"/>
      <w:bookmarkEnd w:id="1"/>
    </w:p>
    <w:sectPr w:rsidR="001B06A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ПУБЛИЧНОЕ АКЦИОНЕРНОЕ ОБЩЕСТВО &quot;САРАТОВСКИЙ НЕФТЕПЕРЕРАБАТЫВАЮЩИЙ ЗАВОД&quot; "/>
    <w:docVar w:name="fill_date" w:val="21.08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B926D4"/>
    <w:rsid w:val="0000023D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07823"/>
    <w:rsid w:val="003A1C01"/>
    <w:rsid w:val="003A2259"/>
    <w:rsid w:val="003C79E5"/>
    <w:rsid w:val="0047494D"/>
    <w:rsid w:val="00483A6A"/>
    <w:rsid w:val="00495D50"/>
    <w:rsid w:val="004A0C6D"/>
    <w:rsid w:val="004B7161"/>
    <w:rsid w:val="004C6212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8F18A9"/>
    <w:rsid w:val="00936118"/>
    <w:rsid w:val="009647F7"/>
    <w:rsid w:val="009A1326"/>
    <w:rsid w:val="009D6532"/>
    <w:rsid w:val="00A026A4"/>
    <w:rsid w:val="00A567D1"/>
    <w:rsid w:val="00AE7BC4"/>
    <w:rsid w:val="00B12F45"/>
    <w:rsid w:val="00B1405F"/>
    <w:rsid w:val="00B3448B"/>
    <w:rsid w:val="00B5534B"/>
    <w:rsid w:val="00B926D4"/>
    <w:rsid w:val="00BA560A"/>
    <w:rsid w:val="00BD0A92"/>
    <w:rsid w:val="00C0355B"/>
    <w:rsid w:val="00C45714"/>
    <w:rsid w:val="00C93056"/>
    <w:rsid w:val="00CA2E96"/>
    <w:rsid w:val="00CD2568"/>
    <w:rsid w:val="00CE6E0C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3078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078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3078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07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103</TotalTime>
  <Pages>7</Pages>
  <Words>2027</Words>
  <Characters>11556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Staff</cp:lastModifiedBy>
  <cp:revision>5</cp:revision>
  <cp:lastPrinted>2015-10-20T12:30:00Z</cp:lastPrinted>
  <dcterms:created xsi:type="dcterms:W3CDTF">2015-09-28T05:53:00Z</dcterms:created>
  <dcterms:modified xsi:type="dcterms:W3CDTF">2018-02-14T09:47:00Z</dcterms:modified>
</cp:coreProperties>
</file>