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89062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89062A" w:rsidRPr="009E12B3">
          <w:rPr>
            <w:rStyle w:val="a9"/>
          </w:rPr>
          <w:t xml:space="preserve"> </w:t>
        </w:r>
        <w:r w:rsidR="002D16F4" w:rsidRPr="009E12B3">
          <w:rPr>
            <w:rStyle w:val="a9"/>
          </w:rPr>
          <w:t xml:space="preserve">ПУБЛИЧНОЕ </w:t>
        </w:r>
        <w:r w:rsidR="0089062A" w:rsidRPr="0089062A">
          <w:rPr>
            <w:rStyle w:val="a9"/>
          </w:rPr>
          <w:t>АКЦИОНЕРНОЕ ОБЩЕСТВО "САРАТОВСКИЙ НЕФТЕПЕРЕРАБАТЫВАЮЩИЙ ЗАВОД"</w:t>
        </w:r>
        <w:r w:rsidR="0089062A">
          <w:rPr>
            <w:rStyle w:val="a9"/>
          </w:rPr>
          <w:t xml:space="preserve">. </w:t>
        </w:r>
        <w:r w:rsidR="007F7599">
          <w:rPr>
            <w:rStyle w:val="a9"/>
          </w:rPr>
          <w:t xml:space="preserve">         </w:t>
        </w:r>
        <w:r w:rsidR="0089062A" w:rsidRPr="0089062A">
          <w:rPr>
            <w:rStyle w:val="a9"/>
          </w:rPr>
          <w:t xml:space="preserve">Производство №3 водопарогазоснабжения, промканализации и очистных сооружений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2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521"/>
        <w:gridCol w:w="2747"/>
        <w:gridCol w:w="1861"/>
        <w:gridCol w:w="3134"/>
        <w:gridCol w:w="1311"/>
      </w:tblGrid>
      <w:tr w:rsidR="00DB70BA" w:rsidRPr="00AF49A3" w:rsidTr="0089062A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2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4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  <w:r w:rsidR="00B86C9C">
              <w:t xml:space="preserve"> мероприятия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9062A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2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4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89062A" w:rsidRPr="00AF49A3" w:rsidTr="0089062A">
        <w:trPr>
          <w:jc w:val="center"/>
        </w:trPr>
        <w:tc>
          <w:tcPr>
            <w:tcW w:w="15623" w:type="dxa"/>
            <w:gridSpan w:val="6"/>
            <w:vAlign w:val="center"/>
          </w:tcPr>
          <w:p w:rsidR="0089062A" w:rsidRPr="00063DF1" w:rsidRDefault="0089062A" w:rsidP="00DB70BA">
            <w:pPr>
              <w:pStyle w:val="aa"/>
            </w:pPr>
            <w:r>
              <w:rPr>
                <w:b/>
                <w:i/>
              </w:rPr>
              <w:t>Производство №3 водопарогазоснабжения, промканализации и очистных сооружений</w:t>
            </w:r>
          </w:p>
        </w:tc>
      </w:tr>
      <w:tr w:rsidR="00170083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170083" w:rsidRPr="00063DF1" w:rsidRDefault="00170083" w:rsidP="00DB70BA">
            <w:pPr>
              <w:pStyle w:val="aa"/>
            </w:pPr>
            <w:r w:rsidRPr="0089062A">
              <w:rPr>
                <w:b/>
                <w:i/>
              </w:rPr>
              <w:t>Общепроизводственный персонал</w:t>
            </w:r>
          </w:p>
        </w:tc>
      </w:tr>
      <w:tr w:rsidR="009929A6" w:rsidRPr="00AF49A3" w:rsidTr="009929A6">
        <w:trPr>
          <w:trHeight w:val="764"/>
          <w:jc w:val="center"/>
        </w:trPr>
        <w:tc>
          <w:tcPr>
            <w:tcW w:w="3049" w:type="dxa"/>
            <w:vMerge w:val="restart"/>
          </w:tcPr>
          <w:p w:rsidR="009929A6" w:rsidRDefault="009929A6" w:rsidP="009929A6">
            <w:pPr>
              <w:pStyle w:val="aa"/>
            </w:pPr>
            <w:r>
              <w:t>03.01.12. Механик установки механической очистки промы</w:t>
            </w:r>
            <w:r>
              <w:t>ш</w:t>
            </w:r>
            <w:r>
              <w:t>ленных стоков;</w:t>
            </w:r>
          </w:p>
          <w:p w:rsidR="009929A6" w:rsidRDefault="009929A6" w:rsidP="009929A6">
            <w:pPr>
              <w:pStyle w:val="aa"/>
            </w:pPr>
            <w:r>
              <w:t>03.01.13. Механик установки биологической очистки сточных вод</w:t>
            </w:r>
          </w:p>
          <w:p w:rsidR="009929A6" w:rsidRDefault="009929A6" w:rsidP="009929A6">
            <w:pPr>
              <w:pStyle w:val="aa"/>
            </w:pPr>
          </w:p>
          <w:p w:rsidR="009929A6" w:rsidRDefault="009929A6" w:rsidP="009929A6">
            <w:pPr>
              <w:pStyle w:val="aa"/>
              <w:rPr>
                <w:i/>
                <w:szCs w:val="22"/>
              </w:rPr>
            </w:pPr>
          </w:p>
          <w:p w:rsidR="009929A6" w:rsidRDefault="009929A6" w:rsidP="009929A6">
            <w:pPr>
              <w:pStyle w:val="aa"/>
              <w:rPr>
                <w:i/>
                <w:szCs w:val="22"/>
              </w:rPr>
            </w:pPr>
          </w:p>
          <w:p w:rsidR="009929A6" w:rsidRDefault="009929A6" w:rsidP="009929A6">
            <w:pPr>
              <w:pStyle w:val="aa"/>
              <w:rPr>
                <w:i/>
                <w:szCs w:val="22"/>
              </w:rPr>
            </w:pPr>
          </w:p>
          <w:p w:rsidR="009929A6" w:rsidRDefault="009929A6" w:rsidP="009929A6">
            <w:pPr>
              <w:pStyle w:val="aa"/>
              <w:rPr>
                <w:i/>
                <w:szCs w:val="22"/>
              </w:rPr>
            </w:pPr>
          </w:p>
          <w:p w:rsidR="009929A6" w:rsidRDefault="009929A6" w:rsidP="009929A6">
            <w:pPr>
              <w:pStyle w:val="aa"/>
              <w:rPr>
                <w:i/>
                <w:szCs w:val="22"/>
              </w:rPr>
            </w:pPr>
          </w:p>
          <w:p w:rsidR="009929A6" w:rsidRDefault="009929A6" w:rsidP="009929A6">
            <w:pPr>
              <w:pStyle w:val="aa"/>
              <w:rPr>
                <w:i/>
                <w:szCs w:val="22"/>
              </w:rPr>
            </w:pPr>
          </w:p>
          <w:p w:rsidR="009929A6" w:rsidRDefault="009929A6" w:rsidP="009929A6">
            <w:pPr>
              <w:pStyle w:val="aa"/>
              <w:rPr>
                <w:i/>
                <w:szCs w:val="22"/>
              </w:rPr>
            </w:pPr>
          </w:p>
          <w:p w:rsidR="009929A6" w:rsidRPr="00026802" w:rsidRDefault="009929A6" w:rsidP="009929A6">
            <w:pPr>
              <w:pStyle w:val="aa"/>
              <w:rPr>
                <w:b/>
              </w:rPr>
            </w:pPr>
            <w:r w:rsidRPr="00026802">
              <w:rPr>
                <w:b/>
                <w:i/>
                <w:szCs w:val="22"/>
              </w:rPr>
              <w:t>Производственный шум</w:t>
            </w:r>
          </w:p>
        </w:tc>
        <w:tc>
          <w:tcPr>
            <w:tcW w:w="3521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9929A6" w:rsidRDefault="009929A6" w:rsidP="009929A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9929A6" w:rsidRPr="003970E9" w:rsidRDefault="009929A6" w:rsidP="009929A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9929A6" w:rsidRPr="003970E9" w:rsidRDefault="009929A6" w:rsidP="009929A6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9929A6" w:rsidRPr="00063DF1" w:rsidRDefault="009929A6" w:rsidP="009929A6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9929A6">
        <w:trPr>
          <w:trHeight w:val="620"/>
          <w:jc w:val="center"/>
        </w:trPr>
        <w:tc>
          <w:tcPr>
            <w:tcW w:w="3049" w:type="dxa"/>
            <w:vMerge/>
          </w:tcPr>
          <w:p w:rsidR="009929A6" w:rsidRDefault="009929A6" w:rsidP="009929A6">
            <w:pPr>
              <w:pStyle w:val="aa"/>
            </w:pPr>
          </w:p>
        </w:tc>
        <w:tc>
          <w:tcPr>
            <w:tcW w:w="3521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9929A6" w:rsidRPr="00063DF1" w:rsidRDefault="009929A6" w:rsidP="009929A6">
            <w:pPr>
              <w:pStyle w:val="aa"/>
            </w:pPr>
            <w:r>
              <w:t>ООТ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9929A6">
        <w:trPr>
          <w:trHeight w:val="649"/>
          <w:jc w:val="center"/>
        </w:trPr>
        <w:tc>
          <w:tcPr>
            <w:tcW w:w="3049" w:type="dxa"/>
            <w:vMerge/>
          </w:tcPr>
          <w:p w:rsidR="009929A6" w:rsidRDefault="009929A6" w:rsidP="009929A6">
            <w:pPr>
              <w:pStyle w:val="aa"/>
            </w:pPr>
          </w:p>
        </w:tc>
        <w:tc>
          <w:tcPr>
            <w:tcW w:w="3521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9929A6" w:rsidRPr="00063DF1" w:rsidRDefault="009929A6" w:rsidP="009929A6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9929A6">
        <w:trPr>
          <w:trHeight w:val="888"/>
          <w:jc w:val="center"/>
        </w:trPr>
        <w:tc>
          <w:tcPr>
            <w:tcW w:w="3049" w:type="dxa"/>
            <w:vMerge/>
          </w:tcPr>
          <w:p w:rsidR="009929A6" w:rsidRDefault="009929A6" w:rsidP="009929A6">
            <w:pPr>
              <w:pStyle w:val="aa"/>
            </w:pPr>
          </w:p>
        </w:tc>
        <w:tc>
          <w:tcPr>
            <w:tcW w:w="3521" w:type="dxa"/>
          </w:tcPr>
          <w:p w:rsidR="009929A6" w:rsidRDefault="009929A6" w:rsidP="009929A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9929A6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9929A6" w:rsidRPr="00F1537C" w:rsidRDefault="009929A6" w:rsidP="009929A6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213CBF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213CBF" w:rsidRPr="00063DF1" w:rsidRDefault="00213CBF" w:rsidP="00DB70BA">
            <w:pPr>
              <w:pStyle w:val="aa"/>
            </w:pPr>
            <w:r w:rsidRPr="0089062A">
              <w:rPr>
                <w:b/>
                <w:i/>
              </w:rPr>
              <w:t>Участок водоснабжения</w:t>
            </w:r>
          </w:p>
        </w:tc>
      </w:tr>
      <w:tr w:rsidR="009929A6" w:rsidRPr="00AF49A3" w:rsidTr="009929A6">
        <w:trPr>
          <w:trHeight w:val="431"/>
          <w:jc w:val="center"/>
        </w:trPr>
        <w:tc>
          <w:tcPr>
            <w:tcW w:w="3049" w:type="dxa"/>
            <w:vMerge w:val="restart"/>
          </w:tcPr>
          <w:p w:rsidR="009929A6" w:rsidRDefault="009929A6" w:rsidP="0089062A">
            <w:pPr>
              <w:pStyle w:val="aa"/>
            </w:pPr>
            <w:r>
              <w:t>03.02.03А-03.02.05А(03.02.03А). Слесарь-ремонтник</w:t>
            </w:r>
          </w:p>
          <w:p w:rsidR="009929A6" w:rsidRDefault="009929A6" w:rsidP="0089062A">
            <w:pPr>
              <w:pStyle w:val="aa"/>
            </w:pPr>
          </w:p>
          <w:p w:rsidR="009929A6" w:rsidRDefault="009929A6" w:rsidP="0089062A">
            <w:pPr>
              <w:pStyle w:val="aa"/>
            </w:pPr>
          </w:p>
          <w:p w:rsidR="009929A6" w:rsidRDefault="009929A6" w:rsidP="0089062A">
            <w:pPr>
              <w:pStyle w:val="aa"/>
            </w:pPr>
          </w:p>
          <w:p w:rsidR="009929A6" w:rsidRDefault="009929A6" w:rsidP="0089062A">
            <w:pPr>
              <w:pStyle w:val="aa"/>
            </w:pPr>
          </w:p>
          <w:p w:rsidR="009929A6" w:rsidRDefault="009929A6" w:rsidP="0089062A">
            <w:pPr>
              <w:pStyle w:val="aa"/>
            </w:pPr>
          </w:p>
          <w:p w:rsidR="009929A6" w:rsidRDefault="009929A6" w:rsidP="0089062A">
            <w:pPr>
              <w:pStyle w:val="aa"/>
            </w:pPr>
          </w:p>
          <w:p w:rsidR="009929A6" w:rsidRPr="009929A6" w:rsidRDefault="009929A6" w:rsidP="0089062A">
            <w:pPr>
              <w:pStyle w:val="aa"/>
              <w:rPr>
                <w:b/>
              </w:rPr>
            </w:pPr>
            <w:r w:rsidRPr="009929A6">
              <w:rPr>
                <w:b/>
                <w:i/>
                <w:szCs w:val="22"/>
              </w:rPr>
              <w:t>Производственный шум</w:t>
            </w:r>
          </w:p>
        </w:tc>
        <w:tc>
          <w:tcPr>
            <w:tcW w:w="3521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9929A6" w:rsidRDefault="009929A6" w:rsidP="009929A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9929A6" w:rsidRPr="003970E9" w:rsidRDefault="009929A6" w:rsidP="009929A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9929A6" w:rsidRPr="003970E9" w:rsidRDefault="009929A6" w:rsidP="009929A6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9929A6" w:rsidRPr="00063DF1" w:rsidRDefault="009929A6" w:rsidP="009929A6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9929A6">
        <w:trPr>
          <w:trHeight w:val="430"/>
          <w:jc w:val="center"/>
        </w:trPr>
        <w:tc>
          <w:tcPr>
            <w:tcW w:w="3049" w:type="dxa"/>
            <w:vMerge/>
          </w:tcPr>
          <w:p w:rsidR="009929A6" w:rsidRDefault="009929A6" w:rsidP="0089062A">
            <w:pPr>
              <w:pStyle w:val="aa"/>
            </w:pPr>
          </w:p>
        </w:tc>
        <w:tc>
          <w:tcPr>
            <w:tcW w:w="3521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9929A6" w:rsidRPr="00063DF1" w:rsidRDefault="009929A6" w:rsidP="009929A6">
            <w:pPr>
              <w:pStyle w:val="aa"/>
            </w:pPr>
            <w:r>
              <w:t>ООТ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9929A6">
        <w:trPr>
          <w:trHeight w:val="430"/>
          <w:jc w:val="center"/>
        </w:trPr>
        <w:tc>
          <w:tcPr>
            <w:tcW w:w="3049" w:type="dxa"/>
            <w:vMerge/>
          </w:tcPr>
          <w:p w:rsidR="009929A6" w:rsidRDefault="009929A6" w:rsidP="0089062A">
            <w:pPr>
              <w:pStyle w:val="aa"/>
            </w:pPr>
          </w:p>
        </w:tc>
        <w:tc>
          <w:tcPr>
            <w:tcW w:w="3521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lastRenderedPageBreak/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lastRenderedPageBreak/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</w:t>
            </w:r>
            <w:r>
              <w:rPr>
                <w:szCs w:val="22"/>
              </w:rPr>
              <w:lastRenderedPageBreak/>
              <w:t>выдачи СИЗ</w:t>
            </w:r>
          </w:p>
        </w:tc>
        <w:tc>
          <w:tcPr>
            <w:tcW w:w="3134" w:type="dxa"/>
          </w:tcPr>
          <w:p w:rsidR="009929A6" w:rsidRPr="00063DF1" w:rsidRDefault="009929A6" w:rsidP="009929A6">
            <w:pPr>
              <w:pStyle w:val="aa"/>
            </w:pPr>
            <w:r>
              <w:lastRenderedPageBreak/>
              <w:t>ОМТО, ООТ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9929A6">
        <w:trPr>
          <w:trHeight w:val="936"/>
          <w:jc w:val="center"/>
        </w:trPr>
        <w:tc>
          <w:tcPr>
            <w:tcW w:w="3049" w:type="dxa"/>
            <w:vMerge/>
          </w:tcPr>
          <w:p w:rsidR="009929A6" w:rsidRDefault="009929A6" w:rsidP="0089062A">
            <w:pPr>
              <w:pStyle w:val="aa"/>
            </w:pPr>
          </w:p>
        </w:tc>
        <w:tc>
          <w:tcPr>
            <w:tcW w:w="3521" w:type="dxa"/>
          </w:tcPr>
          <w:p w:rsidR="009929A6" w:rsidRDefault="009929A6" w:rsidP="009929A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9929A6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9929A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9929A6" w:rsidRPr="00F1537C" w:rsidRDefault="009929A6" w:rsidP="009929A6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A728BA">
        <w:trPr>
          <w:trHeight w:val="431"/>
          <w:jc w:val="center"/>
        </w:trPr>
        <w:tc>
          <w:tcPr>
            <w:tcW w:w="3049" w:type="dxa"/>
          </w:tcPr>
          <w:p w:rsidR="009929A6" w:rsidRDefault="009929A6" w:rsidP="00947FE9">
            <w:pPr>
              <w:pStyle w:val="aa"/>
            </w:pPr>
            <w:r>
              <w:t>03.02.03А-03.02.05А(03.02.03А). Слесарь-ремонтник</w:t>
            </w:r>
          </w:p>
          <w:p w:rsidR="009929A6" w:rsidRDefault="009929A6" w:rsidP="0089062A">
            <w:pPr>
              <w:pStyle w:val="aa"/>
            </w:pPr>
          </w:p>
          <w:p w:rsidR="009929A6" w:rsidRDefault="009929A6" w:rsidP="0089062A">
            <w:pPr>
              <w:pStyle w:val="aa"/>
              <w:rPr>
                <w:i/>
                <w:szCs w:val="22"/>
              </w:rPr>
            </w:pPr>
          </w:p>
          <w:p w:rsidR="009929A6" w:rsidRPr="009929A6" w:rsidRDefault="009929A6" w:rsidP="0089062A">
            <w:pPr>
              <w:pStyle w:val="aa"/>
              <w:rPr>
                <w:b/>
              </w:rPr>
            </w:pPr>
            <w:r w:rsidRPr="009929A6">
              <w:rPr>
                <w:b/>
                <w:i/>
                <w:szCs w:val="22"/>
              </w:rPr>
              <w:t>Тяжесть трудового процесса</w:t>
            </w:r>
          </w:p>
        </w:tc>
        <w:tc>
          <w:tcPr>
            <w:tcW w:w="3521" w:type="dxa"/>
          </w:tcPr>
          <w:p w:rsidR="009929A6" w:rsidRDefault="007B038C" w:rsidP="00EF45FD">
            <w:pPr>
              <w:pStyle w:val="aa"/>
            </w:pPr>
            <w:r w:rsidRPr="009E12B3">
              <w:rPr>
                <w:szCs w:val="22"/>
              </w:rPr>
              <w:t xml:space="preserve">Соблюдение </w:t>
            </w:r>
            <w:r w:rsidR="009929A6">
              <w:rPr>
                <w:szCs w:val="22"/>
              </w:rPr>
              <w:t>о</w:t>
            </w:r>
            <w:r w:rsidR="009929A6" w:rsidRPr="00D36B4A">
              <w:rPr>
                <w:szCs w:val="22"/>
              </w:rPr>
              <w:t>птим</w:t>
            </w:r>
            <w:r w:rsidR="009929A6">
              <w:rPr>
                <w:szCs w:val="22"/>
              </w:rPr>
              <w:t>альных</w:t>
            </w:r>
            <w:r w:rsidR="009929A6" w:rsidRPr="00D36B4A">
              <w:rPr>
                <w:szCs w:val="22"/>
              </w:rPr>
              <w:t xml:space="preserve"> режимов труда и отдыха</w:t>
            </w:r>
            <w:r w:rsidR="009929A6">
              <w:rPr>
                <w:szCs w:val="22"/>
              </w:rPr>
              <w:t>, р</w:t>
            </w:r>
            <w:r w:rsidR="009929A6" w:rsidRPr="00D36B4A">
              <w:rPr>
                <w:szCs w:val="22"/>
              </w:rPr>
              <w:t>ационально</w:t>
            </w:r>
            <w:r w:rsidR="009929A6">
              <w:rPr>
                <w:szCs w:val="22"/>
              </w:rPr>
              <w:t>го</w:t>
            </w:r>
            <w:r w:rsidR="009929A6" w:rsidRPr="00D36B4A">
              <w:rPr>
                <w:szCs w:val="22"/>
              </w:rPr>
              <w:t xml:space="preserve"> чер</w:t>
            </w:r>
            <w:r w:rsidR="009929A6" w:rsidRPr="00D36B4A">
              <w:rPr>
                <w:szCs w:val="22"/>
              </w:rPr>
              <w:t>е</w:t>
            </w:r>
            <w:r w:rsidR="009929A6" w:rsidRPr="00D36B4A">
              <w:rPr>
                <w:szCs w:val="22"/>
              </w:rPr>
              <w:t>дова</w:t>
            </w:r>
            <w:r w:rsidR="009929A6">
              <w:rPr>
                <w:szCs w:val="22"/>
              </w:rPr>
              <w:t>ния</w:t>
            </w:r>
            <w:r w:rsidR="009929A6" w:rsidRPr="00D36B4A">
              <w:rPr>
                <w:szCs w:val="22"/>
              </w:rPr>
              <w:t xml:space="preserve"> периодов отдыха и работы</w:t>
            </w:r>
            <w:r w:rsidR="009929A6">
              <w:rPr>
                <w:szCs w:val="22"/>
              </w:rPr>
              <w:t>,</w:t>
            </w:r>
            <w:r w:rsidR="009929A6" w:rsidRPr="00D36B4A">
              <w:t xml:space="preserve"> </w:t>
            </w:r>
            <w:r w:rsidR="009929A6">
              <w:t>ч</w:t>
            </w:r>
            <w:r w:rsidR="009929A6" w:rsidRPr="00D36B4A">
              <w:t>ередова</w:t>
            </w:r>
            <w:r w:rsidR="009929A6">
              <w:t xml:space="preserve">ния </w:t>
            </w:r>
            <w:r w:rsidR="009929A6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9929A6" w:rsidRDefault="009929A6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9929A6" w:rsidRPr="00400C2B" w:rsidRDefault="009929A6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400C2B" w:rsidRDefault="009929A6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9929A6" w:rsidRPr="00063DF1" w:rsidRDefault="009929A6" w:rsidP="009929A6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9929A6" w:rsidRPr="00063DF1" w:rsidRDefault="009929A6" w:rsidP="00DB70BA">
            <w:pPr>
              <w:pStyle w:val="aa"/>
            </w:pPr>
          </w:p>
        </w:tc>
      </w:tr>
      <w:tr w:rsidR="00213CBF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213CBF" w:rsidRPr="00063DF1" w:rsidRDefault="00213CBF" w:rsidP="00DB70BA">
            <w:pPr>
              <w:pStyle w:val="aa"/>
            </w:pPr>
            <w:r w:rsidRPr="0089062A">
              <w:rPr>
                <w:b/>
                <w:i/>
              </w:rPr>
              <w:t>Участок по обслуживанию и ремонту водопроводных систем</w:t>
            </w:r>
          </w:p>
        </w:tc>
      </w:tr>
      <w:tr w:rsidR="009929A6" w:rsidRPr="00AF49A3" w:rsidTr="00EF45FD">
        <w:trPr>
          <w:trHeight w:val="650"/>
          <w:jc w:val="center"/>
        </w:trPr>
        <w:tc>
          <w:tcPr>
            <w:tcW w:w="3049" w:type="dxa"/>
            <w:vMerge w:val="restart"/>
          </w:tcPr>
          <w:p w:rsidR="009929A6" w:rsidRPr="001C7C59" w:rsidRDefault="009929A6" w:rsidP="00947FE9">
            <w:pPr>
              <w:pStyle w:val="aa"/>
            </w:pPr>
            <w:r w:rsidRPr="001C7C59">
              <w:t>03.04.02А-03.04.06А(03.04.02А). Слесарь аварийно-восстановительных работ</w:t>
            </w:r>
          </w:p>
          <w:p w:rsidR="009929A6" w:rsidRPr="001C7C59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Default="009929A6" w:rsidP="00947FE9">
            <w:pPr>
              <w:pStyle w:val="aa"/>
              <w:rPr>
                <w:i/>
                <w:szCs w:val="22"/>
              </w:rPr>
            </w:pPr>
          </w:p>
          <w:p w:rsidR="009929A6" w:rsidRPr="009929A6" w:rsidRDefault="009929A6" w:rsidP="00947FE9">
            <w:pPr>
              <w:pStyle w:val="aa"/>
              <w:rPr>
                <w:b/>
              </w:rPr>
            </w:pPr>
            <w:r w:rsidRPr="009929A6">
              <w:rPr>
                <w:b/>
                <w:i/>
                <w:szCs w:val="22"/>
              </w:rPr>
              <w:t>Производственный шум</w:t>
            </w:r>
          </w:p>
          <w:p w:rsidR="009929A6" w:rsidRPr="00947FE9" w:rsidRDefault="009929A6" w:rsidP="00947FE9">
            <w:pPr>
              <w:pStyle w:val="aa"/>
              <w:rPr>
                <w:highlight w:val="yellow"/>
              </w:rPr>
            </w:pPr>
          </w:p>
        </w:tc>
        <w:tc>
          <w:tcPr>
            <w:tcW w:w="3521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9929A6" w:rsidRDefault="009929A6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9929A6" w:rsidRPr="003970E9" w:rsidRDefault="009929A6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9929A6" w:rsidRPr="003970E9" w:rsidRDefault="009929A6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9929A6" w:rsidRPr="00063DF1" w:rsidRDefault="009929A6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9929A6" w:rsidRPr="00063DF1" w:rsidRDefault="009929A6" w:rsidP="00EF45FD">
            <w:pPr>
              <w:pStyle w:val="aa"/>
            </w:pPr>
          </w:p>
        </w:tc>
      </w:tr>
      <w:tr w:rsidR="009929A6" w:rsidRPr="00AF49A3" w:rsidTr="00EF45FD">
        <w:trPr>
          <w:trHeight w:val="649"/>
          <w:jc w:val="center"/>
        </w:trPr>
        <w:tc>
          <w:tcPr>
            <w:tcW w:w="3049" w:type="dxa"/>
            <w:vMerge/>
          </w:tcPr>
          <w:p w:rsidR="009929A6" w:rsidRPr="001C7C59" w:rsidRDefault="009929A6" w:rsidP="00947FE9">
            <w:pPr>
              <w:pStyle w:val="aa"/>
            </w:pPr>
          </w:p>
        </w:tc>
        <w:tc>
          <w:tcPr>
            <w:tcW w:w="3521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9929A6" w:rsidRPr="00063DF1" w:rsidRDefault="009929A6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9929A6" w:rsidRPr="00063DF1" w:rsidRDefault="009929A6" w:rsidP="00EF45FD">
            <w:pPr>
              <w:pStyle w:val="aa"/>
            </w:pPr>
          </w:p>
        </w:tc>
      </w:tr>
      <w:tr w:rsidR="009929A6" w:rsidRPr="00AF49A3" w:rsidTr="00EF45FD">
        <w:trPr>
          <w:trHeight w:val="649"/>
          <w:jc w:val="center"/>
        </w:trPr>
        <w:tc>
          <w:tcPr>
            <w:tcW w:w="3049" w:type="dxa"/>
            <w:vMerge/>
          </w:tcPr>
          <w:p w:rsidR="009929A6" w:rsidRPr="001C7C59" w:rsidRDefault="009929A6" w:rsidP="00947FE9">
            <w:pPr>
              <w:pStyle w:val="aa"/>
            </w:pPr>
          </w:p>
        </w:tc>
        <w:tc>
          <w:tcPr>
            <w:tcW w:w="3521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9929A6" w:rsidRPr="00063DF1" w:rsidRDefault="009929A6" w:rsidP="00EF45F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9929A6" w:rsidRPr="00063DF1" w:rsidRDefault="009929A6" w:rsidP="00EF45FD">
            <w:pPr>
              <w:pStyle w:val="aa"/>
            </w:pPr>
          </w:p>
        </w:tc>
      </w:tr>
      <w:tr w:rsidR="009929A6" w:rsidRPr="00AF49A3" w:rsidTr="00213CBF">
        <w:trPr>
          <w:trHeight w:val="847"/>
          <w:jc w:val="center"/>
        </w:trPr>
        <w:tc>
          <w:tcPr>
            <w:tcW w:w="3049" w:type="dxa"/>
            <w:vMerge/>
          </w:tcPr>
          <w:p w:rsidR="009929A6" w:rsidRPr="001C7C59" w:rsidRDefault="009929A6" w:rsidP="00947FE9">
            <w:pPr>
              <w:pStyle w:val="aa"/>
            </w:pPr>
          </w:p>
        </w:tc>
        <w:tc>
          <w:tcPr>
            <w:tcW w:w="3521" w:type="dxa"/>
          </w:tcPr>
          <w:p w:rsidR="009929A6" w:rsidRDefault="009929A6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9929A6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9929A6" w:rsidRPr="00F1537C" w:rsidRDefault="009929A6" w:rsidP="00EF45F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  <w:vAlign w:val="center"/>
          </w:tcPr>
          <w:p w:rsidR="009929A6" w:rsidRPr="00063DF1" w:rsidRDefault="009929A6" w:rsidP="00EF45FD">
            <w:pPr>
              <w:pStyle w:val="aa"/>
            </w:pPr>
          </w:p>
        </w:tc>
      </w:tr>
      <w:tr w:rsidR="009929A6" w:rsidRPr="00AF49A3" w:rsidTr="00213CBF">
        <w:trPr>
          <w:trHeight w:val="1200"/>
          <w:jc w:val="center"/>
        </w:trPr>
        <w:tc>
          <w:tcPr>
            <w:tcW w:w="3049" w:type="dxa"/>
          </w:tcPr>
          <w:p w:rsidR="009929A6" w:rsidRPr="00947FE9" w:rsidRDefault="009929A6" w:rsidP="00947FE9">
            <w:pPr>
              <w:pStyle w:val="aa"/>
            </w:pPr>
            <w:r w:rsidRPr="00947FE9">
              <w:t>03.04.02А-03.04.06А(03.04.02А). Слесарь аварийно-восстановительных работ</w:t>
            </w:r>
          </w:p>
          <w:p w:rsidR="009929A6" w:rsidRPr="00947FE9" w:rsidRDefault="009929A6" w:rsidP="00947FE9">
            <w:pPr>
              <w:pStyle w:val="aa"/>
            </w:pPr>
          </w:p>
          <w:p w:rsidR="009929A6" w:rsidRPr="009929A6" w:rsidRDefault="009929A6" w:rsidP="00947FE9">
            <w:pPr>
              <w:pStyle w:val="aa"/>
              <w:rPr>
                <w:b/>
              </w:rPr>
            </w:pPr>
            <w:r w:rsidRPr="009929A6">
              <w:rPr>
                <w:b/>
                <w:i/>
                <w:szCs w:val="22"/>
              </w:rPr>
              <w:t>Тяжесть трудового процесса</w:t>
            </w:r>
          </w:p>
        </w:tc>
        <w:tc>
          <w:tcPr>
            <w:tcW w:w="3521" w:type="dxa"/>
          </w:tcPr>
          <w:p w:rsidR="009929A6" w:rsidRDefault="007B038C" w:rsidP="00EF45FD">
            <w:pPr>
              <w:pStyle w:val="aa"/>
            </w:pPr>
            <w:r w:rsidRPr="009E12B3">
              <w:rPr>
                <w:szCs w:val="22"/>
              </w:rPr>
              <w:t xml:space="preserve">Соблюдение </w:t>
            </w:r>
            <w:r w:rsidR="009929A6">
              <w:rPr>
                <w:szCs w:val="22"/>
              </w:rPr>
              <w:t>о</w:t>
            </w:r>
            <w:r w:rsidR="009929A6" w:rsidRPr="00D36B4A">
              <w:rPr>
                <w:szCs w:val="22"/>
              </w:rPr>
              <w:t>птим</w:t>
            </w:r>
            <w:r w:rsidR="009929A6">
              <w:rPr>
                <w:szCs w:val="22"/>
              </w:rPr>
              <w:t>альных</w:t>
            </w:r>
            <w:r w:rsidR="009929A6" w:rsidRPr="00D36B4A">
              <w:rPr>
                <w:szCs w:val="22"/>
              </w:rPr>
              <w:t xml:space="preserve"> режимов труда и отдыха</w:t>
            </w:r>
            <w:r w:rsidR="009929A6">
              <w:rPr>
                <w:szCs w:val="22"/>
              </w:rPr>
              <w:t>, р</w:t>
            </w:r>
            <w:r w:rsidR="009929A6" w:rsidRPr="00D36B4A">
              <w:rPr>
                <w:szCs w:val="22"/>
              </w:rPr>
              <w:t>ационально</w:t>
            </w:r>
            <w:r w:rsidR="009929A6">
              <w:rPr>
                <w:szCs w:val="22"/>
              </w:rPr>
              <w:t>го</w:t>
            </w:r>
            <w:r w:rsidR="009929A6" w:rsidRPr="00D36B4A">
              <w:rPr>
                <w:szCs w:val="22"/>
              </w:rPr>
              <w:t xml:space="preserve"> чер</w:t>
            </w:r>
            <w:r w:rsidR="009929A6" w:rsidRPr="00D36B4A">
              <w:rPr>
                <w:szCs w:val="22"/>
              </w:rPr>
              <w:t>е</w:t>
            </w:r>
            <w:r w:rsidR="009929A6" w:rsidRPr="00D36B4A">
              <w:rPr>
                <w:szCs w:val="22"/>
              </w:rPr>
              <w:t>дова</w:t>
            </w:r>
            <w:r w:rsidR="009929A6">
              <w:rPr>
                <w:szCs w:val="22"/>
              </w:rPr>
              <w:t>ния</w:t>
            </w:r>
            <w:r w:rsidR="009929A6" w:rsidRPr="00D36B4A">
              <w:rPr>
                <w:szCs w:val="22"/>
              </w:rPr>
              <w:t xml:space="preserve"> периодов отдыха и работы</w:t>
            </w:r>
            <w:r w:rsidR="009929A6">
              <w:rPr>
                <w:szCs w:val="22"/>
              </w:rPr>
              <w:t>,</w:t>
            </w:r>
            <w:r w:rsidR="009929A6" w:rsidRPr="00D36B4A">
              <w:t xml:space="preserve"> </w:t>
            </w:r>
            <w:r w:rsidR="009929A6">
              <w:t>ч</w:t>
            </w:r>
            <w:r w:rsidR="009929A6" w:rsidRPr="00D36B4A">
              <w:t>ередова</w:t>
            </w:r>
            <w:r w:rsidR="009929A6">
              <w:t xml:space="preserve">ния </w:t>
            </w:r>
            <w:r w:rsidR="009929A6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9929A6" w:rsidRDefault="009929A6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9929A6" w:rsidRPr="00400C2B" w:rsidRDefault="009929A6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400C2B" w:rsidRDefault="009929A6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9929A6" w:rsidRPr="00063DF1" w:rsidRDefault="009929A6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9929A6" w:rsidRPr="00063DF1" w:rsidRDefault="009929A6" w:rsidP="00EF45FD">
            <w:pPr>
              <w:pStyle w:val="aa"/>
            </w:pPr>
          </w:p>
        </w:tc>
      </w:tr>
      <w:tr w:rsidR="00213CBF" w:rsidRPr="00AF49A3" w:rsidTr="00170083">
        <w:trPr>
          <w:trHeight w:val="367"/>
          <w:jc w:val="center"/>
        </w:trPr>
        <w:tc>
          <w:tcPr>
            <w:tcW w:w="15623" w:type="dxa"/>
            <w:gridSpan w:val="6"/>
            <w:vAlign w:val="center"/>
          </w:tcPr>
          <w:p w:rsidR="00213CBF" w:rsidRPr="00063DF1" w:rsidRDefault="00213CBF" w:rsidP="00DB70BA">
            <w:pPr>
              <w:pStyle w:val="aa"/>
            </w:pPr>
            <w:r w:rsidRPr="00947FE9">
              <w:rPr>
                <w:b/>
                <w:i/>
              </w:rPr>
              <w:t>Участок по обслуживанию и ремонту промышленной канализации</w:t>
            </w:r>
          </w:p>
        </w:tc>
      </w:tr>
      <w:tr w:rsidR="009929A6" w:rsidRPr="00AF49A3" w:rsidTr="009929A6">
        <w:trPr>
          <w:trHeight w:val="868"/>
          <w:jc w:val="center"/>
        </w:trPr>
        <w:tc>
          <w:tcPr>
            <w:tcW w:w="3049" w:type="dxa"/>
            <w:vMerge w:val="restart"/>
          </w:tcPr>
          <w:p w:rsidR="009929A6" w:rsidRDefault="009929A6" w:rsidP="00947FE9">
            <w:pPr>
              <w:pStyle w:val="aa"/>
            </w:pPr>
            <w:r>
              <w:lastRenderedPageBreak/>
              <w:t xml:space="preserve">03.05.01. Мастер </w:t>
            </w:r>
          </w:p>
          <w:p w:rsidR="009929A6" w:rsidRDefault="009929A6" w:rsidP="00947FE9">
            <w:pPr>
              <w:pStyle w:val="aa"/>
            </w:pPr>
            <w:r>
              <w:t>промканализации;</w:t>
            </w:r>
          </w:p>
          <w:p w:rsidR="009929A6" w:rsidRDefault="009929A6" w:rsidP="00947FE9">
            <w:pPr>
              <w:pStyle w:val="aa"/>
            </w:pPr>
            <w:r>
              <w:t xml:space="preserve">03.05.02А-03.05.06А(03.05.02А). Слесарь-сантехник по </w:t>
            </w:r>
          </w:p>
          <w:p w:rsidR="009929A6" w:rsidRDefault="009929A6" w:rsidP="00947FE9">
            <w:pPr>
              <w:pStyle w:val="aa"/>
            </w:pPr>
            <w:r>
              <w:t>промканализации</w:t>
            </w:r>
          </w:p>
          <w:p w:rsidR="009929A6" w:rsidRDefault="009929A6" w:rsidP="00947FE9">
            <w:pPr>
              <w:pStyle w:val="aa"/>
              <w:rPr>
                <w:i/>
              </w:rPr>
            </w:pPr>
          </w:p>
          <w:p w:rsidR="009929A6" w:rsidRDefault="009929A6" w:rsidP="00947FE9">
            <w:pPr>
              <w:pStyle w:val="aa"/>
              <w:rPr>
                <w:b/>
                <w:i/>
              </w:rPr>
            </w:pPr>
          </w:p>
          <w:p w:rsidR="009929A6" w:rsidRDefault="009929A6" w:rsidP="00947FE9">
            <w:pPr>
              <w:pStyle w:val="aa"/>
              <w:rPr>
                <w:b/>
                <w:i/>
              </w:rPr>
            </w:pPr>
          </w:p>
          <w:p w:rsidR="009929A6" w:rsidRDefault="009929A6" w:rsidP="00947FE9">
            <w:pPr>
              <w:pStyle w:val="aa"/>
              <w:rPr>
                <w:b/>
                <w:i/>
              </w:rPr>
            </w:pPr>
          </w:p>
          <w:p w:rsidR="009929A6" w:rsidRDefault="009929A6" w:rsidP="00947FE9">
            <w:pPr>
              <w:pStyle w:val="aa"/>
              <w:rPr>
                <w:b/>
                <w:i/>
              </w:rPr>
            </w:pPr>
          </w:p>
          <w:p w:rsidR="009929A6" w:rsidRDefault="009929A6" w:rsidP="00947FE9">
            <w:pPr>
              <w:pStyle w:val="aa"/>
              <w:rPr>
                <w:b/>
                <w:i/>
              </w:rPr>
            </w:pPr>
          </w:p>
          <w:p w:rsidR="009929A6" w:rsidRDefault="009929A6" w:rsidP="00947FE9">
            <w:pPr>
              <w:pStyle w:val="aa"/>
              <w:rPr>
                <w:b/>
                <w:i/>
              </w:rPr>
            </w:pPr>
          </w:p>
          <w:p w:rsidR="009929A6" w:rsidRDefault="009929A6" w:rsidP="00947FE9">
            <w:pPr>
              <w:pStyle w:val="aa"/>
              <w:rPr>
                <w:b/>
                <w:i/>
              </w:rPr>
            </w:pPr>
          </w:p>
          <w:p w:rsidR="009929A6" w:rsidRDefault="009929A6" w:rsidP="00947FE9">
            <w:pPr>
              <w:pStyle w:val="aa"/>
              <w:rPr>
                <w:b/>
                <w:i/>
              </w:rPr>
            </w:pPr>
          </w:p>
          <w:p w:rsidR="009929A6" w:rsidRPr="009929A6" w:rsidRDefault="009929A6" w:rsidP="00947FE9">
            <w:pPr>
              <w:pStyle w:val="aa"/>
              <w:rPr>
                <w:b/>
                <w:i/>
              </w:rPr>
            </w:pPr>
            <w:r w:rsidRPr="009929A6">
              <w:rPr>
                <w:b/>
                <w:i/>
              </w:rPr>
              <w:t>Химический фактор</w:t>
            </w:r>
          </w:p>
          <w:p w:rsidR="009929A6" w:rsidRPr="0089062A" w:rsidRDefault="009929A6" w:rsidP="00947FE9">
            <w:pPr>
              <w:pStyle w:val="aa"/>
            </w:pPr>
          </w:p>
        </w:tc>
        <w:tc>
          <w:tcPr>
            <w:tcW w:w="3521" w:type="dxa"/>
          </w:tcPr>
          <w:p w:rsidR="00394950" w:rsidRDefault="009929A6" w:rsidP="00EF45FD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  <w:r w:rsidR="00D40545">
              <w:t xml:space="preserve"> </w:t>
            </w:r>
          </w:p>
          <w:p w:rsidR="009929A6" w:rsidRPr="00D40545" w:rsidRDefault="00D40545" w:rsidP="00EF45FD">
            <w:pPr>
              <w:pStyle w:val="aa"/>
              <w:rPr>
                <w:color w:val="FF0000"/>
                <w:szCs w:val="22"/>
              </w:rPr>
            </w:pPr>
            <w:r w:rsidRPr="009E12B3">
              <w:t>Выполнение работ с применением установленных СИЗОД.</w:t>
            </w:r>
          </w:p>
        </w:tc>
        <w:tc>
          <w:tcPr>
            <w:tcW w:w="2747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9929A6" w:rsidRDefault="009929A6" w:rsidP="00EF45FD">
            <w:pPr>
              <w:pStyle w:val="aa"/>
            </w:pPr>
            <w:r>
              <w:t>ОМТО, ООТ</w:t>
            </w:r>
          </w:p>
          <w:p w:rsidR="00394950" w:rsidRDefault="00394950" w:rsidP="00EF45FD">
            <w:pPr>
              <w:pStyle w:val="aa"/>
            </w:pPr>
          </w:p>
          <w:p w:rsidR="00394950" w:rsidRDefault="00394950" w:rsidP="00EF45FD">
            <w:pPr>
              <w:pStyle w:val="aa"/>
            </w:pPr>
          </w:p>
          <w:p w:rsidR="00394950" w:rsidRDefault="00394950" w:rsidP="00EF45FD">
            <w:pPr>
              <w:pStyle w:val="aa"/>
            </w:pPr>
          </w:p>
          <w:p w:rsidR="00394950" w:rsidRDefault="00394950" w:rsidP="00EF45FD">
            <w:pPr>
              <w:pStyle w:val="aa"/>
            </w:pPr>
          </w:p>
          <w:p w:rsidR="00394950" w:rsidRPr="00394950" w:rsidRDefault="00394950" w:rsidP="00EF45FD">
            <w:pPr>
              <w:pStyle w:val="aa"/>
              <w:rPr>
                <w:color w:val="FF0000"/>
              </w:rPr>
            </w:pPr>
            <w:r w:rsidRPr="009E12B3">
              <w:t>Производство №3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9929A6">
        <w:trPr>
          <w:trHeight w:val="868"/>
          <w:jc w:val="center"/>
        </w:trPr>
        <w:tc>
          <w:tcPr>
            <w:tcW w:w="3049" w:type="dxa"/>
            <w:vMerge/>
          </w:tcPr>
          <w:p w:rsidR="009929A6" w:rsidRDefault="009929A6" w:rsidP="00947FE9">
            <w:pPr>
              <w:pStyle w:val="aa"/>
            </w:pPr>
          </w:p>
        </w:tc>
        <w:tc>
          <w:tcPr>
            <w:tcW w:w="3521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9929A6" w:rsidRDefault="009929A6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9929A6" w:rsidRPr="003970E9" w:rsidRDefault="009929A6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9929A6" w:rsidRPr="003970E9" w:rsidRDefault="009929A6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9929A6" w:rsidRPr="00063DF1" w:rsidRDefault="009929A6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</w:tcPr>
          <w:p w:rsidR="009929A6" w:rsidRPr="00063DF1" w:rsidRDefault="009929A6" w:rsidP="009929A6">
            <w:pPr>
              <w:pStyle w:val="aa"/>
            </w:pPr>
          </w:p>
        </w:tc>
      </w:tr>
      <w:tr w:rsidR="009929A6" w:rsidRPr="00AF49A3" w:rsidTr="009929A6">
        <w:trPr>
          <w:trHeight w:val="868"/>
          <w:jc w:val="center"/>
        </w:trPr>
        <w:tc>
          <w:tcPr>
            <w:tcW w:w="3049" w:type="dxa"/>
            <w:vMerge/>
          </w:tcPr>
          <w:p w:rsidR="009929A6" w:rsidRDefault="009929A6" w:rsidP="00947FE9">
            <w:pPr>
              <w:pStyle w:val="aa"/>
            </w:pPr>
          </w:p>
        </w:tc>
        <w:tc>
          <w:tcPr>
            <w:tcW w:w="3521" w:type="dxa"/>
          </w:tcPr>
          <w:p w:rsidR="009929A6" w:rsidRPr="003970E9" w:rsidRDefault="009929A6" w:rsidP="009929A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уровнем </w:t>
            </w:r>
            <w:r>
              <w:rPr>
                <w:szCs w:val="22"/>
              </w:rPr>
              <w:t>химического фактора</w:t>
            </w:r>
            <w:r w:rsidRPr="003970E9">
              <w:rPr>
                <w:szCs w:val="22"/>
              </w:rPr>
              <w:t xml:space="preserve"> на рабочих местах</w:t>
            </w:r>
          </w:p>
        </w:tc>
        <w:tc>
          <w:tcPr>
            <w:tcW w:w="2747" w:type="dxa"/>
          </w:tcPr>
          <w:p w:rsidR="009929A6" w:rsidRPr="003970E9" w:rsidRDefault="009929A6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9929A6" w:rsidRPr="003970E9" w:rsidRDefault="009929A6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9929A6" w:rsidRPr="00063DF1" w:rsidRDefault="009929A6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</w:tcPr>
          <w:p w:rsidR="009929A6" w:rsidRPr="00063DF1" w:rsidRDefault="009929A6" w:rsidP="00EF45FD">
            <w:pPr>
              <w:pStyle w:val="aa"/>
            </w:pPr>
          </w:p>
        </w:tc>
      </w:tr>
      <w:tr w:rsidR="009929A6" w:rsidRPr="00AF49A3" w:rsidTr="009B2C94">
        <w:trPr>
          <w:trHeight w:val="868"/>
          <w:jc w:val="center"/>
        </w:trPr>
        <w:tc>
          <w:tcPr>
            <w:tcW w:w="3049" w:type="dxa"/>
          </w:tcPr>
          <w:p w:rsidR="009929A6" w:rsidRDefault="009929A6" w:rsidP="00E656D7">
            <w:pPr>
              <w:pStyle w:val="aa"/>
            </w:pPr>
            <w:r>
              <w:t xml:space="preserve">03.05.01. Мастер </w:t>
            </w:r>
          </w:p>
          <w:p w:rsidR="009929A6" w:rsidRDefault="009929A6" w:rsidP="00E656D7">
            <w:pPr>
              <w:pStyle w:val="aa"/>
            </w:pPr>
            <w:r>
              <w:t>промканализации;</w:t>
            </w:r>
          </w:p>
          <w:p w:rsidR="009929A6" w:rsidRDefault="009929A6" w:rsidP="00E656D7">
            <w:pPr>
              <w:pStyle w:val="aa"/>
            </w:pPr>
          </w:p>
          <w:p w:rsidR="009929A6" w:rsidRDefault="009929A6" w:rsidP="00E656D7">
            <w:pPr>
              <w:pStyle w:val="aa"/>
            </w:pPr>
            <w:r>
              <w:t xml:space="preserve">03.05.02А-03.05.06А(03.05.02А). Слесарь-сантехник по </w:t>
            </w:r>
          </w:p>
          <w:p w:rsidR="009929A6" w:rsidRDefault="009929A6" w:rsidP="00E656D7">
            <w:pPr>
              <w:pStyle w:val="aa"/>
            </w:pPr>
            <w:r>
              <w:t>промканализации</w:t>
            </w:r>
          </w:p>
          <w:p w:rsidR="009929A6" w:rsidRDefault="009929A6" w:rsidP="00E656D7">
            <w:pPr>
              <w:pStyle w:val="aa"/>
            </w:pPr>
          </w:p>
          <w:p w:rsidR="009929A6" w:rsidRPr="009929A6" w:rsidRDefault="009929A6" w:rsidP="00E656D7">
            <w:pPr>
              <w:pStyle w:val="aa"/>
              <w:rPr>
                <w:b/>
                <w:i/>
              </w:rPr>
            </w:pPr>
            <w:r w:rsidRPr="009929A6">
              <w:rPr>
                <w:b/>
                <w:i/>
              </w:rPr>
              <w:t>Тяжесть трудового процесса</w:t>
            </w:r>
          </w:p>
          <w:p w:rsidR="009929A6" w:rsidRPr="00213CBF" w:rsidRDefault="009929A6" w:rsidP="00E656D7">
            <w:pPr>
              <w:pStyle w:val="aa"/>
              <w:rPr>
                <w:i/>
              </w:rPr>
            </w:pPr>
          </w:p>
        </w:tc>
        <w:tc>
          <w:tcPr>
            <w:tcW w:w="3521" w:type="dxa"/>
          </w:tcPr>
          <w:p w:rsidR="009929A6" w:rsidRDefault="007B038C" w:rsidP="00EF45FD">
            <w:pPr>
              <w:pStyle w:val="aa"/>
            </w:pPr>
            <w:r w:rsidRPr="009E12B3">
              <w:rPr>
                <w:szCs w:val="22"/>
              </w:rPr>
              <w:t>Соблюдение</w:t>
            </w:r>
            <w:r w:rsidRPr="007B038C">
              <w:rPr>
                <w:color w:val="FF0000"/>
                <w:szCs w:val="22"/>
              </w:rPr>
              <w:t xml:space="preserve"> </w:t>
            </w:r>
            <w:r w:rsidR="009929A6">
              <w:rPr>
                <w:szCs w:val="22"/>
              </w:rPr>
              <w:t>о</w:t>
            </w:r>
            <w:r w:rsidR="009929A6" w:rsidRPr="00D36B4A">
              <w:rPr>
                <w:szCs w:val="22"/>
              </w:rPr>
              <w:t>птим</w:t>
            </w:r>
            <w:r w:rsidR="009929A6">
              <w:rPr>
                <w:szCs w:val="22"/>
              </w:rPr>
              <w:t>альных</w:t>
            </w:r>
            <w:r w:rsidR="009929A6" w:rsidRPr="00D36B4A">
              <w:rPr>
                <w:szCs w:val="22"/>
              </w:rPr>
              <w:t xml:space="preserve"> режимов труда и отдыха</w:t>
            </w:r>
            <w:r w:rsidR="009929A6">
              <w:rPr>
                <w:szCs w:val="22"/>
              </w:rPr>
              <w:t>, р</w:t>
            </w:r>
            <w:r w:rsidR="009929A6" w:rsidRPr="00D36B4A">
              <w:rPr>
                <w:szCs w:val="22"/>
              </w:rPr>
              <w:t>ационально</w:t>
            </w:r>
            <w:r w:rsidR="009929A6">
              <w:rPr>
                <w:szCs w:val="22"/>
              </w:rPr>
              <w:t>го</w:t>
            </w:r>
            <w:r w:rsidR="009929A6" w:rsidRPr="00D36B4A">
              <w:rPr>
                <w:szCs w:val="22"/>
              </w:rPr>
              <w:t xml:space="preserve"> чер</w:t>
            </w:r>
            <w:r w:rsidR="009929A6" w:rsidRPr="00D36B4A">
              <w:rPr>
                <w:szCs w:val="22"/>
              </w:rPr>
              <w:t>е</w:t>
            </w:r>
            <w:r w:rsidR="009929A6" w:rsidRPr="00D36B4A">
              <w:rPr>
                <w:szCs w:val="22"/>
              </w:rPr>
              <w:t>дова</w:t>
            </w:r>
            <w:r w:rsidR="009929A6">
              <w:rPr>
                <w:szCs w:val="22"/>
              </w:rPr>
              <w:t>ния</w:t>
            </w:r>
            <w:r w:rsidR="009929A6" w:rsidRPr="00D36B4A">
              <w:rPr>
                <w:szCs w:val="22"/>
              </w:rPr>
              <w:t xml:space="preserve"> периодов отдыха и работы</w:t>
            </w:r>
            <w:r w:rsidR="009929A6">
              <w:rPr>
                <w:szCs w:val="22"/>
              </w:rPr>
              <w:t>,</w:t>
            </w:r>
            <w:r w:rsidR="009929A6" w:rsidRPr="00D36B4A">
              <w:t xml:space="preserve"> </w:t>
            </w:r>
            <w:r w:rsidR="009929A6">
              <w:t>ч</w:t>
            </w:r>
            <w:r w:rsidR="009929A6" w:rsidRPr="00D36B4A">
              <w:t>ередова</w:t>
            </w:r>
            <w:r w:rsidR="009929A6">
              <w:t xml:space="preserve">ния </w:t>
            </w:r>
            <w:r w:rsidR="009929A6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9929A6" w:rsidRDefault="009929A6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9929A6" w:rsidRPr="00400C2B" w:rsidRDefault="009929A6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929A6" w:rsidRPr="00400C2B" w:rsidRDefault="009929A6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9929A6" w:rsidRPr="00063DF1" w:rsidRDefault="009929A6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9929A6" w:rsidRPr="00063DF1" w:rsidRDefault="009929A6" w:rsidP="00EF45FD">
            <w:pPr>
              <w:pStyle w:val="aa"/>
            </w:pPr>
          </w:p>
        </w:tc>
      </w:tr>
      <w:tr w:rsidR="009929A6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9929A6" w:rsidRPr="00063DF1" w:rsidRDefault="009929A6" w:rsidP="00DB70BA">
            <w:pPr>
              <w:pStyle w:val="aa"/>
            </w:pPr>
            <w:r w:rsidRPr="00947FE9">
              <w:rPr>
                <w:b/>
                <w:i/>
              </w:rPr>
              <w:t>Установка биологической очистки сточных вод</w:t>
            </w:r>
          </w:p>
        </w:tc>
      </w:tr>
      <w:tr w:rsidR="00AB1EFB" w:rsidRPr="00AF49A3" w:rsidTr="008E5753">
        <w:trPr>
          <w:trHeight w:val="974"/>
          <w:jc w:val="center"/>
        </w:trPr>
        <w:tc>
          <w:tcPr>
            <w:tcW w:w="3049" w:type="dxa"/>
            <w:vMerge w:val="restart"/>
          </w:tcPr>
          <w:p w:rsidR="00AB1EFB" w:rsidRDefault="00AB1EFB" w:rsidP="00947FE9">
            <w:pPr>
              <w:pStyle w:val="aa"/>
            </w:pPr>
            <w:r>
              <w:t>03.06.02. Оператор товарный (старший);</w:t>
            </w:r>
          </w:p>
          <w:p w:rsidR="00AB1EFB" w:rsidRDefault="00AB1EFB" w:rsidP="00947FE9">
            <w:pPr>
              <w:pStyle w:val="aa"/>
            </w:pPr>
            <w:r>
              <w:t>03.06.03А-03.06.05А(03.06.03А). Оператор товарный;</w:t>
            </w:r>
          </w:p>
          <w:p w:rsidR="00AB1EFB" w:rsidRDefault="00AB1EFB" w:rsidP="00947FE9">
            <w:pPr>
              <w:pStyle w:val="aa"/>
            </w:pPr>
            <w:r>
              <w:t>03.06.06. Машинист газодувных машин</w:t>
            </w:r>
          </w:p>
          <w:p w:rsidR="00AB1EFB" w:rsidRDefault="00AB1EFB" w:rsidP="00947FE9">
            <w:pPr>
              <w:pStyle w:val="aa"/>
            </w:pPr>
          </w:p>
          <w:p w:rsidR="00AB1EFB" w:rsidRDefault="00AB1EFB" w:rsidP="00947FE9">
            <w:pPr>
              <w:pStyle w:val="aa"/>
              <w:rPr>
                <w:i/>
              </w:rPr>
            </w:pPr>
          </w:p>
          <w:p w:rsidR="00AB1EFB" w:rsidRDefault="00AB1EFB" w:rsidP="00947FE9">
            <w:pPr>
              <w:pStyle w:val="aa"/>
              <w:rPr>
                <w:i/>
              </w:rPr>
            </w:pPr>
          </w:p>
          <w:p w:rsidR="00AB1EFB" w:rsidRDefault="00AB1EFB" w:rsidP="00947FE9">
            <w:pPr>
              <w:pStyle w:val="aa"/>
              <w:rPr>
                <w:i/>
              </w:rPr>
            </w:pPr>
          </w:p>
          <w:p w:rsidR="00AB1EFB" w:rsidRDefault="00AB1EFB" w:rsidP="00947FE9">
            <w:pPr>
              <w:pStyle w:val="aa"/>
              <w:rPr>
                <w:i/>
              </w:rPr>
            </w:pPr>
          </w:p>
          <w:p w:rsidR="00AB1EFB" w:rsidRDefault="00AB1EFB" w:rsidP="00947FE9">
            <w:pPr>
              <w:pStyle w:val="aa"/>
              <w:rPr>
                <w:i/>
              </w:rPr>
            </w:pPr>
          </w:p>
          <w:p w:rsidR="00AB1EFB" w:rsidRDefault="00AB1EFB" w:rsidP="00947FE9">
            <w:pPr>
              <w:pStyle w:val="aa"/>
              <w:rPr>
                <w:i/>
              </w:rPr>
            </w:pPr>
          </w:p>
          <w:p w:rsidR="00AB1EFB" w:rsidRDefault="00AB1EFB" w:rsidP="00947FE9">
            <w:pPr>
              <w:pStyle w:val="aa"/>
              <w:rPr>
                <w:i/>
              </w:rPr>
            </w:pPr>
          </w:p>
          <w:p w:rsidR="00AB1EFB" w:rsidRDefault="00AB1EFB" w:rsidP="00947FE9">
            <w:pPr>
              <w:pStyle w:val="aa"/>
              <w:rPr>
                <w:i/>
              </w:rPr>
            </w:pPr>
          </w:p>
          <w:p w:rsidR="00AB1EFB" w:rsidRPr="00DC7A15" w:rsidRDefault="00AB1EFB" w:rsidP="00947FE9">
            <w:pPr>
              <w:pStyle w:val="aa"/>
              <w:rPr>
                <w:b/>
                <w:i/>
              </w:rPr>
            </w:pPr>
            <w:r w:rsidRPr="00DC7A15">
              <w:rPr>
                <w:b/>
                <w:i/>
              </w:rPr>
              <w:t>Химический фактор</w:t>
            </w:r>
          </w:p>
          <w:p w:rsidR="00AB1EFB" w:rsidRDefault="00AB1EFB" w:rsidP="00947FE9">
            <w:pPr>
              <w:pStyle w:val="aa"/>
            </w:pPr>
          </w:p>
        </w:tc>
        <w:tc>
          <w:tcPr>
            <w:tcW w:w="3521" w:type="dxa"/>
          </w:tcPr>
          <w:p w:rsidR="00AB1EFB" w:rsidRDefault="00AB1EFB" w:rsidP="00EF45FD">
            <w:pPr>
              <w:pStyle w:val="aa"/>
            </w:pPr>
            <w:r>
              <w:rPr>
                <w:szCs w:val="22"/>
              </w:rPr>
              <w:lastRenderedPageBreak/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 xml:space="preserve">ми труда. </w:t>
            </w:r>
          </w:p>
          <w:p w:rsidR="00AB1EFB" w:rsidRPr="00D40545" w:rsidRDefault="00AB1EFB" w:rsidP="00EF45FD">
            <w:pPr>
              <w:pStyle w:val="aa"/>
              <w:rPr>
                <w:color w:val="FF0000"/>
                <w:szCs w:val="22"/>
              </w:rPr>
            </w:pPr>
            <w:r w:rsidRPr="009E12B3">
              <w:t>Выполнение работ с применением установленных СИЗОД.</w:t>
            </w:r>
          </w:p>
        </w:tc>
        <w:tc>
          <w:tcPr>
            <w:tcW w:w="2747" w:type="dxa"/>
          </w:tcPr>
          <w:p w:rsidR="00AB1EFB" w:rsidRPr="003970E9" w:rsidRDefault="00AB1EFB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AB1EFB" w:rsidRPr="003970E9" w:rsidRDefault="00AB1EFB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AB1EFB" w:rsidRDefault="00AB1EFB" w:rsidP="00EF45FD">
            <w:pPr>
              <w:pStyle w:val="aa"/>
            </w:pPr>
            <w:r>
              <w:t>ОМТО, ООТ</w:t>
            </w:r>
          </w:p>
          <w:p w:rsidR="00AB1EFB" w:rsidRDefault="00AB1EFB" w:rsidP="00EF45FD">
            <w:pPr>
              <w:pStyle w:val="aa"/>
            </w:pPr>
          </w:p>
          <w:p w:rsidR="00AB1EFB" w:rsidRDefault="00AB1EFB" w:rsidP="00EF45FD">
            <w:pPr>
              <w:pStyle w:val="aa"/>
            </w:pPr>
          </w:p>
          <w:p w:rsidR="00AB1EFB" w:rsidRDefault="00AB1EFB" w:rsidP="00EF45FD">
            <w:pPr>
              <w:pStyle w:val="aa"/>
            </w:pPr>
          </w:p>
          <w:p w:rsidR="00AB1EFB" w:rsidRDefault="00AB1EFB" w:rsidP="00EF45FD">
            <w:pPr>
              <w:pStyle w:val="aa"/>
            </w:pPr>
          </w:p>
          <w:p w:rsidR="00AB1EFB" w:rsidRPr="00394950" w:rsidRDefault="00AB1EFB" w:rsidP="00EF45FD">
            <w:pPr>
              <w:pStyle w:val="aa"/>
              <w:rPr>
                <w:color w:val="FF0000"/>
              </w:rPr>
            </w:pPr>
            <w:r w:rsidRPr="009E12B3">
              <w:t>Производство №3</w:t>
            </w:r>
          </w:p>
        </w:tc>
        <w:tc>
          <w:tcPr>
            <w:tcW w:w="1311" w:type="dxa"/>
            <w:vAlign w:val="center"/>
          </w:tcPr>
          <w:p w:rsidR="00AB1EFB" w:rsidRPr="00063DF1" w:rsidRDefault="00AB1EFB" w:rsidP="00EF45FD">
            <w:pPr>
              <w:pStyle w:val="aa"/>
            </w:pPr>
          </w:p>
        </w:tc>
      </w:tr>
      <w:tr w:rsidR="00DC7A15" w:rsidRPr="00AF49A3" w:rsidTr="008E5753">
        <w:trPr>
          <w:trHeight w:val="974"/>
          <w:jc w:val="center"/>
        </w:trPr>
        <w:tc>
          <w:tcPr>
            <w:tcW w:w="3049" w:type="dxa"/>
            <w:vMerge/>
          </w:tcPr>
          <w:p w:rsidR="00DC7A15" w:rsidRDefault="00DC7A15" w:rsidP="00947FE9">
            <w:pPr>
              <w:pStyle w:val="aa"/>
            </w:pPr>
          </w:p>
        </w:tc>
        <w:tc>
          <w:tcPr>
            <w:tcW w:w="3521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DC7A15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DC7A15" w:rsidRPr="003970E9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DC7A15" w:rsidRPr="003970E9" w:rsidRDefault="00DC7A15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EF45FD">
            <w:pPr>
              <w:pStyle w:val="aa"/>
            </w:pPr>
          </w:p>
        </w:tc>
      </w:tr>
      <w:tr w:rsidR="00DC7A15" w:rsidRPr="00AF49A3" w:rsidTr="00561CB2">
        <w:trPr>
          <w:trHeight w:val="974"/>
          <w:jc w:val="center"/>
        </w:trPr>
        <w:tc>
          <w:tcPr>
            <w:tcW w:w="3049" w:type="dxa"/>
            <w:vMerge/>
          </w:tcPr>
          <w:p w:rsidR="00DC7A15" w:rsidRDefault="00DC7A15" w:rsidP="00947FE9">
            <w:pPr>
              <w:pStyle w:val="aa"/>
            </w:pPr>
          </w:p>
        </w:tc>
        <w:tc>
          <w:tcPr>
            <w:tcW w:w="3521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уровнем </w:t>
            </w:r>
            <w:r>
              <w:rPr>
                <w:szCs w:val="22"/>
              </w:rPr>
              <w:t>химического фактора</w:t>
            </w:r>
            <w:r w:rsidRPr="003970E9">
              <w:rPr>
                <w:szCs w:val="22"/>
              </w:rPr>
              <w:t xml:space="preserve"> на рабочих местах</w:t>
            </w:r>
          </w:p>
        </w:tc>
        <w:tc>
          <w:tcPr>
            <w:tcW w:w="2747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DC7A15" w:rsidRPr="00213CBF" w:rsidRDefault="00DC7A15" w:rsidP="00DB70BA">
            <w:pPr>
              <w:pStyle w:val="aa"/>
              <w:rPr>
                <w:highlight w:val="green"/>
              </w:rPr>
            </w:pPr>
          </w:p>
        </w:tc>
      </w:tr>
      <w:tr w:rsidR="00DC7A15" w:rsidRPr="00AF49A3" w:rsidTr="008E5753">
        <w:trPr>
          <w:trHeight w:val="1080"/>
          <w:jc w:val="center"/>
        </w:trPr>
        <w:tc>
          <w:tcPr>
            <w:tcW w:w="3049" w:type="dxa"/>
            <w:vMerge w:val="restart"/>
          </w:tcPr>
          <w:p w:rsidR="00DC7A15" w:rsidRDefault="00DC7A15" w:rsidP="00947FE9">
            <w:pPr>
              <w:pStyle w:val="aa"/>
            </w:pPr>
            <w:r>
              <w:t>03.06.01. Начальник установки;</w:t>
            </w:r>
          </w:p>
          <w:p w:rsidR="00DC7A15" w:rsidRDefault="00DC7A15" w:rsidP="00947FE9">
            <w:pPr>
              <w:pStyle w:val="aa"/>
            </w:pPr>
            <w:r>
              <w:t>03.06.02. Оператор товарный (старший);</w:t>
            </w:r>
          </w:p>
          <w:p w:rsidR="00DC7A15" w:rsidRDefault="00DC7A15" w:rsidP="00947FE9">
            <w:pPr>
              <w:pStyle w:val="aa"/>
            </w:pPr>
            <w:r>
              <w:t>03.06.03А-03.06.05А(03.06.03А). Оператор товарный;</w:t>
            </w:r>
          </w:p>
          <w:p w:rsidR="00DC7A15" w:rsidRDefault="00DC7A15" w:rsidP="00947FE9">
            <w:pPr>
              <w:pStyle w:val="aa"/>
            </w:pPr>
            <w:r>
              <w:t>03.06.06. Машинист газодувных машин</w:t>
            </w:r>
          </w:p>
          <w:p w:rsidR="00DC7A15" w:rsidRDefault="00DC7A15" w:rsidP="00947FE9">
            <w:pPr>
              <w:pStyle w:val="aa"/>
            </w:pPr>
          </w:p>
          <w:p w:rsidR="00DC7A15" w:rsidRDefault="00DC7A15" w:rsidP="00947FE9">
            <w:pPr>
              <w:pStyle w:val="aa"/>
            </w:pPr>
          </w:p>
          <w:p w:rsidR="00DC7A15" w:rsidRDefault="00DC7A15" w:rsidP="00947FE9">
            <w:pPr>
              <w:pStyle w:val="aa"/>
              <w:rPr>
                <w:i/>
              </w:rPr>
            </w:pPr>
          </w:p>
          <w:p w:rsidR="00DC7A15" w:rsidRDefault="00DC7A15" w:rsidP="00947FE9">
            <w:pPr>
              <w:pStyle w:val="aa"/>
              <w:rPr>
                <w:i/>
              </w:rPr>
            </w:pPr>
          </w:p>
          <w:p w:rsidR="00DC7A15" w:rsidRDefault="00DC7A15" w:rsidP="00947FE9">
            <w:pPr>
              <w:pStyle w:val="aa"/>
              <w:rPr>
                <w:i/>
              </w:rPr>
            </w:pPr>
          </w:p>
          <w:p w:rsidR="00DC7A15" w:rsidRDefault="00DC7A15" w:rsidP="00947FE9">
            <w:pPr>
              <w:pStyle w:val="aa"/>
              <w:rPr>
                <w:i/>
              </w:rPr>
            </w:pPr>
          </w:p>
          <w:p w:rsidR="00DC7A15" w:rsidRDefault="00DC7A15" w:rsidP="00947FE9">
            <w:pPr>
              <w:pStyle w:val="aa"/>
              <w:rPr>
                <w:i/>
              </w:rPr>
            </w:pPr>
          </w:p>
          <w:p w:rsidR="00DC7A15" w:rsidRDefault="00DC7A15" w:rsidP="00947FE9">
            <w:pPr>
              <w:pStyle w:val="aa"/>
              <w:rPr>
                <w:i/>
              </w:rPr>
            </w:pPr>
          </w:p>
          <w:p w:rsidR="00DC7A15" w:rsidRDefault="00DC7A15" w:rsidP="00947FE9">
            <w:pPr>
              <w:pStyle w:val="aa"/>
              <w:rPr>
                <w:i/>
              </w:rPr>
            </w:pPr>
          </w:p>
          <w:p w:rsidR="00DC7A15" w:rsidRPr="00DC7A15" w:rsidRDefault="00DC7A15" w:rsidP="00947FE9">
            <w:pPr>
              <w:pStyle w:val="aa"/>
              <w:rPr>
                <w:b/>
              </w:rPr>
            </w:pPr>
            <w:r w:rsidRPr="00DC7A15">
              <w:rPr>
                <w:b/>
                <w:i/>
              </w:rPr>
              <w:t>Производственный шум</w:t>
            </w:r>
          </w:p>
        </w:tc>
        <w:tc>
          <w:tcPr>
            <w:tcW w:w="3521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DC7A15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DC7A15" w:rsidRPr="003970E9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DC7A15" w:rsidRPr="003970E9" w:rsidRDefault="00DC7A15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DB70BA">
            <w:pPr>
              <w:pStyle w:val="aa"/>
            </w:pPr>
          </w:p>
        </w:tc>
      </w:tr>
      <w:tr w:rsidR="00DC7A15" w:rsidRPr="00AF49A3" w:rsidTr="008E5753">
        <w:trPr>
          <w:trHeight w:val="1080"/>
          <w:jc w:val="center"/>
        </w:trPr>
        <w:tc>
          <w:tcPr>
            <w:tcW w:w="3049" w:type="dxa"/>
            <w:vMerge/>
          </w:tcPr>
          <w:p w:rsidR="00DC7A15" w:rsidRDefault="00DC7A15" w:rsidP="00947FE9">
            <w:pPr>
              <w:pStyle w:val="aa"/>
            </w:pPr>
          </w:p>
        </w:tc>
        <w:tc>
          <w:tcPr>
            <w:tcW w:w="3521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DB70BA">
            <w:pPr>
              <w:pStyle w:val="aa"/>
            </w:pPr>
          </w:p>
        </w:tc>
      </w:tr>
      <w:tr w:rsidR="00DC7A15" w:rsidRPr="00AF49A3" w:rsidTr="008E5753">
        <w:trPr>
          <w:trHeight w:val="1080"/>
          <w:jc w:val="center"/>
        </w:trPr>
        <w:tc>
          <w:tcPr>
            <w:tcW w:w="3049" w:type="dxa"/>
            <w:vMerge/>
          </w:tcPr>
          <w:p w:rsidR="00DC7A15" w:rsidRDefault="00DC7A15" w:rsidP="00947FE9">
            <w:pPr>
              <w:pStyle w:val="aa"/>
            </w:pPr>
          </w:p>
        </w:tc>
        <w:tc>
          <w:tcPr>
            <w:tcW w:w="3521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DB70BA">
            <w:pPr>
              <w:pStyle w:val="aa"/>
            </w:pPr>
          </w:p>
        </w:tc>
      </w:tr>
      <w:tr w:rsidR="00DC7A15" w:rsidRPr="00AF49A3" w:rsidTr="00DC7A15">
        <w:trPr>
          <w:trHeight w:val="639"/>
          <w:jc w:val="center"/>
        </w:trPr>
        <w:tc>
          <w:tcPr>
            <w:tcW w:w="3049" w:type="dxa"/>
            <w:vMerge/>
          </w:tcPr>
          <w:p w:rsidR="00DC7A15" w:rsidRDefault="00DC7A15" w:rsidP="00947FE9">
            <w:pPr>
              <w:pStyle w:val="aa"/>
            </w:pPr>
          </w:p>
        </w:tc>
        <w:tc>
          <w:tcPr>
            <w:tcW w:w="3521" w:type="dxa"/>
          </w:tcPr>
          <w:p w:rsidR="00DC7A15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DC7A15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DC7A15" w:rsidRPr="00F1537C" w:rsidRDefault="00DC7A15" w:rsidP="00EF45F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DB70BA">
            <w:pPr>
              <w:pStyle w:val="aa"/>
            </w:pPr>
          </w:p>
        </w:tc>
      </w:tr>
      <w:tr w:rsidR="00DC7A15" w:rsidRPr="00AF49A3" w:rsidTr="008E5753">
        <w:trPr>
          <w:trHeight w:val="974"/>
          <w:jc w:val="center"/>
        </w:trPr>
        <w:tc>
          <w:tcPr>
            <w:tcW w:w="3049" w:type="dxa"/>
          </w:tcPr>
          <w:p w:rsidR="00DC7A15" w:rsidRDefault="00DC7A15" w:rsidP="00E656D7">
            <w:pPr>
              <w:pStyle w:val="aa"/>
            </w:pPr>
            <w:r>
              <w:t>03.06.02. Оператор товарный (старший);</w:t>
            </w:r>
          </w:p>
          <w:p w:rsidR="00DC7A15" w:rsidRDefault="00DC7A15" w:rsidP="00E656D7">
            <w:pPr>
              <w:pStyle w:val="aa"/>
            </w:pPr>
            <w:r>
              <w:t>03.06.03А-03.06.05А(03.06.03А). Оператор товарный;</w:t>
            </w:r>
          </w:p>
          <w:p w:rsidR="00DC7A15" w:rsidRDefault="00DC7A15" w:rsidP="00E656D7">
            <w:pPr>
              <w:pStyle w:val="aa"/>
            </w:pPr>
            <w:r>
              <w:t>03.06.06. Машинист газодувных машин</w:t>
            </w:r>
          </w:p>
          <w:p w:rsidR="00DC7A15" w:rsidRDefault="00DC7A15" w:rsidP="00E656D7">
            <w:pPr>
              <w:pStyle w:val="aa"/>
            </w:pPr>
          </w:p>
          <w:p w:rsidR="00DC7A15" w:rsidRPr="00DC7A15" w:rsidRDefault="00DC7A15" w:rsidP="00E656D7">
            <w:pPr>
              <w:pStyle w:val="aa"/>
              <w:rPr>
                <w:b/>
                <w:i/>
              </w:rPr>
            </w:pPr>
            <w:r w:rsidRPr="00DC7A15">
              <w:rPr>
                <w:b/>
                <w:i/>
              </w:rPr>
              <w:t>Тяжесть трудового процесса</w:t>
            </w:r>
          </w:p>
          <w:p w:rsidR="00DC7A15" w:rsidRDefault="00DC7A15" w:rsidP="00E656D7">
            <w:pPr>
              <w:pStyle w:val="aa"/>
            </w:pPr>
          </w:p>
        </w:tc>
        <w:tc>
          <w:tcPr>
            <w:tcW w:w="3521" w:type="dxa"/>
          </w:tcPr>
          <w:p w:rsidR="00DC7A15" w:rsidRDefault="007B038C" w:rsidP="00EF45FD">
            <w:pPr>
              <w:pStyle w:val="aa"/>
            </w:pPr>
            <w:r w:rsidRPr="009E12B3">
              <w:rPr>
                <w:szCs w:val="22"/>
              </w:rPr>
              <w:t>Соблюдение</w:t>
            </w:r>
            <w:r w:rsidRPr="007B038C">
              <w:rPr>
                <w:color w:val="FF0000"/>
                <w:szCs w:val="22"/>
              </w:rPr>
              <w:t xml:space="preserve"> </w:t>
            </w:r>
            <w:r w:rsidR="00DC7A15">
              <w:rPr>
                <w:szCs w:val="22"/>
              </w:rPr>
              <w:t>о</w:t>
            </w:r>
            <w:r w:rsidR="00DC7A15" w:rsidRPr="00D36B4A">
              <w:rPr>
                <w:szCs w:val="22"/>
              </w:rPr>
              <w:t>птим</w:t>
            </w:r>
            <w:r w:rsidR="00DC7A15">
              <w:rPr>
                <w:szCs w:val="22"/>
              </w:rPr>
              <w:t>альных</w:t>
            </w:r>
            <w:r w:rsidR="00DC7A15" w:rsidRPr="00D36B4A">
              <w:rPr>
                <w:szCs w:val="22"/>
              </w:rPr>
              <w:t xml:space="preserve"> режимов труда и отдыха</w:t>
            </w:r>
            <w:r w:rsidR="00DC7A15">
              <w:rPr>
                <w:szCs w:val="22"/>
              </w:rPr>
              <w:t>, р</w:t>
            </w:r>
            <w:r w:rsidR="00DC7A15" w:rsidRPr="00D36B4A">
              <w:rPr>
                <w:szCs w:val="22"/>
              </w:rPr>
              <w:t>ационально</w:t>
            </w:r>
            <w:r w:rsidR="00DC7A15">
              <w:rPr>
                <w:szCs w:val="22"/>
              </w:rPr>
              <w:t>го</w:t>
            </w:r>
            <w:r w:rsidR="00DC7A15" w:rsidRPr="00D36B4A">
              <w:rPr>
                <w:szCs w:val="22"/>
              </w:rPr>
              <w:t xml:space="preserve"> чер</w:t>
            </w:r>
            <w:r w:rsidR="00DC7A15" w:rsidRPr="00D36B4A">
              <w:rPr>
                <w:szCs w:val="22"/>
              </w:rPr>
              <w:t>е</w:t>
            </w:r>
            <w:r w:rsidR="00DC7A15" w:rsidRPr="00D36B4A">
              <w:rPr>
                <w:szCs w:val="22"/>
              </w:rPr>
              <w:t>дова</w:t>
            </w:r>
            <w:r w:rsidR="00DC7A15">
              <w:rPr>
                <w:szCs w:val="22"/>
              </w:rPr>
              <w:t>ния</w:t>
            </w:r>
            <w:r w:rsidR="00DC7A15" w:rsidRPr="00D36B4A">
              <w:rPr>
                <w:szCs w:val="22"/>
              </w:rPr>
              <w:t xml:space="preserve"> периодов отдыха и работы</w:t>
            </w:r>
            <w:r w:rsidR="00DC7A15">
              <w:rPr>
                <w:szCs w:val="22"/>
              </w:rPr>
              <w:t>,</w:t>
            </w:r>
            <w:r w:rsidR="00DC7A15" w:rsidRPr="00D36B4A">
              <w:t xml:space="preserve"> </w:t>
            </w:r>
            <w:r w:rsidR="00DC7A15">
              <w:t>ч</w:t>
            </w:r>
            <w:r w:rsidR="00DC7A15" w:rsidRPr="00D36B4A">
              <w:t>ередова</w:t>
            </w:r>
            <w:r w:rsidR="00DC7A15">
              <w:t xml:space="preserve">ния </w:t>
            </w:r>
            <w:r w:rsidR="00DC7A15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DC7A15" w:rsidRDefault="00DC7A15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DC7A15" w:rsidRPr="00400C2B" w:rsidRDefault="00DC7A15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400C2B" w:rsidRDefault="00DC7A15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EF45FD">
            <w:pPr>
              <w:pStyle w:val="aa"/>
            </w:pPr>
          </w:p>
        </w:tc>
      </w:tr>
      <w:tr w:rsidR="00DC7A15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DC7A15" w:rsidRPr="00063DF1" w:rsidRDefault="00DC7A15" w:rsidP="00DB70BA">
            <w:pPr>
              <w:pStyle w:val="aa"/>
            </w:pPr>
            <w:r w:rsidRPr="00E656D7">
              <w:rPr>
                <w:b/>
                <w:i/>
              </w:rPr>
              <w:lastRenderedPageBreak/>
              <w:t>Установка механической очистки промышленных стоков</w:t>
            </w:r>
          </w:p>
        </w:tc>
      </w:tr>
      <w:tr w:rsidR="00DC7A15" w:rsidRPr="00AF49A3" w:rsidTr="001E72DF">
        <w:trPr>
          <w:trHeight w:val="868"/>
          <w:jc w:val="center"/>
        </w:trPr>
        <w:tc>
          <w:tcPr>
            <w:tcW w:w="3049" w:type="dxa"/>
            <w:vMerge w:val="restart"/>
          </w:tcPr>
          <w:p w:rsidR="00DC7A15" w:rsidRDefault="00DC7A15" w:rsidP="00E656D7">
            <w:pPr>
              <w:pStyle w:val="aa"/>
            </w:pPr>
            <w:r>
              <w:t>03.07.01. Начальник установки;</w:t>
            </w:r>
          </w:p>
          <w:p w:rsidR="00DC7A15" w:rsidRDefault="00DC7A15" w:rsidP="00E656D7">
            <w:pPr>
              <w:pStyle w:val="aa"/>
            </w:pPr>
            <w:r>
              <w:t>03.07.02. Оператор товарный нефтеловушек (старший);</w:t>
            </w:r>
          </w:p>
          <w:p w:rsidR="00DC7A15" w:rsidRDefault="00DC7A15" w:rsidP="00E656D7">
            <w:pPr>
              <w:pStyle w:val="aa"/>
            </w:pPr>
            <w:r>
              <w:t>03.07.03А-03.07.09А(03.07.03А). Оператор товарный нефтелов</w:t>
            </w:r>
            <w:r>
              <w:t>у</w:t>
            </w:r>
            <w:r>
              <w:t>шек</w:t>
            </w:r>
          </w:p>
          <w:p w:rsidR="00DC7A15" w:rsidRDefault="00DC7A15" w:rsidP="00E656D7">
            <w:pPr>
              <w:pStyle w:val="aa"/>
            </w:pPr>
          </w:p>
          <w:p w:rsidR="00DC7A15" w:rsidRDefault="00DC7A15" w:rsidP="00E656D7">
            <w:pPr>
              <w:pStyle w:val="aa"/>
            </w:pPr>
          </w:p>
          <w:p w:rsidR="00DC7A15" w:rsidRDefault="00DC7A15" w:rsidP="00E656D7">
            <w:pPr>
              <w:pStyle w:val="aa"/>
            </w:pPr>
          </w:p>
          <w:p w:rsidR="00DC7A15" w:rsidRDefault="00DC7A15" w:rsidP="00E656D7">
            <w:pPr>
              <w:pStyle w:val="aa"/>
            </w:pPr>
          </w:p>
          <w:p w:rsidR="00DC7A15" w:rsidRDefault="00DC7A15" w:rsidP="00E656D7">
            <w:pPr>
              <w:pStyle w:val="aa"/>
            </w:pPr>
          </w:p>
          <w:p w:rsidR="00DC7A15" w:rsidRDefault="00DC7A15" w:rsidP="00E656D7">
            <w:pPr>
              <w:pStyle w:val="aa"/>
            </w:pPr>
          </w:p>
          <w:p w:rsidR="00DC7A15" w:rsidRDefault="00DC7A15" w:rsidP="00E656D7">
            <w:pPr>
              <w:pStyle w:val="aa"/>
            </w:pPr>
          </w:p>
          <w:p w:rsidR="00DC7A15" w:rsidRPr="00DC7A15" w:rsidRDefault="00DC7A15" w:rsidP="00E656D7">
            <w:pPr>
              <w:pStyle w:val="aa"/>
              <w:rPr>
                <w:b/>
                <w:i/>
              </w:rPr>
            </w:pPr>
            <w:r w:rsidRPr="00DC7A15">
              <w:rPr>
                <w:b/>
                <w:i/>
              </w:rPr>
              <w:t>Производственный шум</w:t>
            </w:r>
          </w:p>
        </w:tc>
        <w:tc>
          <w:tcPr>
            <w:tcW w:w="3521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DC7A15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DC7A15" w:rsidRPr="003970E9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DC7A15" w:rsidRPr="003970E9" w:rsidRDefault="00DC7A15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EF45FD">
            <w:pPr>
              <w:pStyle w:val="aa"/>
            </w:pPr>
          </w:p>
        </w:tc>
      </w:tr>
      <w:tr w:rsidR="00DC7A15" w:rsidRPr="00AF49A3" w:rsidTr="000B17D9">
        <w:trPr>
          <w:trHeight w:val="582"/>
          <w:jc w:val="center"/>
        </w:trPr>
        <w:tc>
          <w:tcPr>
            <w:tcW w:w="3049" w:type="dxa"/>
            <w:vMerge/>
          </w:tcPr>
          <w:p w:rsidR="00DC7A15" w:rsidRDefault="00DC7A15" w:rsidP="00E656D7">
            <w:pPr>
              <w:pStyle w:val="aa"/>
            </w:pPr>
          </w:p>
        </w:tc>
        <w:tc>
          <w:tcPr>
            <w:tcW w:w="3521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EF45FD">
            <w:pPr>
              <w:pStyle w:val="aa"/>
            </w:pPr>
          </w:p>
        </w:tc>
      </w:tr>
      <w:tr w:rsidR="00DC7A15" w:rsidRPr="00AF49A3" w:rsidTr="001E72DF">
        <w:trPr>
          <w:trHeight w:val="868"/>
          <w:jc w:val="center"/>
        </w:trPr>
        <w:tc>
          <w:tcPr>
            <w:tcW w:w="3049" w:type="dxa"/>
            <w:vMerge/>
          </w:tcPr>
          <w:p w:rsidR="00DC7A15" w:rsidRDefault="00DC7A15" w:rsidP="00E656D7">
            <w:pPr>
              <w:pStyle w:val="aa"/>
            </w:pPr>
          </w:p>
        </w:tc>
        <w:tc>
          <w:tcPr>
            <w:tcW w:w="3521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DC7A15" w:rsidRPr="003970E9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DC7A15" w:rsidRPr="00063DF1" w:rsidRDefault="00DC7A15" w:rsidP="00EF45F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EF45FD">
            <w:pPr>
              <w:pStyle w:val="aa"/>
            </w:pPr>
          </w:p>
        </w:tc>
      </w:tr>
      <w:tr w:rsidR="00DC7A15" w:rsidRPr="00AF49A3" w:rsidTr="00DC7A15">
        <w:trPr>
          <w:trHeight w:val="718"/>
          <w:jc w:val="center"/>
        </w:trPr>
        <w:tc>
          <w:tcPr>
            <w:tcW w:w="3049" w:type="dxa"/>
            <w:vMerge/>
          </w:tcPr>
          <w:p w:rsidR="00DC7A15" w:rsidRDefault="00DC7A15" w:rsidP="00E656D7">
            <w:pPr>
              <w:pStyle w:val="aa"/>
            </w:pPr>
          </w:p>
        </w:tc>
        <w:tc>
          <w:tcPr>
            <w:tcW w:w="3521" w:type="dxa"/>
          </w:tcPr>
          <w:p w:rsidR="00DC7A15" w:rsidRDefault="00DC7A15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DC7A15" w:rsidRDefault="00DC7A15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DC7A15" w:rsidRPr="00F1537C" w:rsidRDefault="00DC7A15" w:rsidP="00EF45F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  <w:vAlign w:val="center"/>
          </w:tcPr>
          <w:p w:rsidR="00DC7A15" w:rsidRPr="00063DF1" w:rsidRDefault="00DC7A15" w:rsidP="00EF45FD">
            <w:pPr>
              <w:pStyle w:val="aa"/>
            </w:pPr>
          </w:p>
        </w:tc>
      </w:tr>
      <w:tr w:rsidR="00EF45FD" w:rsidRPr="00AF49A3" w:rsidTr="00C84499">
        <w:trPr>
          <w:trHeight w:val="756"/>
          <w:jc w:val="center"/>
        </w:trPr>
        <w:tc>
          <w:tcPr>
            <w:tcW w:w="3049" w:type="dxa"/>
            <w:vMerge w:val="restart"/>
          </w:tcPr>
          <w:p w:rsidR="00EF45FD" w:rsidRDefault="00EF45FD" w:rsidP="00C84499">
            <w:pPr>
              <w:pStyle w:val="aa"/>
            </w:pPr>
            <w:r>
              <w:t>03.07.02. Оператор товарный нефтеловушек (старший);</w:t>
            </w:r>
          </w:p>
          <w:p w:rsidR="00EF45FD" w:rsidRDefault="00EF45FD" w:rsidP="00C84499">
            <w:pPr>
              <w:pStyle w:val="aa"/>
            </w:pPr>
            <w:r>
              <w:t>03.07.03А-03.07.09А(03.07.03А). Оператор товарный нефтелов</w:t>
            </w:r>
            <w:r>
              <w:t>у</w:t>
            </w:r>
            <w:r>
              <w:t>шек</w:t>
            </w:r>
          </w:p>
          <w:p w:rsidR="00EF45FD" w:rsidRDefault="00EF45FD" w:rsidP="00C84499">
            <w:pPr>
              <w:pStyle w:val="aa"/>
            </w:pPr>
          </w:p>
          <w:p w:rsidR="00EF45FD" w:rsidRDefault="00EF45FD" w:rsidP="00C84499">
            <w:pPr>
              <w:pStyle w:val="aa"/>
            </w:pPr>
          </w:p>
          <w:p w:rsidR="00EF45FD" w:rsidRDefault="00EF45FD" w:rsidP="00C84499">
            <w:pPr>
              <w:pStyle w:val="aa"/>
            </w:pPr>
          </w:p>
          <w:p w:rsidR="00EF45FD" w:rsidRDefault="00EF45FD" w:rsidP="00C84499">
            <w:pPr>
              <w:pStyle w:val="aa"/>
            </w:pPr>
          </w:p>
          <w:p w:rsidR="00EF45FD" w:rsidRDefault="00EF45FD" w:rsidP="00C84499">
            <w:pPr>
              <w:pStyle w:val="aa"/>
            </w:pPr>
          </w:p>
          <w:p w:rsidR="00EF45FD" w:rsidRDefault="00EF45FD" w:rsidP="00C84499">
            <w:pPr>
              <w:pStyle w:val="aa"/>
            </w:pPr>
          </w:p>
          <w:p w:rsidR="00EF45FD" w:rsidRDefault="00EF45FD" w:rsidP="00C84499">
            <w:pPr>
              <w:pStyle w:val="aa"/>
            </w:pPr>
          </w:p>
          <w:p w:rsidR="00EF45FD" w:rsidRDefault="00EF45FD" w:rsidP="00C84499">
            <w:pPr>
              <w:pStyle w:val="aa"/>
            </w:pPr>
          </w:p>
          <w:p w:rsidR="00EF45FD" w:rsidRDefault="00EF45FD" w:rsidP="00C84499">
            <w:pPr>
              <w:pStyle w:val="aa"/>
            </w:pPr>
          </w:p>
          <w:p w:rsidR="00EF45FD" w:rsidRPr="00DC7A15" w:rsidRDefault="00EF45FD" w:rsidP="00C84499">
            <w:pPr>
              <w:pStyle w:val="aa"/>
              <w:rPr>
                <w:b/>
                <w:i/>
              </w:rPr>
            </w:pPr>
            <w:r w:rsidRPr="00DC7A15">
              <w:rPr>
                <w:b/>
                <w:i/>
              </w:rPr>
              <w:t>Химический фактор</w:t>
            </w:r>
          </w:p>
        </w:tc>
        <w:tc>
          <w:tcPr>
            <w:tcW w:w="3521" w:type="dxa"/>
          </w:tcPr>
          <w:p w:rsidR="00EF45FD" w:rsidRDefault="00EF45FD" w:rsidP="00EF45FD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 xml:space="preserve">ми труда. </w:t>
            </w:r>
          </w:p>
          <w:p w:rsidR="00EF45FD" w:rsidRPr="00D40545" w:rsidRDefault="00EF45FD" w:rsidP="00EF45FD">
            <w:pPr>
              <w:pStyle w:val="aa"/>
              <w:rPr>
                <w:color w:val="FF0000"/>
                <w:szCs w:val="22"/>
              </w:rPr>
            </w:pPr>
            <w:r w:rsidRPr="009E12B3">
              <w:t>Выполнение работ с применением установленных СИЗОД.</w:t>
            </w:r>
          </w:p>
        </w:tc>
        <w:tc>
          <w:tcPr>
            <w:tcW w:w="2747" w:type="dxa"/>
          </w:tcPr>
          <w:p w:rsidR="00EF45FD" w:rsidRPr="003970E9" w:rsidRDefault="00EF45FD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EF45FD" w:rsidRPr="003970E9" w:rsidRDefault="00EF45FD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EF45FD" w:rsidRDefault="00EF45FD" w:rsidP="00EF45FD">
            <w:pPr>
              <w:pStyle w:val="aa"/>
            </w:pPr>
            <w:r>
              <w:t>ОМТО, ООТ</w:t>
            </w:r>
          </w:p>
          <w:p w:rsidR="00EF45FD" w:rsidRDefault="00EF45FD" w:rsidP="00EF45FD">
            <w:pPr>
              <w:pStyle w:val="aa"/>
            </w:pPr>
          </w:p>
          <w:p w:rsidR="00EF45FD" w:rsidRDefault="00EF45FD" w:rsidP="00EF45FD">
            <w:pPr>
              <w:pStyle w:val="aa"/>
            </w:pPr>
          </w:p>
          <w:p w:rsidR="00EF45FD" w:rsidRDefault="00EF45FD" w:rsidP="00EF45FD">
            <w:pPr>
              <w:pStyle w:val="aa"/>
            </w:pPr>
          </w:p>
          <w:p w:rsidR="00EF45FD" w:rsidRDefault="00EF45FD" w:rsidP="00EF45FD">
            <w:pPr>
              <w:pStyle w:val="aa"/>
            </w:pPr>
          </w:p>
          <w:p w:rsidR="00EF45FD" w:rsidRPr="00394950" w:rsidRDefault="00EF45FD" w:rsidP="00EF45FD">
            <w:pPr>
              <w:pStyle w:val="aa"/>
              <w:rPr>
                <w:color w:val="FF0000"/>
              </w:rPr>
            </w:pPr>
            <w:r w:rsidRPr="009E12B3">
              <w:t>Производство №3</w:t>
            </w:r>
          </w:p>
        </w:tc>
        <w:tc>
          <w:tcPr>
            <w:tcW w:w="1311" w:type="dxa"/>
            <w:vAlign w:val="center"/>
          </w:tcPr>
          <w:p w:rsidR="00EF45FD" w:rsidRPr="00063DF1" w:rsidRDefault="00EF45FD" w:rsidP="00EF45FD">
            <w:pPr>
              <w:pStyle w:val="aa"/>
            </w:pPr>
          </w:p>
        </w:tc>
      </w:tr>
      <w:tr w:rsidR="00DC7A15" w:rsidRPr="00AF49A3" w:rsidTr="00C84499">
        <w:trPr>
          <w:trHeight w:val="755"/>
          <w:jc w:val="center"/>
        </w:trPr>
        <w:tc>
          <w:tcPr>
            <w:tcW w:w="3049" w:type="dxa"/>
            <w:vMerge/>
          </w:tcPr>
          <w:p w:rsidR="00DC7A15" w:rsidRDefault="00DC7A15" w:rsidP="00C84499">
            <w:pPr>
              <w:pStyle w:val="aa"/>
            </w:pPr>
          </w:p>
        </w:tc>
        <w:tc>
          <w:tcPr>
            <w:tcW w:w="3521" w:type="dxa"/>
          </w:tcPr>
          <w:p w:rsidR="00DC7A15" w:rsidRPr="003970E9" w:rsidRDefault="00DC7A15" w:rsidP="00C84499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DC7A15" w:rsidRDefault="00DC7A15" w:rsidP="00C84499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DC7A15" w:rsidRPr="003970E9" w:rsidRDefault="00DC7A15" w:rsidP="00C84499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DC7A15" w:rsidRPr="003970E9" w:rsidRDefault="00DC7A15" w:rsidP="00C8449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C8449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DC7A15" w:rsidRPr="003970E9" w:rsidRDefault="00DC7A15" w:rsidP="00C84499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DC7A15" w:rsidRPr="00063DF1" w:rsidRDefault="00DC7A15" w:rsidP="00C84499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DC7A15" w:rsidRPr="000B17D9" w:rsidRDefault="00DC7A15" w:rsidP="00DB70BA">
            <w:pPr>
              <w:pStyle w:val="aa"/>
              <w:rPr>
                <w:highlight w:val="green"/>
              </w:rPr>
            </w:pPr>
          </w:p>
        </w:tc>
      </w:tr>
      <w:tr w:rsidR="00DC7A15" w:rsidRPr="00AF49A3" w:rsidTr="00C84499">
        <w:trPr>
          <w:trHeight w:val="755"/>
          <w:jc w:val="center"/>
        </w:trPr>
        <w:tc>
          <w:tcPr>
            <w:tcW w:w="3049" w:type="dxa"/>
            <w:vMerge/>
          </w:tcPr>
          <w:p w:rsidR="00DC7A15" w:rsidRDefault="00DC7A15" w:rsidP="00C84499">
            <w:pPr>
              <w:pStyle w:val="aa"/>
            </w:pPr>
          </w:p>
        </w:tc>
        <w:tc>
          <w:tcPr>
            <w:tcW w:w="3521" w:type="dxa"/>
          </w:tcPr>
          <w:p w:rsidR="00DC7A15" w:rsidRPr="003970E9" w:rsidRDefault="00DC7A15" w:rsidP="00C8449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уровнем </w:t>
            </w:r>
            <w:r>
              <w:rPr>
                <w:szCs w:val="22"/>
              </w:rPr>
              <w:t>химического фактора</w:t>
            </w:r>
            <w:r w:rsidRPr="003970E9">
              <w:rPr>
                <w:szCs w:val="22"/>
              </w:rPr>
              <w:t xml:space="preserve"> на рабочих местах</w:t>
            </w:r>
          </w:p>
        </w:tc>
        <w:tc>
          <w:tcPr>
            <w:tcW w:w="2747" w:type="dxa"/>
          </w:tcPr>
          <w:p w:rsidR="00DC7A15" w:rsidRPr="003970E9" w:rsidRDefault="00DC7A15" w:rsidP="00C8449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DC7A15" w:rsidRPr="003970E9" w:rsidRDefault="00DC7A15" w:rsidP="00C8449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DC7A15" w:rsidRPr="003970E9" w:rsidRDefault="00DC7A15" w:rsidP="00C8449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DC7A15" w:rsidRPr="00063DF1" w:rsidRDefault="00DC7A15" w:rsidP="00C84499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DC7A15" w:rsidRPr="000B17D9" w:rsidRDefault="00DC7A15" w:rsidP="00DB70BA">
            <w:pPr>
              <w:pStyle w:val="aa"/>
              <w:rPr>
                <w:highlight w:val="green"/>
              </w:rPr>
            </w:pPr>
          </w:p>
        </w:tc>
      </w:tr>
      <w:tr w:rsidR="00EF45FD" w:rsidRPr="00AF49A3" w:rsidTr="00EF45FD">
        <w:trPr>
          <w:trHeight w:val="1610"/>
          <w:jc w:val="center"/>
        </w:trPr>
        <w:tc>
          <w:tcPr>
            <w:tcW w:w="3049" w:type="dxa"/>
            <w:vAlign w:val="center"/>
          </w:tcPr>
          <w:p w:rsidR="00EF45FD" w:rsidRDefault="00EF45FD" w:rsidP="00E656D7">
            <w:pPr>
              <w:pStyle w:val="aa"/>
            </w:pPr>
            <w:r>
              <w:lastRenderedPageBreak/>
              <w:t>03.07.02. Оператор товарный нефтеловушек (старший);</w:t>
            </w:r>
          </w:p>
          <w:p w:rsidR="00EF45FD" w:rsidRDefault="00EF45FD" w:rsidP="00E656D7">
            <w:pPr>
              <w:pStyle w:val="aa"/>
            </w:pPr>
            <w:r>
              <w:t xml:space="preserve">03.07.03А-03.07.09А(03.07.03А). Оператор товарный </w:t>
            </w:r>
          </w:p>
          <w:p w:rsidR="00EF45FD" w:rsidRDefault="00EF45FD" w:rsidP="00E656D7">
            <w:pPr>
              <w:pStyle w:val="aa"/>
            </w:pPr>
            <w:r>
              <w:t>нефтеловушек</w:t>
            </w:r>
          </w:p>
          <w:p w:rsidR="00EF45FD" w:rsidRDefault="00EF45FD" w:rsidP="0089062A">
            <w:pPr>
              <w:pStyle w:val="aa"/>
              <w:jc w:val="left"/>
            </w:pPr>
          </w:p>
          <w:p w:rsidR="00EF45FD" w:rsidRPr="00C84499" w:rsidRDefault="00EF45FD" w:rsidP="00E656D7">
            <w:pPr>
              <w:pStyle w:val="aa"/>
              <w:rPr>
                <w:b/>
                <w:i/>
              </w:rPr>
            </w:pPr>
            <w:r w:rsidRPr="00C84499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21" w:type="dxa"/>
          </w:tcPr>
          <w:p w:rsidR="00EF45FD" w:rsidRDefault="00EF45FD" w:rsidP="00EF45FD">
            <w:pPr>
              <w:pStyle w:val="aa"/>
            </w:pPr>
            <w:r w:rsidRPr="009E12B3">
              <w:rPr>
                <w:szCs w:val="22"/>
              </w:rPr>
              <w:t>Соблюдение</w:t>
            </w:r>
            <w:r w:rsidRPr="007B038C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EF45FD" w:rsidRDefault="00EF45FD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EF45FD" w:rsidRPr="00400C2B" w:rsidRDefault="00EF45FD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EF45FD" w:rsidRPr="00400C2B" w:rsidRDefault="00EF45FD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EF45FD" w:rsidRPr="00063DF1" w:rsidRDefault="00EF45FD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EF45FD" w:rsidRPr="00063DF1" w:rsidRDefault="00EF45FD" w:rsidP="00EF45FD">
            <w:pPr>
              <w:pStyle w:val="aa"/>
            </w:pPr>
          </w:p>
        </w:tc>
      </w:tr>
      <w:tr w:rsidR="00C84499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C84499" w:rsidRPr="00063DF1" w:rsidRDefault="00C84499" w:rsidP="00DB70BA">
            <w:pPr>
              <w:pStyle w:val="aa"/>
            </w:pPr>
            <w:r w:rsidRPr="00E656D7">
              <w:rPr>
                <w:b/>
                <w:i/>
              </w:rPr>
              <w:t>Участок очистных сооружений</w:t>
            </w:r>
          </w:p>
        </w:tc>
      </w:tr>
      <w:tr w:rsidR="00C84499" w:rsidRPr="00AF49A3" w:rsidTr="00C400AE">
        <w:trPr>
          <w:trHeight w:val="431"/>
          <w:jc w:val="center"/>
        </w:trPr>
        <w:tc>
          <w:tcPr>
            <w:tcW w:w="3049" w:type="dxa"/>
            <w:vMerge w:val="restart"/>
          </w:tcPr>
          <w:p w:rsidR="00C84499" w:rsidRDefault="00C84499" w:rsidP="00E656D7">
            <w:pPr>
              <w:pStyle w:val="aa"/>
            </w:pPr>
            <w:r>
              <w:t>03.08.02. Оператор товарный</w:t>
            </w:r>
          </w:p>
          <w:p w:rsidR="00C84499" w:rsidRDefault="00C84499" w:rsidP="00E656D7">
            <w:pPr>
              <w:pStyle w:val="aa"/>
              <w:rPr>
                <w:i/>
              </w:rPr>
            </w:pPr>
          </w:p>
          <w:p w:rsidR="00C84499" w:rsidRDefault="00C84499" w:rsidP="00E656D7">
            <w:pPr>
              <w:pStyle w:val="aa"/>
              <w:rPr>
                <w:i/>
              </w:rPr>
            </w:pPr>
          </w:p>
          <w:p w:rsidR="00C84499" w:rsidRDefault="00C84499" w:rsidP="00E656D7">
            <w:pPr>
              <w:pStyle w:val="aa"/>
              <w:rPr>
                <w:i/>
              </w:rPr>
            </w:pPr>
          </w:p>
          <w:p w:rsidR="00C84499" w:rsidRDefault="00C84499" w:rsidP="00E656D7">
            <w:pPr>
              <w:pStyle w:val="aa"/>
              <w:rPr>
                <w:i/>
              </w:rPr>
            </w:pPr>
          </w:p>
          <w:p w:rsidR="00C84499" w:rsidRDefault="00C84499" w:rsidP="00E656D7">
            <w:pPr>
              <w:pStyle w:val="aa"/>
              <w:rPr>
                <w:i/>
              </w:rPr>
            </w:pPr>
          </w:p>
          <w:p w:rsidR="00C84499" w:rsidRDefault="00C84499" w:rsidP="00E656D7">
            <w:pPr>
              <w:pStyle w:val="aa"/>
              <w:rPr>
                <w:i/>
              </w:rPr>
            </w:pPr>
          </w:p>
          <w:p w:rsidR="00C84499" w:rsidRDefault="00C84499" w:rsidP="00E656D7">
            <w:pPr>
              <w:pStyle w:val="aa"/>
              <w:rPr>
                <w:i/>
              </w:rPr>
            </w:pPr>
          </w:p>
          <w:p w:rsidR="00C84499" w:rsidRPr="00C84499" w:rsidRDefault="00C84499" w:rsidP="00E656D7">
            <w:pPr>
              <w:pStyle w:val="aa"/>
              <w:rPr>
                <w:b/>
              </w:rPr>
            </w:pPr>
            <w:r w:rsidRPr="00C84499">
              <w:rPr>
                <w:b/>
                <w:i/>
              </w:rPr>
              <w:t>Производственный шум</w:t>
            </w: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C8449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C84499" w:rsidRPr="003970E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C84499" w:rsidRPr="003970E9" w:rsidRDefault="00C84499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DB70BA">
            <w:pPr>
              <w:pStyle w:val="aa"/>
            </w:pPr>
          </w:p>
        </w:tc>
      </w:tr>
      <w:tr w:rsidR="00C84499" w:rsidRPr="00AF49A3" w:rsidTr="00C400AE">
        <w:trPr>
          <w:trHeight w:val="431"/>
          <w:jc w:val="center"/>
        </w:trPr>
        <w:tc>
          <w:tcPr>
            <w:tcW w:w="3049" w:type="dxa"/>
            <w:vMerge/>
          </w:tcPr>
          <w:p w:rsidR="00C84499" w:rsidRDefault="00C84499" w:rsidP="00E656D7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DB70BA">
            <w:pPr>
              <w:pStyle w:val="aa"/>
            </w:pPr>
          </w:p>
        </w:tc>
      </w:tr>
      <w:tr w:rsidR="00C84499" w:rsidRPr="00AF49A3" w:rsidTr="00C400AE">
        <w:trPr>
          <w:trHeight w:val="431"/>
          <w:jc w:val="center"/>
        </w:trPr>
        <w:tc>
          <w:tcPr>
            <w:tcW w:w="3049" w:type="dxa"/>
            <w:vMerge/>
          </w:tcPr>
          <w:p w:rsidR="00C84499" w:rsidRDefault="00C84499" w:rsidP="00E656D7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DB70BA">
            <w:pPr>
              <w:pStyle w:val="aa"/>
            </w:pPr>
          </w:p>
        </w:tc>
      </w:tr>
      <w:tr w:rsidR="00C84499" w:rsidRPr="00AF49A3" w:rsidTr="00C84499">
        <w:trPr>
          <w:trHeight w:val="744"/>
          <w:jc w:val="center"/>
        </w:trPr>
        <w:tc>
          <w:tcPr>
            <w:tcW w:w="3049" w:type="dxa"/>
            <w:vMerge/>
          </w:tcPr>
          <w:p w:rsidR="00C84499" w:rsidRDefault="00C84499" w:rsidP="00E656D7">
            <w:pPr>
              <w:pStyle w:val="aa"/>
            </w:pPr>
          </w:p>
        </w:tc>
        <w:tc>
          <w:tcPr>
            <w:tcW w:w="3521" w:type="dxa"/>
          </w:tcPr>
          <w:p w:rsidR="00C8449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C84499" w:rsidRPr="00F1537C" w:rsidRDefault="00C84499" w:rsidP="00EF45F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DB70BA">
            <w:pPr>
              <w:pStyle w:val="aa"/>
            </w:pPr>
          </w:p>
        </w:tc>
      </w:tr>
      <w:tr w:rsidR="00C84499" w:rsidRPr="00AF49A3" w:rsidTr="00BB2221">
        <w:trPr>
          <w:trHeight w:val="431"/>
          <w:jc w:val="center"/>
        </w:trPr>
        <w:tc>
          <w:tcPr>
            <w:tcW w:w="3049" w:type="dxa"/>
          </w:tcPr>
          <w:p w:rsidR="00C84499" w:rsidRDefault="00C84499" w:rsidP="00E656D7">
            <w:pPr>
              <w:pStyle w:val="aa"/>
            </w:pPr>
            <w:r>
              <w:t>03.08.02. Оператор товарный</w:t>
            </w:r>
          </w:p>
          <w:p w:rsidR="00C84499" w:rsidRDefault="00C84499" w:rsidP="00E656D7">
            <w:pPr>
              <w:pStyle w:val="aa"/>
            </w:pPr>
          </w:p>
          <w:p w:rsidR="00C84499" w:rsidRDefault="00C84499" w:rsidP="00E656D7">
            <w:pPr>
              <w:pStyle w:val="aa"/>
            </w:pPr>
          </w:p>
          <w:p w:rsidR="00C84499" w:rsidRPr="00C84499" w:rsidRDefault="00C84499" w:rsidP="00E656D7">
            <w:pPr>
              <w:pStyle w:val="aa"/>
              <w:rPr>
                <w:b/>
              </w:rPr>
            </w:pPr>
            <w:r w:rsidRPr="00C84499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21" w:type="dxa"/>
          </w:tcPr>
          <w:p w:rsidR="00C84499" w:rsidRDefault="007B038C" w:rsidP="00EF45FD">
            <w:pPr>
              <w:pStyle w:val="aa"/>
            </w:pPr>
            <w:r w:rsidRPr="009E12B3">
              <w:rPr>
                <w:szCs w:val="22"/>
              </w:rPr>
              <w:t>Соблюдение</w:t>
            </w:r>
            <w:r w:rsidRPr="007B038C">
              <w:rPr>
                <w:color w:val="FF0000"/>
                <w:szCs w:val="22"/>
              </w:rPr>
              <w:t xml:space="preserve"> </w:t>
            </w:r>
            <w:r w:rsidR="00C84499">
              <w:rPr>
                <w:szCs w:val="22"/>
              </w:rPr>
              <w:t>о</w:t>
            </w:r>
            <w:r w:rsidR="00C84499" w:rsidRPr="00D36B4A">
              <w:rPr>
                <w:szCs w:val="22"/>
              </w:rPr>
              <w:t>птим</w:t>
            </w:r>
            <w:r w:rsidR="00C84499">
              <w:rPr>
                <w:szCs w:val="22"/>
              </w:rPr>
              <w:t>альных</w:t>
            </w:r>
            <w:r w:rsidR="00C84499" w:rsidRPr="00D36B4A">
              <w:rPr>
                <w:szCs w:val="22"/>
              </w:rPr>
              <w:t xml:space="preserve"> режимов труда и отдыха</w:t>
            </w:r>
            <w:r w:rsidR="00C84499">
              <w:rPr>
                <w:szCs w:val="22"/>
              </w:rPr>
              <w:t>, р</w:t>
            </w:r>
            <w:r w:rsidR="00C84499" w:rsidRPr="00D36B4A">
              <w:rPr>
                <w:szCs w:val="22"/>
              </w:rPr>
              <w:t>ационально</w:t>
            </w:r>
            <w:r w:rsidR="00C84499">
              <w:rPr>
                <w:szCs w:val="22"/>
              </w:rPr>
              <w:t>го</w:t>
            </w:r>
            <w:r w:rsidR="00C84499" w:rsidRPr="00D36B4A">
              <w:rPr>
                <w:szCs w:val="22"/>
              </w:rPr>
              <w:t xml:space="preserve"> чер</w:t>
            </w:r>
            <w:r w:rsidR="00C84499" w:rsidRPr="00D36B4A">
              <w:rPr>
                <w:szCs w:val="22"/>
              </w:rPr>
              <w:t>е</w:t>
            </w:r>
            <w:r w:rsidR="00C84499" w:rsidRPr="00D36B4A">
              <w:rPr>
                <w:szCs w:val="22"/>
              </w:rPr>
              <w:t>дова</w:t>
            </w:r>
            <w:r w:rsidR="00C84499">
              <w:rPr>
                <w:szCs w:val="22"/>
              </w:rPr>
              <w:t>ния</w:t>
            </w:r>
            <w:r w:rsidR="00C84499" w:rsidRPr="00D36B4A">
              <w:rPr>
                <w:szCs w:val="22"/>
              </w:rPr>
              <w:t xml:space="preserve"> периодов отдыха и работы</w:t>
            </w:r>
            <w:r w:rsidR="00C84499">
              <w:rPr>
                <w:szCs w:val="22"/>
              </w:rPr>
              <w:t>,</w:t>
            </w:r>
            <w:r w:rsidR="00C84499" w:rsidRPr="00D36B4A">
              <w:t xml:space="preserve"> </w:t>
            </w:r>
            <w:r w:rsidR="00C84499">
              <w:t>ч</w:t>
            </w:r>
            <w:r w:rsidR="00C84499" w:rsidRPr="00D36B4A">
              <w:t>ередова</w:t>
            </w:r>
            <w:r w:rsidR="00C84499">
              <w:t xml:space="preserve">ния </w:t>
            </w:r>
            <w:r w:rsidR="00C84499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C84499" w:rsidRPr="00400C2B" w:rsidRDefault="00C84499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400C2B" w:rsidRDefault="00C84499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C84499" w:rsidRPr="00063DF1" w:rsidRDefault="00C84499" w:rsidP="00DB70BA">
            <w:pPr>
              <w:pStyle w:val="aa"/>
            </w:pPr>
            <w:r w:rsidRPr="00E656D7">
              <w:rPr>
                <w:b/>
                <w:i/>
              </w:rPr>
              <w:t>Участок по обслуживанию и ремонту факельного хозяйства</w:t>
            </w:r>
          </w:p>
        </w:tc>
      </w:tr>
      <w:tr w:rsidR="00C84499" w:rsidRPr="00AF49A3" w:rsidTr="00BB2221">
        <w:trPr>
          <w:trHeight w:val="325"/>
          <w:jc w:val="center"/>
        </w:trPr>
        <w:tc>
          <w:tcPr>
            <w:tcW w:w="3049" w:type="dxa"/>
          </w:tcPr>
          <w:p w:rsidR="00231B49" w:rsidRDefault="00231B49" w:rsidP="00E656D7">
            <w:pPr>
              <w:pStyle w:val="aa"/>
            </w:pPr>
            <w:r>
              <w:t>03.09.01. Начальник участка</w:t>
            </w:r>
          </w:p>
          <w:p w:rsidR="00C84499" w:rsidRDefault="00C84499" w:rsidP="00E656D7">
            <w:pPr>
              <w:pStyle w:val="aa"/>
            </w:pPr>
            <w:r>
              <w:t>03.09.02. Оператор товарный</w:t>
            </w:r>
          </w:p>
          <w:p w:rsidR="00C84499" w:rsidRDefault="00C84499" w:rsidP="00E656D7">
            <w:pPr>
              <w:pStyle w:val="aa"/>
            </w:pPr>
          </w:p>
          <w:p w:rsidR="00C84499" w:rsidRDefault="00C84499" w:rsidP="00E656D7">
            <w:pPr>
              <w:pStyle w:val="aa"/>
            </w:pPr>
          </w:p>
          <w:p w:rsidR="00C84499" w:rsidRDefault="00C84499" w:rsidP="00E656D7">
            <w:pPr>
              <w:pStyle w:val="aa"/>
            </w:pPr>
          </w:p>
          <w:p w:rsidR="00C84499" w:rsidRPr="00C84499" w:rsidRDefault="00C84499" w:rsidP="00E656D7">
            <w:pPr>
              <w:pStyle w:val="aa"/>
              <w:rPr>
                <w:b/>
              </w:rPr>
            </w:pPr>
            <w:r w:rsidRPr="00C84499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21" w:type="dxa"/>
          </w:tcPr>
          <w:p w:rsidR="00C84499" w:rsidRDefault="007B038C" w:rsidP="00EF45FD">
            <w:pPr>
              <w:pStyle w:val="aa"/>
            </w:pPr>
            <w:r w:rsidRPr="009E12B3">
              <w:rPr>
                <w:szCs w:val="22"/>
              </w:rPr>
              <w:t>Соблюдение</w:t>
            </w:r>
            <w:r w:rsidRPr="007B038C">
              <w:rPr>
                <w:color w:val="FF0000"/>
                <w:szCs w:val="22"/>
              </w:rPr>
              <w:t xml:space="preserve"> </w:t>
            </w:r>
            <w:r w:rsidR="00C84499">
              <w:rPr>
                <w:szCs w:val="22"/>
              </w:rPr>
              <w:t>о</w:t>
            </w:r>
            <w:r w:rsidR="00C84499" w:rsidRPr="00D36B4A">
              <w:rPr>
                <w:szCs w:val="22"/>
              </w:rPr>
              <w:t>птим</w:t>
            </w:r>
            <w:r w:rsidR="00C84499">
              <w:rPr>
                <w:szCs w:val="22"/>
              </w:rPr>
              <w:t>альных</w:t>
            </w:r>
            <w:r w:rsidR="00C84499" w:rsidRPr="00D36B4A">
              <w:rPr>
                <w:szCs w:val="22"/>
              </w:rPr>
              <w:t xml:space="preserve"> режимов труда и отдыха</w:t>
            </w:r>
            <w:r w:rsidR="00C84499">
              <w:rPr>
                <w:szCs w:val="22"/>
              </w:rPr>
              <w:t>, р</w:t>
            </w:r>
            <w:r w:rsidR="00C84499" w:rsidRPr="00D36B4A">
              <w:rPr>
                <w:szCs w:val="22"/>
              </w:rPr>
              <w:t>ационально</w:t>
            </w:r>
            <w:r w:rsidR="00C84499">
              <w:rPr>
                <w:szCs w:val="22"/>
              </w:rPr>
              <w:t>го</w:t>
            </w:r>
            <w:r w:rsidR="00C84499" w:rsidRPr="00D36B4A">
              <w:rPr>
                <w:szCs w:val="22"/>
              </w:rPr>
              <w:t xml:space="preserve"> чер</w:t>
            </w:r>
            <w:r w:rsidR="00C84499" w:rsidRPr="00D36B4A">
              <w:rPr>
                <w:szCs w:val="22"/>
              </w:rPr>
              <w:t>е</w:t>
            </w:r>
            <w:r w:rsidR="00C84499" w:rsidRPr="00D36B4A">
              <w:rPr>
                <w:szCs w:val="22"/>
              </w:rPr>
              <w:t>дова</w:t>
            </w:r>
            <w:r w:rsidR="00C84499">
              <w:rPr>
                <w:szCs w:val="22"/>
              </w:rPr>
              <w:t>ния</w:t>
            </w:r>
            <w:r w:rsidR="00C84499" w:rsidRPr="00D36B4A">
              <w:rPr>
                <w:szCs w:val="22"/>
              </w:rPr>
              <w:t xml:space="preserve"> периодов отдыха и работы</w:t>
            </w:r>
            <w:r w:rsidR="00C84499">
              <w:rPr>
                <w:szCs w:val="22"/>
              </w:rPr>
              <w:t>,</w:t>
            </w:r>
            <w:r w:rsidR="00C84499" w:rsidRPr="00D36B4A">
              <w:t xml:space="preserve"> </w:t>
            </w:r>
            <w:r w:rsidR="00C84499">
              <w:t>ч</w:t>
            </w:r>
            <w:r w:rsidR="00C84499" w:rsidRPr="00D36B4A">
              <w:t>ередова</w:t>
            </w:r>
            <w:r w:rsidR="00C84499">
              <w:t xml:space="preserve">ния </w:t>
            </w:r>
            <w:r w:rsidR="00C84499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C84499" w:rsidRPr="00400C2B" w:rsidRDefault="00C84499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400C2B" w:rsidRDefault="00C84499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C84499" w:rsidRPr="00063DF1" w:rsidRDefault="00C84499" w:rsidP="00DB70BA">
            <w:pPr>
              <w:pStyle w:val="aa"/>
            </w:pPr>
            <w:r w:rsidRPr="00E656D7">
              <w:rPr>
                <w:b/>
                <w:i/>
              </w:rPr>
              <w:t>Участок оборотного водоснабжения и береговая насосная станция</w:t>
            </w:r>
          </w:p>
        </w:tc>
      </w:tr>
      <w:tr w:rsidR="00C84499" w:rsidRPr="00AF49A3" w:rsidTr="00BB2221">
        <w:trPr>
          <w:trHeight w:val="650"/>
          <w:jc w:val="center"/>
        </w:trPr>
        <w:tc>
          <w:tcPr>
            <w:tcW w:w="3049" w:type="dxa"/>
            <w:vMerge w:val="restart"/>
          </w:tcPr>
          <w:p w:rsidR="00C84499" w:rsidRDefault="00C84499" w:rsidP="00E656D7">
            <w:pPr>
              <w:pStyle w:val="aa"/>
            </w:pPr>
            <w:r>
              <w:lastRenderedPageBreak/>
              <w:t>03.10.01. Начальник участка;</w:t>
            </w:r>
          </w:p>
          <w:p w:rsidR="00C84499" w:rsidRDefault="00C84499" w:rsidP="00E656D7">
            <w:pPr>
              <w:pStyle w:val="aa"/>
            </w:pPr>
            <w:r>
              <w:t>03.10.02А-03.10.08А(03.10.02А). Машинист насосных установок</w:t>
            </w:r>
          </w:p>
          <w:p w:rsidR="00C84499" w:rsidRDefault="00C84499" w:rsidP="00E656D7">
            <w:pPr>
              <w:pStyle w:val="aa"/>
            </w:pPr>
          </w:p>
          <w:p w:rsidR="00C84499" w:rsidRPr="00C84499" w:rsidRDefault="00C84499" w:rsidP="00E656D7">
            <w:pPr>
              <w:pStyle w:val="aa"/>
              <w:rPr>
                <w:b/>
              </w:rPr>
            </w:pPr>
            <w:r w:rsidRPr="00C84499">
              <w:rPr>
                <w:b/>
                <w:i/>
              </w:rPr>
              <w:t>Производственный шум</w:t>
            </w:r>
          </w:p>
          <w:p w:rsidR="00C84499" w:rsidRPr="0089062A" w:rsidRDefault="00C84499" w:rsidP="00E656D7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C8449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C84499" w:rsidRPr="003970E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C84499" w:rsidRPr="003970E9" w:rsidRDefault="00C84499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BB2221">
        <w:trPr>
          <w:trHeight w:val="650"/>
          <w:jc w:val="center"/>
        </w:trPr>
        <w:tc>
          <w:tcPr>
            <w:tcW w:w="3049" w:type="dxa"/>
            <w:vMerge/>
          </w:tcPr>
          <w:p w:rsidR="00C84499" w:rsidRDefault="00C84499" w:rsidP="00E656D7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BB2221">
        <w:trPr>
          <w:trHeight w:val="650"/>
          <w:jc w:val="center"/>
        </w:trPr>
        <w:tc>
          <w:tcPr>
            <w:tcW w:w="3049" w:type="dxa"/>
            <w:vMerge/>
          </w:tcPr>
          <w:p w:rsidR="00C84499" w:rsidRDefault="00C84499" w:rsidP="00E656D7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0B17D9">
        <w:trPr>
          <w:trHeight w:val="962"/>
          <w:jc w:val="center"/>
        </w:trPr>
        <w:tc>
          <w:tcPr>
            <w:tcW w:w="3049" w:type="dxa"/>
            <w:vMerge/>
          </w:tcPr>
          <w:p w:rsidR="00C84499" w:rsidRDefault="00C84499" w:rsidP="00E656D7">
            <w:pPr>
              <w:pStyle w:val="aa"/>
            </w:pPr>
          </w:p>
        </w:tc>
        <w:tc>
          <w:tcPr>
            <w:tcW w:w="3521" w:type="dxa"/>
          </w:tcPr>
          <w:p w:rsidR="00C8449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C84499" w:rsidRPr="00F1537C" w:rsidRDefault="00C84499" w:rsidP="00EF45F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BB2221">
        <w:trPr>
          <w:trHeight w:val="431"/>
          <w:jc w:val="center"/>
        </w:trPr>
        <w:tc>
          <w:tcPr>
            <w:tcW w:w="3049" w:type="dxa"/>
          </w:tcPr>
          <w:p w:rsidR="00C84499" w:rsidRDefault="00C84499" w:rsidP="00E656D7">
            <w:pPr>
              <w:pStyle w:val="aa"/>
            </w:pPr>
            <w:r>
              <w:t>03.10.02А-03.10.08А(03.10.02А). Машинист насосных установок</w:t>
            </w:r>
          </w:p>
          <w:p w:rsidR="00C84499" w:rsidRDefault="00C84499" w:rsidP="00E656D7">
            <w:pPr>
              <w:pStyle w:val="aa"/>
            </w:pPr>
          </w:p>
          <w:p w:rsidR="00C84499" w:rsidRPr="00C84499" w:rsidRDefault="00C84499" w:rsidP="00E656D7">
            <w:pPr>
              <w:pStyle w:val="aa"/>
              <w:rPr>
                <w:b/>
                <w:i/>
              </w:rPr>
            </w:pPr>
            <w:r w:rsidRPr="00C84499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21" w:type="dxa"/>
          </w:tcPr>
          <w:p w:rsidR="00C84499" w:rsidRDefault="007B038C" w:rsidP="00EF45FD">
            <w:pPr>
              <w:pStyle w:val="aa"/>
            </w:pPr>
            <w:r w:rsidRPr="009E12B3">
              <w:rPr>
                <w:szCs w:val="22"/>
              </w:rPr>
              <w:t xml:space="preserve">Соблюдение </w:t>
            </w:r>
            <w:r w:rsidR="00C84499">
              <w:rPr>
                <w:szCs w:val="22"/>
              </w:rPr>
              <w:t>о</w:t>
            </w:r>
            <w:r w:rsidR="00C84499" w:rsidRPr="00D36B4A">
              <w:rPr>
                <w:szCs w:val="22"/>
              </w:rPr>
              <w:t>птим</w:t>
            </w:r>
            <w:r w:rsidR="00C84499">
              <w:rPr>
                <w:szCs w:val="22"/>
              </w:rPr>
              <w:t>альных</w:t>
            </w:r>
            <w:r w:rsidR="00C84499" w:rsidRPr="00D36B4A">
              <w:rPr>
                <w:szCs w:val="22"/>
              </w:rPr>
              <w:t xml:space="preserve"> режимов труда и отдыха</w:t>
            </w:r>
            <w:r w:rsidR="00C84499">
              <w:rPr>
                <w:szCs w:val="22"/>
              </w:rPr>
              <w:t>, р</w:t>
            </w:r>
            <w:r w:rsidR="00C84499" w:rsidRPr="00D36B4A">
              <w:rPr>
                <w:szCs w:val="22"/>
              </w:rPr>
              <w:t>ационально</w:t>
            </w:r>
            <w:r w:rsidR="00C84499">
              <w:rPr>
                <w:szCs w:val="22"/>
              </w:rPr>
              <w:t>го</w:t>
            </w:r>
            <w:r w:rsidR="00C84499" w:rsidRPr="00D36B4A">
              <w:rPr>
                <w:szCs w:val="22"/>
              </w:rPr>
              <w:t xml:space="preserve"> чер</w:t>
            </w:r>
            <w:r w:rsidR="00C84499" w:rsidRPr="00D36B4A">
              <w:rPr>
                <w:szCs w:val="22"/>
              </w:rPr>
              <w:t>е</w:t>
            </w:r>
            <w:r w:rsidR="00C84499" w:rsidRPr="00D36B4A">
              <w:rPr>
                <w:szCs w:val="22"/>
              </w:rPr>
              <w:t>дова</w:t>
            </w:r>
            <w:r w:rsidR="00C84499">
              <w:rPr>
                <w:szCs w:val="22"/>
              </w:rPr>
              <w:t>ния</w:t>
            </w:r>
            <w:r w:rsidR="00C84499" w:rsidRPr="00D36B4A">
              <w:rPr>
                <w:szCs w:val="22"/>
              </w:rPr>
              <w:t xml:space="preserve"> периодов отдыха и работы</w:t>
            </w:r>
            <w:r w:rsidR="00C84499">
              <w:rPr>
                <w:szCs w:val="22"/>
              </w:rPr>
              <w:t>,</w:t>
            </w:r>
            <w:r w:rsidR="00C84499" w:rsidRPr="00D36B4A">
              <w:t xml:space="preserve"> </w:t>
            </w:r>
            <w:r w:rsidR="00C84499">
              <w:t>ч</w:t>
            </w:r>
            <w:r w:rsidR="00C84499" w:rsidRPr="00D36B4A">
              <w:t>ередова</w:t>
            </w:r>
            <w:r w:rsidR="00C84499">
              <w:t xml:space="preserve">ния </w:t>
            </w:r>
            <w:r w:rsidR="00C84499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C84499" w:rsidRPr="00400C2B" w:rsidRDefault="00C84499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400C2B" w:rsidRDefault="00C84499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C84499" w:rsidRPr="00063DF1" w:rsidRDefault="00C84499" w:rsidP="00DB70BA">
            <w:pPr>
              <w:pStyle w:val="aa"/>
            </w:pPr>
            <w:r w:rsidRPr="00E656D7">
              <w:rPr>
                <w:b/>
                <w:i/>
              </w:rPr>
              <w:t>Установка воздушная компрессорная</w:t>
            </w:r>
          </w:p>
        </w:tc>
      </w:tr>
      <w:tr w:rsidR="00C84499" w:rsidRPr="00AF49A3" w:rsidTr="004176C1">
        <w:trPr>
          <w:trHeight w:val="756"/>
          <w:jc w:val="center"/>
        </w:trPr>
        <w:tc>
          <w:tcPr>
            <w:tcW w:w="3049" w:type="dxa"/>
            <w:vMerge w:val="restart"/>
          </w:tcPr>
          <w:p w:rsidR="00C84499" w:rsidRDefault="00C84499" w:rsidP="00F85CCB">
            <w:pPr>
              <w:pStyle w:val="aa"/>
            </w:pPr>
            <w:r>
              <w:t>03.13.01. Начальник установки;</w:t>
            </w:r>
          </w:p>
          <w:p w:rsidR="00C84499" w:rsidRDefault="00C84499" w:rsidP="00F85CCB">
            <w:pPr>
              <w:pStyle w:val="aa"/>
            </w:pPr>
            <w:r>
              <w:t>03.13.02А-03.13.03А(03.13.02А). Машинист компрессорных уст</w:t>
            </w:r>
            <w:r>
              <w:t>а</w:t>
            </w:r>
            <w:r>
              <w:t>новок</w:t>
            </w: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  <w:rPr>
                <w:b/>
                <w:i/>
              </w:rPr>
            </w:pPr>
          </w:p>
          <w:p w:rsidR="00C84499" w:rsidRDefault="00C84499" w:rsidP="00F85CCB">
            <w:pPr>
              <w:pStyle w:val="aa"/>
              <w:rPr>
                <w:b/>
                <w:i/>
              </w:rPr>
            </w:pPr>
          </w:p>
          <w:p w:rsidR="00C84499" w:rsidRDefault="00C84499" w:rsidP="00F85CCB">
            <w:pPr>
              <w:pStyle w:val="aa"/>
              <w:rPr>
                <w:b/>
                <w:i/>
              </w:rPr>
            </w:pPr>
          </w:p>
          <w:p w:rsidR="00C84499" w:rsidRDefault="00C84499" w:rsidP="00F85CCB">
            <w:pPr>
              <w:pStyle w:val="aa"/>
              <w:rPr>
                <w:b/>
                <w:i/>
              </w:rPr>
            </w:pPr>
          </w:p>
          <w:p w:rsidR="00C84499" w:rsidRDefault="00C84499" w:rsidP="00F85CCB">
            <w:pPr>
              <w:pStyle w:val="aa"/>
              <w:rPr>
                <w:b/>
                <w:i/>
              </w:rPr>
            </w:pPr>
          </w:p>
          <w:p w:rsidR="00C84499" w:rsidRDefault="00C84499" w:rsidP="00F85CCB">
            <w:pPr>
              <w:pStyle w:val="aa"/>
              <w:rPr>
                <w:b/>
                <w:i/>
              </w:rPr>
            </w:pPr>
          </w:p>
          <w:p w:rsidR="00C84499" w:rsidRDefault="00C84499" w:rsidP="00F85CCB">
            <w:pPr>
              <w:pStyle w:val="aa"/>
              <w:rPr>
                <w:b/>
                <w:i/>
              </w:rPr>
            </w:pPr>
          </w:p>
          <w:p w:rsidR="00C84499" w:rsidRDefault="00C84499" w:rsidP="00F85CCB">
            <w:pPr>
              <w:pStyle w:val="aa"/>
              <w:rPr>
                <w:b/>
                <w:i/>
              </w:rPr>
            </w:pPr>
          </w:p>
          <w:p w:rsidR="00C84499" w:rsidRPr="00C84499" w:rsidRDefault="00C84499" w:rsidP="00F85CCB">
            <w:pPr>
              <w:pStyle w:val="aa"/>
              <w:rPr>
                <w:b/>
              </w:rPr>
            </w:pPr>
            <w:r w:rsidRPr="00C84499">
              <w:rPr>
                <w:b/>
                <w:i/>
              </w:rPr>
              <w:t>Производственный шум</w:t>
            </w:r>
          </w:p>
          <w:p w:rsidR="00C84499" w:rsidRPr="0089062A" w:rsidRDefault="00C84499" w:rsidP="00F85CCB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>Своевременный ремонт и</w:t>
            </w:r>
          </w:p>
          <w:p w:rsidR="00C8449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C84499" w:rsidRPr="003970E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C84499" w:rsidRPr="003970E9" w:rsidRDefault="00C84499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4176C1">
        <w:trPr>
          <w:trHeight w:val="756"/>
          <w:jc w:val="center"/>
        </w:trPr>
        <w:tc>
          <w:tcPr>
            <w:tcW w:w="3049" w:type="dxa"/>
            <w:vMerge/>
          </w:tcPr>
          <w:p w:rsidR="00C84499" w:rsidRDefault="00C84499" w:rsidP="00F85CCB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4176C1">
        <w:trPr>
          <w:trHeight w:val="756"/>
          <w:jc w:val="center"/>
        </w:trPr>
        <w:tc>
          <w:tcPr>
            <w:tcW w:w="3049" w:type="dxa"/>
            <w:vMerge/>
          </w:tcPr>
          <w:p w:rsidR="00C84499" w:rsidRDefault="00C84499" w:rsidP="00F85CCB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0B17D9">
        <w:trPr>
          <w:trHeight w:val="988"/>
          <w:jc w:val="center"/>
        </w:trPr>
        <w:tc>
          <w:tcPr>
            <w:tcW w:w="3049" w:type="dxa"/>
            <w:vMerge/>
          </w:tcPr>
          <w:p w:rsidR="00C84499" w:rsidRDefault="00C84499" w:rsidP="00F85CCB">
            <w:pPr>
              <w:pStyle w:val="aa"/>
            </w:pPr>
          </w:p>
        </w:tc>
        <w:tc>
          <w:tcPr>
            <w:tcW w:w="3521" w:type="dxa"/>
          </w:tcPr>
          <w:p w:rsidR="00C8449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C84499" w:rsidRPr="00F1537C" w:rsidRDefault="00C84499" w:rsidP="00EF45F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4176C1">
        <w:trPr>
          <w:trHeight w:val="544"/>
          <w:jc w:val="center"/>
        </w:trPr>
        <w:tc>
          <w:tcPr>
            <w:tcW w:w="3049" w:type="dxa"/>
          </w:tcPr>
          <w:p w:rsidR="00C84499" w:rsidRDefault="00C84499" w:rsidP="00F85CCB">
            <w:pPr>
              <w:pStyle w:val="aa"/>
            </w:pPr>
            <w:r>
              <w:lastRenderedPageBreak/>
              <w:t>03.13.02А-03.13.03А(03.13.02А). Машинист компрессорных уст</w:t>
            </w:r>
            <w:r>
              <w:t>а</w:t>
            </w:r>
            <w:r>
              <w:t>новок</w:t>
            </w:r>
          </w:p>
          <w:p w:rsidR="00C84499" w:rsidRDefault="00C84499" w:rsidP="00F85CCB">
            <w:pPr>
              <w:pStyle w:val="aa"/>
              <w:rPr>
                <w:i/>
              </w:rPr>
            </w:pPr>
          </w:p>
          <w:p w:rsidR="00C84499" w:rsidRPr="00C84499" w:rsidRDefault="00C84499" w:rsidP="00F85CCB">
            <w:pPr>
              <w:pStyle w:val="aa"/>
              <w:rPr>
                <w:b/>
                <w:i/>
              </w:rPr>
            </w:pPr>
            <w:r w:rsidRPr="00C84499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21" w:type="dxa"/>
          </w:tcPr>
          <w:p w:rsidR="00C84499" w:rsidRDefault="007B038C" w:rsidP="00EF45FD">
            <w:pPr>
              <w:pStyle w:val="aa"/>
            </w:pPr>
            <w:r w:rsidRPr="009E12B3">
              <w:rPr>
                <w:szCs w:val="22"/>
              </w:rPr>
              <w:t xml:space="preserve">Соблюдение </w:t>
            </w:r>
            <w:r w:rsidR="00C84499">
              <w:rPr>
                <w:szCs w:val="22"/>
              </w:rPr>
              <w:t>о</w:t>
            </w:r>
            <w:r w:rsidR="00C84499" w:rsidRPr="00D36B4A">
              <w:rPr>
                <w:szCs w:val="22"/>
              </w:rPr>
              <w:t>птим</w:t>
            </w:r>
            <w:r w:rsidR="00C84499">
              <w:rPr>
                <w:szCs w:val="22"/>
              </w:rPr>
              <w:t>альных</w:t>
            </w:r>
            <w:r w:rsidR="00C84499" w:rsidRPr="00D36B4A">
              <w:rPr>
                <w:szCs w:val="22"/>
              </w:rPr>
              <w:t xml:space="preserve"> режимов труда и отдыха</w:t>
            </w:r>
            <w:r w:rsidR="00C84499">
              <w:rPr>
                <w:szCs w:val="22"/>
              </w:rPr>
              <w:t>, р</w:t>
            </w:r>
            <w:r w:rsidR="00C84499" w:rsidRPr="00D36B4A">
              <w:rPr>
                <w:szCs w:val="22"/>
              </w:rPr>
              <w:t>ационально</w:t>
            </w:r>
            <w:r w:rsidR="00C84499">
              <w:rPr>
                <w:szCs w:val="22"/>
              </w:rPr>
              <w:t>го</w:t>
            </w:r>
            <w:r w:rsidR="00C84499" w:rsidRPr="00D36B4A">
              <w:rPr>
                <w:szCs w:val="22"/>
              </w:rPr>
              <w:t xml:space="preserve"> чер</w:t>
            </w:r>
            <w:r w:rsidR="00C84499" w:rsidRPr="00D36B4A">
              <w:rPr>
                <w:szCs w:val="22"/>
              </w:rPr>
              <w:t>е</w:t>
            </w:r>
            <w:r w:rsidR="00C84499" w:rsidRPr="00D36B4A">
              <w:rPr>
                <w:szCs w:val="22"/>
              </w:rPr>
              <w:t>дова</w:t>
            </w:r>
            <w:r w:rsidR="00C84499">
              <w:rPr>
                <w:szCs w:val="22"/>
              </w:rPr>
              <w:t>ния</w:t>
            </w:r>
            <w:r w:rsidR="00C84499" w:rsidRPr="00D36B4A">
              <w:rPr>
                <w:szCs w:val="22"/>
              </w:rPr>
              <w:t xml:space="preserve"> периодов отдыха и работы</w:t>
            </w:r>
            <w:r w:rsidR="00C84499">
              <w:rPr>
                <w:szCs w:val="22"/>
              </w:rPr>
              <w:t>,</w:t>
            </w:r>
            <w:r w:rsidR="00C84499" w:rsidRPr="00D36B4A">
              <w:t xml:space="preserve"> </w:t>
            </w:r>
            <w:r w:rsidR="00C84499">
              <w:t>ч</w:t>
            </w:r>
            <w:r w:rsidR="00C84499" w:rsidRPr="00D36B4A">
              <w:t>ередова</w:t>
            </w:r>
            <w:r w:rsidR="00C84499">
              <w:t xml:space="preserve">ния </w:t>
            </w:r>
            <w:r w:rsidR="00C84499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C84499" w:rsidRPr="00400C2B" w:rsidRDefault="00C84499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400C2B" w:rsidRDefault="00C84499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  <w:tr w:rsidR="00C84499" w:rsidRPr="00AF49A3" w:rsidTr="00A4648D">
        <w:trPr>
          <w:jc w:val="center"/>
        </w:trPr>
        <w:tc>
          <w:tcPr>
            <w:tcW w:w="15623" w:type="dxa"/>
            <w:gridSpan w:val="6"/>
            <w:vAlign w:val="center"/>
          </w:tcPr>
          <w:p w:rsidR="00C84499" w:rsidRPr="00063DF1" w:rsidRDefault="00C84499" w:rsidP="00DB70BA">
            <w:pPr>
              <w:pStyle w:val="aa"/>
            </w:pPr>
            <w:r w:rsidRPr="00E656D7">
              <w:rPr>
                <w:b/>
                <w:i/>
              </w:rPr>
              <w:t>Ремонтная группа</w:t>
            </w:r>
          </w:p>
        </w:tc>
      </w:tr>
      <w:tr w:rsidR="00C84499" w:rsidRPr="00AF49A3" w:rsidTr="004176C1">
        <w:trPr>
          <w:trHeight w:val="756"/>
          <w:jc w:val="center"/>
        </w:trPr>
        <w:tc>
          <w:tcPr>
            <w:tcW w:w="3049" w:type="dxa"/>
            <w:vMerge w:val="restart"/>
          </w:tcPr>
          <w:p w:rsidR="00C84499" w:rsidRDefault="00C84499" w:rsidP="00F85CCB">
            <w:pPr>
              <w:pStyle w:val="aa"/>
            </w:pPr>
            <w:r>
              <w:t>03.14.01А-03.14.07А(03.14.01А). Слесарь-ремонтник нефтелов</w:t>
            </w:r>
            <w:r>
              <w:t>у</w:t>
            </w:r>
            <w:r>
              <w:t>шек</w:t>
            </w: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</w:pPr>
          </w:p>
          <w:p w:rsidR="00C84499" w:rsidRDefault="00C84499" w:rsidP="00F85CCB">
            <w:pPr>
              <w:pStyle w:val="aa"/>
            </w:pPr>
          </w:p>
          <w:p w:rsidR="00C84499" w:rsidRPr="00C84499" w:rsidRDefault="00C84499" w:rsidP="00F85CCB">
            <w:pPr>
              <w:pStyle w:val="aa"/>
              <w:rPr>
                <w:b/>
              </w:rPr>
            </w:pPr>
            <w:r w:rsidRPr="00C84499">
              <w:rPr>
                <w:b/>
                <w:i/>
              </w:rPr>
              <w:t>Производственный шум</w:t>
            </w:r>
          </w:p>
          <w:p w:rsidR="00C84499" w:rsidRDefault="00C84499" w:rsidP="00F85CCB">
            <w:pPr>
              <w:pStyle w:val="aa"/>
            </w:pPr>
          </w:p>
          <w:p w:rsidR="00C84499" w:rsidRPr="0089062A" w:rsidRDefault="00C84499" w:rsidP="00F85CCB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Своевременный ремонт и</w:t>
            </w:r>
          </w:p>
          <w:p w:rsidR="00C8449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техническое обслуживание</w:t>
            </w:r>
          </w:p>
          <w:p w:rsidR="00C84499" w:rsidRPr="003970E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C84499" w:rsidRPr="003970E9" w:rsidRDefault="00C84499" w:rsidP="00EF45FD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DB70BA">
            <w:pPr>
              <w:pStyle w:val="aa"/>
            </w:pPr>
          </w:p>
        </w:tc>
      </w:tr>
      <w:tr w:rsidR="00C84499" w:rsidRPr="00AF49A3" w:rsidTr="004176C1">
        <w:trPr>
          <w:trHeight w:val="756"/>
          <w:jc w:val="center"/>
        </w:trPr>
        <w:tc>
          <w:tcPr>
            <w:tcW w:w="3049" w:type="dxa"/>
            <w:vMerge/>
          </w:tcPr>
          <w:p w:rsidR="00C84499" w:rsidRDefault="00C84499" w:rsidP="00F85CCB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программой</w:t>
            </w:r>
          </w:p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DB70BA">
            <w:pPr>
              <w:pStyle w:val="aa"/>
            </w:pPr>
          </w:p>
        </w:tc>
      </w:tr>
      <w:tr w:rsidR="00C84499" w:rsidRPr="00AF49A3" w:rsidTr="004176C1">
        <w:trPr>
          <w:trHeight w:val="756"/>
          <w:jc w:val="center"/>
        </w:trPr>
        <w:tc>
          <w:tcPr>
            <w:tcW w:w="3049" w:type="dxa"/>
            <w:vMerge/>
          </w:tcPr>
          <w:p w:rsidR="00C84499" w:rsidRDefault="00C84499" w:rsidP="00F85CCB">
            <w:pPr>
              <w:pStyle w:val="aa"/>
            </w:pPr>
          </w:p>
        </w:tc>
        <w:tc>
          <w:tcPr>
            <w:tcW w:w="3521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47" w:type="dxa"/>
          </w:tcPr>
          <w:p w:rsidR="00C84499" w:rsidRPr="003970E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DB70BA">
            <w:pPr>
              <w:pStyle w:val="aa"/>
            </w:pPr>
          </w:p>
        </w:tc>
      </w:tr>
      <w:tr w:rsidR="00C84499" w:rsidRPr="00AF49A3" w:rsidTr="00C84499">
        <w:trPr>
          <w:trHeight w:val="708"/>
          <w:jc w:val="center"/>
        </w:trPr>
        <w:tc>
          <w:tcPr>
            <w:tcW w:w="3049" w:type="dxa"/>
            <w:vMerge/>
          </w:tcPr>
          <w:p w:rsidR="00C84499" w:rsidRDefault="00C84499" w:rsidP="00F85CCB">
            <w:pPr>
              <w:pStyle w:val="aa"/>
            </w:pPr>
          </w:p>
        </w:tc>
        <w:tc>
          <w:tcPr>
            <w:tcW w:w="3521" w:type="dxa"/>
          </w:tcPr>
          <w:p w:rsidR="00C84499" w:rsidRDefault="00C84499" w:rsidP="00EF45FD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3970E9" w:rsidRDefault="00C84499" w:rsidP="00EF45F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C84499" w:rsidRPr="00F1537C" w:rsidRDefault="00C84499" w:rsidP="00EF45FD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</w:t>
            </w:r>
            <w:r>
              <w:rPr>
                <w:sz w:val="20"/>
              </w:rP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DB70BA">
            <w:pPr>
              <w:pStyle w:val="aa"/>
            </w:pPr>
          </w:p>
        </w:tc>
      </w:tr>
      <w:tr w:rsidR="00C84499" w:rsidRPr="00AF49A3" w:rsidTr="00C84499">
        <w:trPr>
          <w:trHeight w:val="1116"/>
          <w:jc w:val="center"/>
        </w:trPr>
        <w:tc>
          <w:tcPr>
            <w:tcW w:w="3049" w:type="dxa"/>
          </w:tcPr>
          <w:p w:rsidR="00C84499" w:rsidRDefault="00C84499" w:rsidP="00F85CCB">
            <w:pPr>
              <w:pStyle w:val="aa"/>
            </w:pPr>
            <w:r>
              <w:t>03.14.01А-03.14.07А(03.14.01А). Слесарь-ремонтник нефтелов</w:t>
            </w:r>
            <w:r>
              <w:t>у</w:t>
            </w:r>
            <w:r>
              <w:t>шек</w:t>
            </w:r>
          </w:p>
          <w:p w:rsidR="00C84499" w:rsidRDefault="00C84499" w:rsidP="00F85CCB">
            <w:pPr>
              <w:pStyle w:val="aa"/>
            </w:pPr>
          </w:p>
          <w:p w:rsidR="00C84499" w:rsidRPr="00C84499" w:rsidRDefault="00C84499" w:rsidP="00F85CCB">
            <w:pPr>
              <w:pStyle w:val="aa"/>
              <w:rPr>
                <w:b/>
                <w:i/>
              </w:rPr>
            </w:pPr>
            <w:r w:rsidRPr="00C84499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21" w:type="dxa"/>
          </w:tcPr>
          <w:p w:rsidR="00C84499" w:rsidRDefault="007B038C" w:rsidP="00EF45FD">
            <w:pPr>
              <w:pStyle w:val="aa"/>
            </w:pPr>
            <w:r w:rsidRPr="009E12B3">
              <w:rPr>
                <w:szCs w:val="22"/>
              </w:rPr>
              <w:t>Соблюдение</w:t>
            </w:r>
            <w:r w:rsidRPr="007B038C">
              <w:rPr>
                <w:color w:val="FF0000"/>
                <w:szCs w:val="22"/>
              </w:rPr>
              <w:t xml:space="preserve"> </w:t>
            </w:r>
            <w:r w:rsidR="00C84499">
              <w:rPr>
                <w:szCs w:val="22"/>
              </w:rPr>
              <w:t>о</w:t>
            </w:r>
            <w:r w:rsidR="00C84499" w:rsidRPr="00D36B4A">
              <w:rPr>
                <w:szCs w:val="22"/>
              </w:rPr>
              <w:t>птим</w:t>
            </w:r>
            <w:r w:rsidR="00C84499">
              <w:rPr>
                <w:szCs w:val="22"/>
              </w:rPr>
              <w:t>альных</w:t>
            </w:r>
            <w:r w:rsidR="00C84499" w:rsidRPr="00D36B4A">
              <w:rPr>
                <w:szCs w:val="22"/>
              </w:rPr>
              <w:t xml:space="preserve"> режимов труда и отдыха</w:t>
            </w:r>
            <w:r w:rsidR="00C84499">
              <w:rPr>
                <w:szCs w:val="22"/>
              </w:rPr>
              <w:t>, р</w:t>
            </w:r>
            <w:r w:rsidR="00C84499" w:rsidRPr="00D36B4A">
              <w:rPr>
                <w:szCs w:val="22"/>
              </w:rPr>
              <w:t>ационально</w:t>
            </w:r>
            <w:r w:rsidR="00C84499">
              <w:rPr>
                <w:szCs w:val="22"/>
              </w:rPr>
              <w:t>го</w:t>
            </w:r>
            <w:r w:rsidR="00C84499" w:rsidRPr="00D36B4A">
              <w:rPr>
                <w:szCs w:val="22"/>
              </w:rPr>
              <w:t xml:space="preserve"> чер</w:t>
            </w:r>
            <w:r w:rsidR="00C84499" w:rsidRPr="00D36B4A">
              <w:rPr>
                <w:szCs w:val="22"/>
              </w:rPr>
              <w:t>е</w:t>
            </w:r>
            <w:r w:rsidR="00C84499" w:rsidRPr="00D36B4A">
              <w:rPr>
                <w:szCs w:val="22"/>
              </w:rPr>
              <w:t>дова</w:t>
            </w:r>
            <w:r w:rsidR="00C84499">
              <w:rPr>
                <w:szCs w:val="22"/>
              </w:rPr>
              <w:t>ния</w:t>
            </w:r>
            <w:r w:rsidR="00C84499" w:rsidRPr="00D36B4A">
              <w:rPr>
                <w:szCs w:val="22"/>
              </w:rPr>
              <w:t xml:space="preserve"> периодов отдыха и работы</w:t>
            </w:r>
            <w:r w:rsidR="00C84499">
              <w:rPr>
                <w:szCs w:val="22"/>
              </w:rPr>
              <w:t>,</w:t>
            </w:r>
            <w:r w:rsidR="00C84499" w:rsidRPr="00D36B4A">
              <w:t xml:space="preserve"> </w:t>
            </w:r>
            <w:r w:rsidR="00C84499">
              <w:t>ч</w:t>
            </w:r>
            <w:r w:rsidR="00C84499" w:rsidRPr="00D36B4A">
              <w:t>ередова</w:t>
            </w:r>
            <w:r w:rsidR="00C84499">
              <w:t xml:space="preserve">ния </w:t>
            </w:r>
            <w:r w:rsidR="00C84499" w:rsidRPr="00D36B4A">
              <w:t>работ разной сложности и интенсивности</w:t>
            </w:r>
          </w:p>
        </w:tc>
        <w:tc>
          <w:tcPr>
            <w:tcW w:w="2747" w:type="dxa"/>
          </w:tcPr>
          <w:p w:rsidR="00C84499" w:rsidRDefault="00C84499" w:rsidP="00EF45FD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C84499" w:rsidRPr="00400C2B" w:rsidRDefault="00C84499" w:rsidP="00EF45FD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84499" w:rsidRPr="00400C2B" w:rsidRDefault="00C84499" w:rsidP="00EF45FD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C84499" w:rsidRPr="00063DF1" w:rsidRDefault="00C84499" w:rsidP="00EF45FD">
            <w:pPr>
              <w:pStyle w:val="aa"/>
            </w:pPr>
            <w:r w:rsidRPr="00F1537C">
              <w:t>Производство №</w:t>
            </w:r>
            <w:r>
              <w:t>3</w:t>
            </w:r>
          </w:p>
        </w:tc>
        <w:tc>
          <w:tcPr>
            <w:tcW w:w="1311" w:type="dxa"/>
            <w:vAlign w:val="center"/>
          </w:tcPr>
          <w:p w:rsidR="00C84499" w:rsidRPr="00063DF1" w:rsidRDefault="00C84499" w:rsidP="00EF45FD">
            <w:pPr>
              <w:pStyle w:val="aa"/>
            </w:pPr>
          </w:p>
        </w:tc>
      </w:tr>
    </w:tbl>
    <w:p w:rsidR="00DB70BA" w:rsidRDefault="00DB70BA" w:rsidP="00DB70BA"/>
    <w:p w:rsidR="00DB70BA" w:rsidRPr="002D16F4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9E12B3">
        <w:rPr>
          <w:rStyle w:val="a9"/>
        </w:rPr>
        <w:t>18.08.2015</w:t>
      </w:r>
      <w:r w:rsidR="002D16F4">
        <w:rPr>
          <w:rStyle w:val="a9"/>
        </w:rPr>
        <w:t xml:space="preserve"> </w:t>
      </w:r>
    </w:p>
    <w:p w:rsidR="0065289A" w:rsidRPr="0089062A" w:rsidRDefault="0065289A" w:rsidP="009A1326">
      <w:pPr>
        <w:rPr>
          <w:sz w:val="18"/>
          <w:szCs w:val="18"/>
        </w:rPr>
      </w:pPr>
    </w:p>
    <w:sectPr w:rsidR="0065289A" w:rsidRPr="0089062A" w:rsidSect="00020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C9" w:rsidRDefault="00DD72C9" w:rsidP="00F85CCB">
      <w:r>
        <w:separator/>
      </w:r>
    </w:p>
  </w:endnote>
  <w:endnote w:type="continuationSeparator" w:id="0">
    <w:p w:rsidR="00DD72C9" w:rsidRDefault="00DD72C9" w:rsidP="00F8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91" w:rsidRDefault="00744E9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5FD" w:rsidRPr="00F85CCB" w:rsidRDefault="00EF45FD" w:rsidP="00F85CCB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</w:t>
    </w:r>
    <w:r w:rsidR="002D16F4" w:rsidRPr="004C1EC5">
      <w:t>ПАО</w:t>
    </w:r>
    <w:r w:rsidRPr="002D16F4">
      <w:rPr>
        <w:color w:val="FF0000"/>
      </w:rPr>
      <w:t xml:space="preserve"> </w:t>
    </w:r>
    <w:r>
      <w:t xml:space="preserve">«САРАТОВСКИЙ НПЗ». </w:t>
    </w:r>
    <w:r w:rsidRPr="00F85CCB">
      <w:t>Производство №3 водопарогазоснабжения, промканализации и очистных сооружений</w:t>
    </w:r>
    <w:r>
      <w:rPr>
        <w:rFonts w:asciiTheme="majorHAnsi" w:eastAsiaTheme="majorEastAsia" w:hAnsiTheme="majorHAnsi" w:cstheme="majorBidi"/>
      </w:rPr>
      <w:tab/>
    </w:r>
    <w:r w:rsidRPr="00F85CCB">
      <w:rPr>
        <w:rFonts w:ascii="Cambria" w:hAnsi="Cambria"/>
      </w:rPr>
      <w:t>Стр</w:t>
    </w:r>
    <w:r>
      <w:rPr>
        <w:rFonts w:ascii="Cambria" w:hAnsi="Cambria"/>
      </w:rPr>
      <w:t>.</w:t>
    </w:r>
    <w:r w:rsidRPr="00F85CCB">
      <w:rPr>
        <w:rFonts w:ascii="Cambria" w:hAnsi="Cambria"/>
      </w:rPr>
      <w:t xml:space="preserve"> </w:t>
    </w:r>
    <w:r w:rsidRPr="00F85CCB">
      <w:rPr>
        <w:rFonts w:ascii="Calibri" w:hAnsi="Calibri"/>
      </w:rPr>
      <w:fldChar w:fldCharType="begin"/>
    </w:r>
    <w:r>
      <w:instrText>PAGE   \* MERGEFORMAT</w:instrText>
    </w:r>
    <w:r w:rsidRPr="00F85CCB">
      <w:rPr>
        <w:rFonts w:ascii="Calibri" w:hAnsi="Calibri"/>
      </w:rPr>
      <w:fldChar w:fldCharType="separate"/>
    </w:r>
    <w:r w:rsidR="00744E91" w:rsidRPr="00744E91">
      <w:rPr>
        <w:rFonts w:ascii="Cambria" w:hAnsi="Cambria"/>
        <w:noProof/>
      </w:rPr>
      <w:t>8</w:t>
    </w:r>
    <w:r w:rsidRPr="00F85CCB">
      <w:rPr>
        <w:rFonts w:ascii="Cambria" w:hAnsi="Cambria"/>
      </w:rPr>
      <w:fldChar w:fldCharType="end"/>
    </w:r>
    <w:r>
      <w:rPr>
        <w:rFonts w:ascii="Cambria" w:hAnsi="Cambria"/>
      </w:rPr>
      <w:t xml:space="preserve"> из </w:t>
    </w:r>
    <w:r w:rsidR="00744E91">
      <w:rPr>
        <w:rFonts w:ascii="Cambria" w:hAnsi="Cambria"/>
      </w:rPr>
      <w:t>8</w:t>
    </w:r>
    <w:bookmarkStart w:id="1" w:name="_GoBack"/>
    <w:bookmarkEnd w:id="1"/>
  </w:p>
  <w:p w:rsidR="00EF45FD" w:rsidRDefault="00EF45F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91" w:rsidRDefault="00744E9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C9" w:rsidRDefault="00DD72C9" w:rsidP="00F85CCB">
      <w:r>
        <w:separator/>
      </w:r>
    </w:p>
  </w:footnote>
  <w:footnote w:type="continuationSeparator" w:id="0">
    <w:p w:rsidR="00DD72C9" w:rsidRDefault="00DD72C9" w:rsidP="00F85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91" w:rsidRDefault="00744E9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91" w:rsidRDefault="00744E9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91" w:rsidRDefault="00744E9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9062A"/>
    <w:rsid w:val="00003F94"/>
    <w:rsid w:val="0002033E"/>
    <w:rsid w:val="00026802"/>
    <w:rsid w:val="00056BFC"/>
    <w:rsid w:val="000579C1"/>
    <w:rsid w:val="0007776A"/>
    <w:rsid w:val="00093D2E"/>
    <w:rsid w:val="000B17D9"/>
    <w:rsid w:val="000C5130"/>
    <w:rsid w:val="00170083"/>
    <w:rsid w:val="00194ED6"/>
    <w:rsid w:val="00196135"/>
    <w:rsid w:val="001A7AC3"/>
    <w:rsid w:val="001B06AD"/>
    <w:rsid w:val="001C7C59"/>
    <w:rsid w:val="001E72DF"/>
    <w:rsid w:val="00213CBF"/>
    <w:rsid w:val="00226C45"/>
    <w:rsid w:val="00230B68"/>
    <w:rsid w:val="00231B49"/>
    <w:rsid w:val="00237B32"/>
    <w:rsid w:val="002D16F4"/>
    <w:rsid w:val="00394950"/>
    <w:rsid w:val="0039609E"/>
    <w:rsid w:val="003A131A"/>
    <w:rsid w:val="003A1C01"/>
    <w:rsid w:val="003A2259"/>
    <w:rsid w:val="003C5F7C"/>
    <w:rsid w:val="003C79E5"/>
    <w:rsid w:val="004176C1"/>
    <w:rsid w:val="00483A6A"/>
    <w:rsid w:val="00495D50"/>
    <w:rsid w:val="004A3B48"/>
    <w:rsid w:val="004A4D4C"/>
    <w:rsid w:val="004B7161"/>
    <w:rsid w:val="004C1EC5"/>
    <w:rsid w:val="004C6BD0"/>
    <w:rsid w:val="004D3FF5"/>
    <w:rsid w:val="004E5CB1"/>
    <w:rsid w:val="00547088"/>
    <w:rsid w:val="0055541F"/>
    <w:rsid w:val="005567D6"/>
    <w:rsid w:val="00561CB2"/>
    <w:rsid w:val="005645F0"/>
    <w:rsid w:val="00572AE0"/>
    <w:rsid w:val="00576574"/>
    <w:rsid w:val="00584289"/>
    <w:rsid w:val="005A651E"/>
    <w:rsid w:val="005F64E6"/>
    <w:rsid w:val="00632A26"/>
    <w:rsid w:val="0065289A"/>
    <w:rsid w:val="0067226F"/>
    <w:rsid w:val="006E662C"/>
    <w:rsid w:val="00725C51"/>
    <w:rsid w:val="00741794"/>
    <w:rsid w:val="00744E91"/>
    <w:rsid w:val="007453B0"/>
    <w:rsid w:val="00752C76"/>
    <w:rsid w:val="00793A8F"/>
    <w:rsid w:val="007B038C"/>
    <w:rsid w:val="007C06BA"/>
    <w:rsid w:val="007F7599"/>
    <w:rsid w:val="00804353"/>
    <w:rsid w:val="00810B1E"/>
    <w:rsid w:val="00820552"/>
    <w:rsid w:val="00865A03"/>
    <w:rsid w:val="0089062A"/>
    <w:rsid w:val="008B4051"/>
    <w:rsid w:val="008C0968"/>
    <w:rsid w:val="008D6B71"/>
    <w:rsid w:val="008E5753"/>
    <w:rsid w:val="0094593C"/>
    <w:rsid w:val="00947FE9"/>
    <w:rsid w:val="00956337"/>
    <w:rsid w:val="009647F7"/>
    <w:rsid w:val="0096768B"/>
    <w:rsid w:val="009929A6"/>
    <w:rsid w:val="009A1326"/>
    <w:rsid w:val="009B2C94"/>
    <w:rsid w:val="009C50C0"/>
    <w:rsid w:val="009D4044"/>
    <w:rsid w:val="009D6532"/>
    <w:rsid w:val="009E12B3"/>
    <w:rsid w:val="00A026A4"/>
    <w:rsid w:val="00A4648D"/>
    <w:rsid w:val="00A567D1"/>
    <w:rsid w:val="00A611C2"/>
    <w:rsid w:val="00A728BA"/>
    <w:rsid w:val="00A95693"/>
    <w:rsid w:val="00AB1EFB"/>
    <w:rsid w:val="00AE0340"/>
    <w:rsid w:val="00B12F45"/>
    <w:rsid w:val="00B1405F"/>
    <w:rsid w:val="00B3448B"/>
    <w:rsid w:val="00B476A9"/>
    <w:rsid w:val="00B5534B"/>
    <w:rsid w:val="00B86C9C"/>
    <w:rsid w:val="00BA560A"/>
    <w:rsid w:val="00BB2221"/>
    <w:rsid w:val="00BD0A92"/>
    <w:rsid w:val="00C0355B"/>
    <w:rsid w:val="00C400AE"/>
    <w:rsid w:val="00C45714"/>
    <w:rsid w:val="00C84499"/>
    <w:rsid w:val="00C93056"/>
    <w:rsid w:val="00C960FA"/>
    <w:rsid w:val="00CA2E96"/>
    <w:rsid w:val="00CD2568"/>
    <w:rsid w:val="00D11966"/>
    <w:rsid w:val="00D363FB"/>
    <w:rsid w:val="00D40545"/>
    <w:rsid w:val="00DA0267"/>
    <w:rsid w:val="00DB70BA"/>
    <w:rsid w:val="00DC0F74"/>
    <w:rsid w:val="00DC7A15"/>
    <w:rsid w:val="00DD6622"/>
    <w:rsid w:val="00DD72C9"/>
    <w:rsid w:val="00DE629D"/>
    <w:rsid w:val="00E25119"/>
    <w:rsid w:val="00E458F1"/>
    <w:rsid w:val="00E656D7"/>
    <w:rsid w:val="00EB7BDE"/>
    <w:rsid w:val="00EC5373"/>
    <w:rsid w:val="00EE0514"/>
    <w:rsid w:val="00EF45FD"/>
    <w:rsid w:val="00F04286"/>
    <w:rsid w:val="00F262EE"/>
    <w:rsid w:val="00F46086"/>
    <w:rsid w:val="00F835B0"/>
    <w:rsid w:val="00F85CCB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77616-58F4-4418-A026-2A91E244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13</TotalTime>
  <Pages>1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Ирина Потапова</dc:creator>
  <cp:lastModifiedBy>Staff</cp:lastModifiedBy>
  <cp:revision>7</cp:revision>
  <cp:lastPrinted>2015-09-28T05:48:00Z</cp:lastPrinted>
  <dcterms:created xsi:type="dcterms:W3CDTF">2015-09-24T05:31:00Z</dcterms:created>
  <dcterms:modified xsi:type="dcterms:W3CDTF">2018-02-14T09:47:00Z</dcterms:modified>
</cp:coreProperties>
</file>