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FD1DCC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615FE2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615FE2" w:rsidRPr="00615FE2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615FE2">
        <w:rPr>
          <w:rStyle w:val="a9"/>
        </w:rPr>
        <w:t>. Цех №12 Электроцех</w:t>
      </w:r>
      <w:r w:rsidR="00615FE2" w:rsidRPr="00615FE2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543"/>
        <w:gridCol w:w="2734"/>
        <w:gridCol w:w="1861"/>
        <w:gridCol w:w="3134"/>
        <w:gridCol w:w="1311"/>
      </w:tblGrid>
      <w:tr w:rsidR="00DB70BA" w:rsidRPr="00AF49A3" w:rsidTr="008926B8">
        <w:trPr>
          <w:tblHeader/>
          <w:jc w:val="center"/>
        </w:trPr>
        <w:tc>
          <w:tcPr>
            <w:tcW w:w="2980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926B8">
        <w:trPr>
          <w:jc w:val="center"/>
        </w:trPr>
        <w:tc>
          <w:tcPr>
            <w:tcW w:w="298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615FE2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615FE2" w:rsidRPr="00063DF1" w:rsidRDefault="00615FE2" w:rsidP="00DB70BA">
            <w:pPr>
              <w:pStyle w:val="aa"/>
            </w:pPr>
            <w:r>
              <w:rPr>
                <w:b/>
                <w:i/>
              </w:rPr>
              <w:t>Цех №12 Электроцех</w:t>
            </w:r>
          </w:p>
        </w:tc>
      </w:tr>
      <w:tr w:rsidR="00615FE2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615FE2" w:rsidRPr="00063DF1" w:rsidRDefault="00615FE2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 w:val="restart"/>
          </w:tcPr>
          <w:p w:rsidR="008926B8" w:rsidRDefault="008926B8" w:rsidP="008926B8">
            <w:pPr>
              <w:pStyle w:val="aa"/>
            </w:pPr>
            <w:r>
              <w:t>12.00.01. Начальник цеха;</w:t>
            </w:r>
          </w:p>
          <w:p w:rsidR="008926B8" w:rsidRDefault="008926B8" w:rsidP="008926B8">
            <w:pPr>
              <w:pStyle w:val="aa"/>
            </w:pPr>
            <w:r>
              <w:t>12.00.02. Заместитель начал</w:t>
            </w:r>
            <w:r>
              <w:t>ь</w:t>
            </w:r>
            <w:r>
              <w:t>ника цеха;</w:t>
            </w:r>
          </w:p>
          <w:p w:rsidR="008926B8" w:rsidRDefault="008926B8" w:rsidP="008926B8">
            <w:pPr>
              <w:pStyle w:val="aa"/>
            </w:pPr>
            <w:r>
              <w:t>12.00.03. Инженер</w:t>
            </w:r>
          </w:p>
          <w:p w:rsidR="008926B8" w:rsidRDefault="008926B8" w:rsidP="008926B8">
            <w:pPr>
              <w:pStyle w:val="aa"/>
            </w:pPr>
          </w:p>
          <w:p w:rsidR="008926B8" w:rsidRDefault="008926B8" w:rsidP="008926B8">
            <w:pPr>
              <w:pStyle w:val="aa"/>
            </w:pPr>
          </w:p>
          <w:p w:rsidR="008926B8" w:rsidRDefault="008926B8" w:rsidP="008926B8">
            <w:pPr>
              <w:pStyle w:val="aa"/>
            </w:pPr>
          </w:p>
          <w:p w:rsidR="008926B8" w:rsidRDefault="008926B8" w:rsidP="008926B8">
            <w:pPr>
              <w:pStyle w:val="aa"/>
            </w:pPr>
          </w:p>
          <w:p w:rsidR="008926B8" w:rsidRDefault="008926B8" w:rsidP="008926B8">
            <w:pPr>
              <w:pStyle w:val="aa"/>
            </w:pPr>
          </w:p>
          <w:p w:rsidR="008926B8" w:rsidRDefault="008926B8" w:rsidP="008926B8">
            <w:pPr>
              <w:pStyle w:val="aa"/>
            </w:pPr>
          </w:p>
          <w:p w:rsidR="008926B8" w:rsidRPr="00615FE2" w:rsidRDefault="008926B8" w:rsidP="008926B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8926B8" w:rsidRPr="00A73D59" w:rsidRDefault="008926B8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/>
            <w:vAlign w:val="center"/>
          </w:tcPr>
          <w:p w:rsidR="008926B8" w:rsidRPr="00615FE2" w:rsidRDefault="008926B8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8926B8" w:rsidRPr="00A73D59" w:rsidRDefault="008926B8" w:rsidP="00504B1F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/>
            <w:vAlign w:val="center"/>
          </w:tcPr>
          <w:p w:rsidR="008926B8" w:rsidRPr="00615FE2" w:rsidRDefault="008926B8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8926B8" w:rsidRDefault="008926B8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8926B8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8926B8" w:rsidRPr="00A73D59" w:rsidRDefault="008926B8" w:rsidP="008926B8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8926B8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8926B8" w:rsidRPr="00063DF1" w:rsidRDefault="008926B8" w:rsidP="00DB70BA">
            <w:pPr>
              <w:pStyle w:val="aa"/>
            </w:pPr>
            <w:r>
              <w:rPr>
                <w:i/>
              </w:rPr>
              <w:t>Участок №1 по обслуживанию и ремонту высоковольтных сетей, подстанций и оперативному управлению электроустановками</w:t>
            </w: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 w:val="restart"/>
          </w:tcPr>
          <w:p w:rsidR="008926B8" w:rsidRDefault="008926B8" w:rsidP="008926B8">
            <w:pPr>
              <w:pStyle w:val="aa"/>
            </w:pPr>
            <w:r>
              <w:t>12.01.01. Начальник участка;</w:t>
            </w:r>
          </w:p>
          <w:p w:rsidR="008926B8" w:rsidRDefault="008926B8" w:rsidP="008926B8">
            <w:pPr>
              <w:pStyle w:val="aa"/>
            </w:pPr>
            <w:r>
              <w:t>12.01.02. Мастер;</w:t>
            </w:r>
          </w:p>
          <w:p w:rsidR="008926B8" w:rsidRDefault="008926B8" w:rsidP="008926B8">
            <w:pPr>
              <w:pStyle w:val="aa"/>
            </w:pPr>
            <w:r>
              <w:t>12.01.03. Начальник смены;</w:t>
            </w:r>
          </w:p>
          <w:p w:rsidR="008926B8" w:rsidRDefault="008926B8" w:rsidP="008926B8">
            <w:pPr>
              <w:pStyle w:val="aa"/>
            </w:pPr>
            <w:r>
              <w:t>12.01.04А-12.01.06А(12.01.04А).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по оперативному управлению электроустановк</w:t>
            </w:r>
            <w:r>
              <w:t>а</w:t>
            </w:r>
            <w:r>
              <w:t>ми);</w:t>
            </w:r>
          </w:p>
          <w:p w:rsidR="008926B8" w:rsidRDefault="008926B8" w:rsidP="008926B8">
            <w:pPr>
              <w:pStyle w:val="aa"/>
            </w:pPr>
          </w:p>
          <w:p w:rsidR="008926B8" w:rsidRPr="00615FE2" w:rsidRDefault="008926B8" w:rsidP="008926B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8926B8" w:rsidRPr="00A73D59" w:rsidRDefault="008926B8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/>
          </w:tcPr>
          <w:p w:rsidR="008926B8" w:rsidRDefault="008926B8" w:rsidP="008926B8">
            <w:pPr>
              <w:pStyle w:val="aa"/>
            </w:pPr>
          </w:p>
        </w:tc>
        <w:tc>
          <w:tcPr>
            <w:tcW w:w="3543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8926B8" w:rsidRPr="003970E9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8926B8" w:rsidRPr="00A73D59" w:rsidRDefault="008926B8" w:rsidP="00504B1F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8926B8" w:rsidRPr="00AF49A3" w:rsidTr="008926B8">
        <w:trPr>
          <w:jc w:val="center"/>
        </w:trPr>
        <w:tc>
          <w:tcPr>
            <w:tcW w:w="2980" w:type="dxa"/>
            <w:vMerge/>
          </w:tcPr>
          <w:p w:rsidR="008926B8" w:rsidRDefault="008926B8" w:rsidP="008926B8">
            <w:pPr>
              <w:pStyle w:val="aa"/>
            </w:pPr>
          </w:p>
        </w:tc>
        <w:tc>
          <w:tcPr>
            <w:tcW w:w="3543" w:type="dxa"/>
          </w:tcPr>
          <w:p w:rsidR="008926B8" w:rsidRDefault="008926B8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8926B8" w:rsidRDefault="008926B8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8926B8" w:rsidRPr="003970E9" w:rsidRDefault="008926B8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8926B8" w:rsidRPr="00A73D59" w:rsidRDefault="008926B8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8926B8" w:rsidRPr="00063DF1" w:rsidRDefault="008926B8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 w:val="restart"/>
          </w:tcPr>
          <w:p w:rsidR="00504B1F" w:rsidRDefault="00504B1F" w:rsidP="008926B8">
            <w:pPr>
              <w:pStyle w:val="aa"/>
            </w:pPr>
            <w:r>
              <w:t>12.01.07А-12.01.14А(12.01.07А).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по обслуживанию и ремонту высоковольтных сетей, подстанций)</w:t>
            </w: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</w:p>
          <w:p w:rsidR="00504B1F" w:rsidRDefault="00504B1F" w:rsidP="008926B8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504B1F" w:rsidRPr="003970E9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504B1F" w:rsidRPr="003970E9" w:rsidRDefault="00504B1F" w:rsidP="00504B1F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  <w:vAlign w:val="center"/>
          </w:tcPr>
          <w:p w:rsidR="00504B1F" w:rsidRDefault="00504B1F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  <w:vAlign w:val="center"/>
          </w:tcPr>
          <w:p w:rsidR="00504B1F" w:rsidRDefault="00504B1F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lastRenderedPageBreak/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lastRenderedPageBreak/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В соответствии с </w:t>
            </w:r>
            <w:r>
              <w:rPr>
                <w:szCs w:val="22"/>
              </w:rPr>
              <w:lastRenderedPageBreak/>
              <w:t>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lastRenderedPageBreak/>
              <w:t>ОМТО, 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  <w:vAlign w:val="center"/>
          </w:tcPr>
          <w:p w:rsidR="00504B1F" w:rsidRDefault="00504B1F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</w:tcPr>
          <w:p w:rsidR="00504B1F" w:rsidRDefault="00504B1F" w:rsidP="00504B1F">
            <w:pPr>
              <w:pStyle w:val="aa"/>
            </w:pPr>
            <w:r>
              <w:t>Электромонтер по ремонту и обслуживанию электрообор</w:t>
            </w:r>
            <w:r>
              <w:t>у</w:t>
            </w:r>
            <w:r>
              <w:t>дования (группа по операти</w:t>
            </w:r>
            <w:r>
              <w:t>в</w:t>
            </w:r>
            <w:r>
              <w:t>ному управлению электроуст</w:t>
            </w:r>
            <w:r>
              <w:t>а</w:t>
            </w:r>
            <w:r>
              <w:t>новками);</w:t>
            </w:r>
          </w:p>
          <w:p w:rsidR="00504B1F" w:rsidRDefault="00504B1F" w:rsidP="00504B1F">
            <w:pPr>
              <w:pStyle w:val="aa"/>
            </w:pPr>
            <w:r>
              <w:t>12.01.07А-12.01.14А(12.01.07А).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по обслуживанию и ремонту высоковольтных сетей, подстанций)</w:t>
            </w:r>
          </w:p>
          <w:p w:rsidR="00504B1F" w:rsidRDefault="00504B1F" w:rsidP="00504B1F">
            <w:pPr>
              <w:pStyle w:val="aa"/>
            </w:pPr>
          </w:p>
          <w:p w:rsidR="00504B1F" w:rsidRPr="00615FE2" w:rsidRDefault="00504B1F" w:rsidP="00504B1F">
            <w:pPr>
              <w:pStyle w:val="aa"/>
            </w:pPr>
            <w:r w:rsidRPr="00615FE2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504B1F" w:rsidRPr="00400C2B" w:rsidRDefault="00504B1F" w:rsidP="00504B1F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400C2B" w:rsidRDefault="00504B1F" w:rsidP="00504B1F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504B1F" w:rsidRPr="00114868" w:rsidRDefault="00504B1F" w:rsidP="00504B1F">
            <w:pPr>
              <w:pStyle w:val="aa"/>
            </w:pPr>
            <w:r w:rsidRPr="00114868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504B1F" w:rsidRPr="00063DF1" w:rsidRDefault="00504B1F" w:rsidP="00DB70BA">
            <w:pPr>
              <w:pStyle w:val="aa"/>
            </w:pPr>
            <w:r>
              <w:rPr>
                <w:i/>
              </w:rPr>
              <w:t>Участок №2 электротехническая лаборатория</w:t>
            </w: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 w:val="restart"/>
          </w:tcPr>
          <w:p w:rsidR="00504B1F" w:rsidRDefault="00504B1F" w:rsidP="00504B1F">
            <w:pPr>
              <w:pStyle w:val="aa"/>
            </w:pPr>
            <w:r>
              <w:t>12.02.01. Начальник электр</w:t>
            </w:r>
            <w:r>
              <w:t>о</w:t>
            </w:r>
            <w:r>
              <w:t>технической лаборатории;</w:t>
            </w:r>
          </w:p>
          <w:p w:rsidR="00504B1F" w:rsidRDefault="00504B1F" w:rsidP="00504B1F">
            <w:pPr>
              <w:pStyle w:val="aa"/>
            </w:pPr>
            <w:r>
              <w:t>12.02.02. Инженер по релейной защите и автоматике;</w:t>
            </w:r>
          </w:p>
          <w:p w:rsidR="00504B1F" w:rsidRDefault="00504B1F" w:rsidP="00504B1F">
            <w:pPr>
              <w:pStyle w:val="aa"/>
            </w:pPr>
            <w:r>
              <w:t>12.02.03. Инженер по электр</w:t>
            </w:r>
            <w:r>
              <w:t>о</w:t>
            </w:r>
            <w:r>
              <w:t>приводу;</w:t>
            </w:r>
          </w:p>
          <w:p w:rsidR="00504B1F" w:rsidRDefault="00504B1F" w:rsidP="00504B1F">
            <w:pPr>
              <w:pStyle w:val="aa"/>
            </w:pPr>
            <w:r>
              <w:t>12.02.04А(12.02.05А). Инженер электротехлаборатории;</w:t>
            </w:r>
          </w:p>
          <w:p w:rsidR="00504B1F" w:rsidRDefault="00504B1F" w:rsidP="00504B1F">
            <w:pPr>
              <w:pStyle w:val="aa"/>
            </w:pPr>
            <w:r>
              <w:t>12.02.06. Инженер по электр</w:t>
            </w:r>
            <w:r>
              <w:t>о</w:t>
            </w:r>
            <w:r>
              <w:t>технике;</w:t>
            </w:r>
          </w:p>
          <w:p w:rsidR="00504B1F" w:rsidRDefault="00504B1F" w:rsidP="00504B1F">
            <w:pPr>
              <w:pStyle w:val="aa"/>
            </w:pPr>
            <w:r>
              <w:t>12.02.07А-12.02.13А(12.02.07А).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</w:t>
            </w:r>
          </w:p>
          <w:p w:rsidR="00504B1F" w:rsidRDefault="00504B1F" w:rsidP="00504B1F">
            <w:pPr>
              <w:pStyle w:val="aa"/>
            </w:pPr>
          </w:p>
          <w:p w:rsidR="00504B1F" w:rsidRPr="00615FE2" w:rsidRDefault="00504B1F" w:rsidP="00504B1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  <w:vAlign w:val="center"/>
          </w:tcPr>
          <w:p w:rsidR="00504B1F" w:rsidRDefault="00504B1F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  <w:vAlign w:val="center"/>
          </w:tcPr>
          <w:p w:rsidR="00504B1F" w:rsidRDefault="00504B1F" w:rsidP="00615FE2">
            <w:pPr>
              <w:pStyle w:val="aa"/>
              <w:jc w:val="left"/>
            </w:pP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</w:tcPr>
          <w:p w:rsidR="00504B1F" w:rsidRDefault="00504B1F" w:rsidP="00504B1F">
            <w:pPr>
              <w:pStyle w:val="aa"/>
            </w:pPr>
            <w:r>
              <w:t>12.02.07А-12.02.13А(12.02.07А). Электр</w:t>
            </w:r>
            <w:r>
              <w:t>о</w:t>
            </w:r>
            <w:r>
              <w:lastRenderedPageBreak/>
              <w:t>монтер по ремонту и обслуж</w:t>
            </w:r>
            <w:r>
              <w:t>и</w:t>
            </w:r>
            <w:r>
              <w:t>ванию электрооборудования</w:t>
            </w:r>
          </w:p>
          <w:p w:rsidR="00504B1F" w:rsidRDefault="00504B1F" w:rsidP="00504B1F">
            <w:pPr>
              <w:pStyle w:val="aa"/>
            </w:pPr>
          </w:p>
          <w:p w:rsidR="00504B1F" w:rsidRPr="00615FE2" w:rsidRDefault="00504B1F" w:rsidP="00504B1F">
            <w:pPr>
              <w:pStyle w:val="aa"/>
            </w:pPr>
            <w:r w:rsidRPr="00615FE2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</w:pPr>
            <w:r w:rsidRPr="00B426F3">
              <w:rPr>
                <w:szCs w:val="22"/>
              </w:rPr>
              <w:lastRenderedPageBreak/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lastRenderedPageBreak/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</w:pPr>
            <w:r>
              <w:lastRenderedPageBreak/>
              <w:t xml:space="preserve">Снижение физических нагрузок и утомляемости </w:t>
            </w:r>
            <w:r>
              <w:lastRenderedPageBreak/>
              <w:t>работающих.</w:t>
            </w:r>
          </w:p>
          <w:p w:rsidR="00504B1F" w:rsidRPr="00400C2B" w:rsidRDefault="00504B1F" w:rsidP="00504B1F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400C2B" w:rsidRDefault="00504B1F" w:rsidP="00504B1F">
            <w:pPr>
              <w:pStyle w:val="aa"/>
            </w:pPr>
            <w:r w:rsidRPr="00400C2B">
              <w:lastRenderedPageBreak/>
              <w:t>В соответствии с правилами вну</w:t>
            </w:r>
            <w:r w:rsidRPr="00400C2B">
              <w:t>т</w:t>
            </w:r>
            <w:r w:rsidRPr="00400C2B">
              <w:lastRenderedPageBreak/>
              <w:t>реннего трудового распорядка</w:t>
            </w:r>
          </w:p>
        </w:tc>
        <w:tc>
          <w:tcPr>
            <w:tcW w:w="3134" w:type="dxa"/>
          </w:tcPr>
          <w:p w:rsidR="00504B1F" w:rsidRPr="00114868" w:rsidRDefault="00504B1F" w:rsidP="00504B1F">
            <w:pPr>
              <w:pStyle w:val="aa"/>
            </w:pPr>
            <w:r w:rsidRPr="00114868">
              <w:lastRenderedPageBreak/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504B1F" w:rsidRPr="00063DF1" w:rsidRDefault="00504B1F" w:rsidP="00DB70BA">
            <w:pPr>
              <w:pStyle w:val="aa"/>
            </w:pPr>
            <w:r>
              <w:rPr>
                <w:i/>
              </w:rPr>
              <w:lastRenderedPageBreak/>
              <w:t>Участок №3 по ремонту и обслуживанию электрооборудования</w:t>
            </w: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 w:val="restart"/>
          </w:tcPr>
          <w:p w:rsidR="00504B1F" w:rsidRDefault="00504B1F" w:rsidP="00E60B99">
            <w:pPr>
              <w:pStyle w:val="aa"/>
            </w:pPr>
            <w:r>
              <w:t>12.03.01. Начальник участка;</w:t>
            </w:r>
          </w:p>
          <w:p w:rsidR="00504B1F" w:rsidRDefault="00504B1F" w:rsidP="00E60B99">
            <w:pPr>
              <w:pStyle w:val="aa"/>
            </w:pPr>
            <w:r>
              <w:t>12.03.03. Мастер;</w:t>
            </w:r>
          </w:p>
          <w:p w:rsidR="00504B1F" w:rsidRDefault="00504B1F" w:rsidP="00E60B99">
            <w:pPr>
              <w:pStyle w:val="aa"/>
            </w:pPr>
            <w:r>
              <w:t>12.03.04. Мастер по ремонту оборудования;</w:t>
            </w:r>
          </w:p>
          <w:p w:rsidR="00504B1F" w:rsidRDefault="00504B1F" w:rsidP="00504B1F">
            <w:pPr>
              <w:pStyle w:val="aa"/>
            </w:pPr>
            <w:r>
              <w:t>12.03.05. Мастер по ремонту электрооборудования;</w:t>
            </w:r>
          </w:p>
          <w:p w:rsidR="00504B1F" w:rsidRDefault="00504B1F" w:rsidP="00E60B99">
            <w:pPr>
              <w:pStyle w:val="aa"/>
            </w:pPr>
            <w:r>
              <w:t>12.03.22. Электромонтер по ремонту и обслуживанию эле</w:t>
            </w:r>
            <w:r>
              <w:t>к</w:t>
            </w:r>
            <w:r>
              <w:t>трооборудования (группа оп</w:t>
            </w:r>
            <w:r>
              <w:t>е</w:t>
            </w:r>
            <w:r>
              <w:t>ративно-ремонтного персонала, производство №1);</w:t>
            </w:r>
          </w:p>
          <w:p w:rsidR="00504B1F" w:rsidRDefault="00504B1F" w:rsidP="00E60B99">
            <w:pPr>
              <w:pStyle w:val="aa"/>
            </w:pPr>
            <w:r>
              <w:t>12.03.23. Электромонтер по ремонту и обслуживанию эле</w:t>
            </w:r>
            <w:r>
              <w:t>к</w:t>
            </w:r>
            <w:r>
              <w:t>трооборудования (группа оп</w:t>
            </w:r>
            <w:r>
              <w:t>е</w:t>
            </w:r>
            <w:r>
              <w:t>ративно-ремонтного персонала, производство №2);</w:t>
            </w:r>
          </w:p>
          <w:p w:rsidR="00504B1F" w:rsidRDefault="00504B1F" w:rsidP="00E60B99">
            <w:pPr>
              <w:pStyle w:val="aa"/>
            </w:pPr>
            <w:r>
              <w:t>12.03.24А-12.03.27А(12.03.24А).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производства №1, 3, 4 и объекты служб);</w:t>
            </w:r>
          </w:p>
          <w:p w:rsidR="00504B1F" w:rsidRDefault="00504B1F" w:rsidP="00E60B99">
            <w:pPr>
              <w:pStyle w:val="aa"/>
            </w:pPr>
            <w:r>
              <w:t>12.03.28А-12.03.29А(12.03.28А).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производство №4 и Волжский причал);</w:t>
            </w:r>
          </w:p>
          <w:p w:rsidR="00504B1F" w:rsidRDefault="00504B1F" w:rsidP="00E60B99">
            <w:pPr>
              <w:pStyle w:val="aa"/>
            </w:pPr>
            <w:r>
              <w:t>12.03.35А(12.03.36А).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производство №3);</w:t>
            </w:r>
          </w:p>
          <w:p w:rsidR="00504B1F" w:rsidRDefault="00504B1F" w:rsidP="00E60B99">
            <w:pPr>
              <w:pStyle w:val="aa"/>
            </w:pPr>
            <w:r>
              <w:lastRenderedPageBreak/>
              <w:t>12.03.37А(12.03.38А).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 административно-бытового комплекса)</w:t>
            </w:r>
          </w:p>
          <w:p w:rsidR="00504B1F" w:rsidRDefault="00504B1F" w:rsidP="00E60B99">
            <w:pPr>
              <w:pStyle w:val="aa"/>
            </w:pPr>
          </w:p>
          <w:p w:rsidR="00504B1F" w:rsidRPr="00615FE2" w:rsidRDefault="00504B1F" w:rsidP="00E60B99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</w:tcPr>
          <w:p w:rsidR="00504B1F" w:rsidRDefault="00504B1F" w:rsidP="00E60B99">
            <w:pPr>
              <w:pStyle w:val="aa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</w:tcPr>
          <w:p w:rsidR="00504B1F" w:rsidRDefault="00504B1F" w:rsidP="00E60B99">
            <w:pPr>
              <w:pStyle w:val="aa"/>
            </w:pP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 w:val="restart"/>
          </w:tcPr>
          <w:p w:rsidR="00504B1F" w:rsidRDefault="00504B1F" w:rsidP="00504B1F">
            <w:pPr>
              <w:pStyle w:val="aa"/>
            </w:pPr>
            <w:r>
              <w:lastRenderedPageBreak/>
              <w:t>12.03.06А-12.03.11А(12.03.06А).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ремонтного персонала, обслуживание электрооборуд</w:t>
            </w:r>
            <w:r>
              <w:t>о</w:t>
            </w:r>
            <w:r>
              <w:t>вания до 1000В);</w:t>
            </w:r>
          </w:p>
          <w:p w:rsidR="00504B1F" w:rsidRDefault="00504B1F" w:rsidP="00504B1F">
            <w:pPr>
              <w:pStyle w:val="aa"/>
            </w:pPr>
            <w:r>
              <w:t>12.03.12А-12.03.21А(12.03.12А).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по обслуживанию и ремонту электродвигателей);</w:t>
            </w:r>
          </w:p>
          <w:p w:rsidR="00504B1F" w:rsidRDefault="00504B1F" w:rsidP="00504B1F">
            <w:pPr>
              <w:pStyle w:val="aa"/>
            </w:pPr>
            <w:r>
              <w:t>12.03.31А-12.03.34А(12.03.31А).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(ремонтная группа, группа 2, 3, 4 производства №4 и причалов)</w:t>
            </w:r>
          </w:p>
          <w:p w:rsidR="00504B1F" w:rsidRDefault="00504B1F" w:rsidP="00504B1F">
            <w:pPr>
              <w:pStyle w:val="aa"/>
            </w:pPr>
          </w:p>
          <w:p w:rsidR="00504B1F" w:rsidRDefault="00504B1F" w:rsidP="00E60B99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504B1F" w:rsidRPr="003970E9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504B1F" w:rsidRPr="003970E9" w:rsidRDefault="00504B1F" w:rsidP="00504B1F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</w:tcPr>
          <w:p w:rsidR="00504B1F" w:rsidRDefault="00504B1F" w:rsidP="00E60B99">
            <w:pPr>
              <w:pStyle w:val="aa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</w:tcPr>
          <w:p w:rsidR="00504B1F" w:rsidRDefault="00504B1F" w:rsidP="00E60B99">
            <w:pPr>
              <w:pStyle w:val="aa"/>
            </w:pPr>
          </w:p>
        </w:tc>
        <w:tc>
          <w:tcPr>
            <w:tcW w:w="3543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504B1F" w:rsidRPr="003970E9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2980" w:type="dxa"/>
            <w:vMerge/>
          </w:tcPr>
          <w:p w:rsidR="00504B1F" w:rsidRDefault="00504B1F" w:rsidP="00E60B99">
            <w:pPr>
              <w:pStyle w:val="aa"/>
            </w:pP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3970E9" w:rsidRDefault="00504B1F" w:rsidP="00504B1F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504B1F" w:rsidRPr="00A73D59" w:rsidRDefault="00504B1F" w:rsidP="00504B1F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986002">
        <w:trPr>
          <w:jc w:val="center"/>
        </w:trPr>
        <w:tc>
          <w:tcPr>
            <w:tcW w:w="2980" w:type="dxa"/>
          </w:tcPr>
          <w:p w:rsidR="00504B1F" w:rsidRDefault="00504B1F" w:rsidP="00986002">
            <w:pPr>
              <w:pStyle w:val="aa"/>
            </w:pPr>
            <w:r>
              <w:t>12.03.06А-12.03.11А(12.03.06А).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ремонтного персонала, обслуживание электрооборуд</w:t>
            </w:r>
            <w:r>
              <w:t>о</w:t>
            </w:r>
            <w:r>
              <w:t>вания до 1000В);</w:t>
            </w:r>
          </w:p>
          <w:p w:rsidR="00504B1F" w:rsidRDefault="00504B1F" w:rsidP="00986002">
            <w:pPr>
              <w:pStyle w:val="aa"/>
            </w:pPr>
            <w:r>
              <w:t>12.03.12А-12.03.21А(12.03.12А).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 xml:space="preserve">ванию электрооборудования </w:t>
            </w:r>
            <w:r>
              <w:lastRenderedPageBreak/>
              <w:t>(группа по обслуживанию и ремонту электродвигателей);</w:t>
            </w:r>
          </w:p>
          <w:p w:rsidR="00504B1F" w:rsidRDefault="00504B1F" w:rsidP="00986002">
            <w:pPr>
              <w:pStyle w:val="aa"/>
            </w:pPr>
            <w:r>
              <w:t>12.03.22. Электромонтер по ремонту и обслуживанию эле</w:t>
            </w:r>
            <w:r>
              <w:t>к</w:t>
            </w:r>
            <w:r>
              <w:t>трооборудования (группа оп</w:t>
            </w:r>
            <w:r>
              <w:t>е</w:t>
            </w:r>
            <w:r>
              <w:t>ративно-ремонтного персонала, производство №1);</w:t>
            </w:r>
          </w:p>
          <w:p w:rsidR="00504B1F" w:rsidRDefault="00504B1F" w:rsidP="00986002">
            <w:pPr>
              <w:pStyle w:val="aa"/>
            </w:pPr>
            <w:r>
              <w:t>12.03.23. Электромонтер по ремонту и обслуживанию эле</w:t>
            </w:r>
            <w:r>
              <w:t>к</w:t>
            </w:r>
            <w:r>
              <w:t>трооборудования (группа оп</w:t>
            </w:r>
            <w:r>
              <w:t>е</w:t>
            </w:r>
            <w:r>
              <w:t>ративно-ремонтного персонала, производство №2);</w:t>
            </w:r>
          </w:p>
          <w:p w:rsidR="00504B1F" w:rsidRDefault="00504B1F" w:rsidP="00986002">
            <w:pPr>
              <w:pStyle w:val="aa"/>
            </w:pPr>
            <w:r>
              <w:t>12.03.24А-12.03.27А(12.03.24А).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производства №1, 3, 4 и объекты служб);</w:t>
            </w:r>
          </w:p>
          <w:p w:rsidR="00504B1F" w:rsidRDefault="00504B1F" w:rsidP="00986002">
            <w:pPr>
              <w:pStyle w:val="aa"/>
            </w:pPr>
            <w:r>
              <w:t>12.03.28А-12.03.29А(12.03.28А).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производство №4 и Волжский причал);</w:t>
            </w:r>
          </w:p>
          <w:p w:rsidR="00504B1F" w:rsidRDefault="00504B1F" w:rsidP="00986002">
            <w:pPr>
              <w:pStyle w:val="aa"/>
            </w:pPr>
            <w:r>
              <w:t>12.03.30. Электромонтер по ремонту и обслуживанию эле</w:t>
            </w:r>
            <w:r>
              <w:t>к</w:t>
            </w:r>
            <w:r>
              <w:t>трооборудования (группа оп</w:t>
            </w:r>
            <w:r>
              <w:t>е</w:t>
            </w:r>
            <w:r>
              <w:t>ративно-ремонтного персонала, группа 2, 3, 4 производства №4 и причалов);</w:t>
            </w:r>
          </w:p>
          <w:p w:rsidR="00504B1F" w:rsidRDefault="00504B1F" w:rsidP="00986002">
            <w:pPr>
              <w:pStyle w:val="aa"/>
            </w:pPr>
            <w:r>
              <w:t>12.03.31А-12.03.34А(12.03.31А).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(ремонтная группа, группа 2, 3, 4 производства №4 и прич</w:t>
            </w:r>
            <w:r>
              <w:t>а</w:t>
            </w:r>
            <w:r>
              <w:t>лов);</w:t>
            </w:r>
          </w:p>
          <w:p w:rsidR="00504B1F" w:rsidRDefault="00504B1F" w:rsidP="00986002">
            <w:pPr>
              <w:pStyle w:val="aa"/>
            </w:pPr>
            <w:r>
              <w:t>12.03.35А(12.03.36А). Электр</w:t>
            </w:r>
            <w:r>
              <w:t>о</w:t>
            </w:r>
            <w:r>
              <w:lastRenderedPageBreak/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персонала, производство №3);</w:t>
            </w:r>
          </w:p>
          <w:p w:rsidR="00504B1F" w:rsidRDefault="00504B1F" w:rsidP="00986002">
            <w:pPr>
              <w:pStyle w:val="aa"/>
            </w:pPr>
            <w:r>
              <w:t>12.03.37А(12.03.38А). Электр</w:t>
            </w:r>
            <w:r>
              <w:t>о</w:t>
            </w:r>
            <w:r>
              <w:t>монтер по ремонту и обслуж</w:t>
            </w:r>
            <w:r>
              <w:t>и</w:t>
            </w:r>
            <w:r>
              <w:t>ванию электрооборудования (группа оперативно-ремонтного персонала административно-бытового комплекса)</w:t>
            </w:r>
          </w:p>
          <w:p w:rsidR="00986002" w:rsidRDefault="00986002" w:rsidP="00986002">
            <w:pPr>
              <w:pStyle w:val="aa"/>
            </w:pPr>
          </w:p>
          <w:p w:rsidR="00504B1F" w:rsidRPr="00615FE2" w:rsidRDefault="00504B1F" w:rsidP="00986002">
            <w:pPr>
              <w:pStyle w:val="aa"/>
            </w:pPr>
            <w:r w:rsidRPr="00615FE2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504B1F" w:rsidRDefault="00504B1F" w:rsidP="00504B1F">
            <w:pPr>
              <w:pStyle w:val="aa"/>
            </w:pPr>
            <w:r w:rsidRPr="00B426F3">
              <w:rPr>
                <w:szCs w:val="22"/>
              </w:rPr>
              <w:lastRenderedPageBreak/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504B1F" w:rsidRDefault="00504B1F" w:rsidP="00504B1F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504B1F" w:rsidRPr="00400C2B" w:rsidRDefault="00504B1F" w:rsidP="00504B1F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504B1F" w:rsidRPr="00400C2B" w:rsidRDefault="00504B1F" w:rsidP="00504B1F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504B1F" w:rsidRPr="00114868" w:rsidRDefault="00504B1F" w:rsidP="00504B1F">
            <w:pPr>
              <w:pStyle w:val="aa"/>
            </w:pPr>
            <w:r w:rsidRPr="00114868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504B1F" w:rsidRPr="00063DF1" w:rsidRDefault="00504B1F" w:rsidP="00DB70BA">
            <w:pPr>
              <w:pStyle w:val="aa"/>
            </w:pPr>
          </w:p>
        </w:tc>
      </w:tr>
      <w:tr w:rsidR="00504B1F" w:rsidRPr="00AF49A3" w:rsidTr="00504B1F">
        <w:trPr>
          <w:jc w:val="center"/>
        </w:trPr>
        <w:tc>
          <w:tcPr>
            <w:tcW w:w="15563" w:type="dxa"/>
            <w:gridSpan w:val="6"/>
            <w:vAlign w:val="center"/>
          </w:tcPr>
          <w:p w:rsidR="00504B1F" w:rsidRPr="00063DF1" w:rsidRDefault="00504B1F" w:rsidP="00DB70BA">
            <w:pPr>
              <w:pStyle w:val="aa"/>
            </w:pPr>
            <w:r>
              <w:rPr>
                <w:i/>
              </w:rPr>
              <w:lastRenderedPageBreak/>
              <w:t>Ремонтная группа</w:t>
            </w:r>
          </w:p>
        </w:tc>
      </w:tr>
      <w:tr w:rsidR="00986002" w:rsidRPr="00AF49A3" w:rsidTr="00986002">
        <w:trPr>
          <w:jc w:val="center"/>
        </w:trPr>
        <w:tc>
          <w:tcPr>
            <w:tcW w:w="2980" w:type="dxa"/>
            <w:vMerge w:val="restart"/>
          </w:tcPr>
          <w:p w:rsidR="00986002" w:rsidRDefault="00986002" w:rsidP="00986002">
            <w:pPr>
              <w:pStyle w:val="aa"/>
            </w:pPr>
            <w:r>
              <w:t>12.04.01. Токарь;</w:t>
            </w:r>
          </w:p>
          <w:p w:rsidR="00986002" w:rsidRDefault="00986002" w:rsidP="00986002">
            <w:pPr>
              <w:pStyle w:val="aa"/>
            </w:pPr>
            <w:r>
              <w:t>12.04.02. Слесарь-инструментальщик</w:t>
            </w: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Default="00986002" w:rsidP="00986002">
            <w:pPr>
              <w:pStyle w:val="aa"/>
            </w:pPr>
          </w:p>
          <w:p w:rsidR="00986002" w:rsidRPr="00615FE2" w:rsidRDefault="00986002" w:rsidP="00986002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986002" w:rsidRDefault="00986002" w:rsidP="00541EA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986002" w:rsidRPr="003970E9" w:rsidRDefault="00986002" w:rsidP="00541EA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4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986002" w:rsidRPr="003970E9" w:rsidRDefault="00986002" w:rsidP="00541EA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986002" w:rsidRPr="003970E9" w:rsidRDefault="00986002" w:rsidP="00541EAC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986002" w:rsidRPr="00A73D59" w:rsidRDefault="00986002" w:rsidP="00541EAC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986002" w:rsidRPr="00063DF1" w:rsidRDefault="00986002" w:rsidP="00DB70BA">
            <w:pPr>
              <w:pStyle w:val="aa"/>
            </w:pPr>
          </w:p>
        </w:tc>
      </w:tr>
      <w:tr w:rsidR="00986002" w:rsidRPr="00AF49A3" w:rsidTr="00986002">
        <w:trPr>
          <w:jc w:val="center"/>
        </w:trPr>
        <w:tc>
          <w:tcPr>
            <w:tcW w:w="2980" w:type="dxa"/>
            <w:vMerge/>
          </w:tcPr>
          <w:p w:rsidR="00986002" w:rsidRDefault="00986002" w:rsidP="00986002">
            <w:pPr>
              <w:pStyle w:val="aa"/>
            </w:pPr>
          </w:p>
        </w:tc>
        <w:tc>
          <w:tcPr>
            <w:tcW w:w="3543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86002" w:rsidRPr="003970E9" w:rsidRDefault="00986002" w:rsidP="00541EA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986002" w:rsidRPr="003970E9" w:rsidRDefault="00986002" w:rsidP="00541EA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986002" w:rsidRPr="00A73D59" w:rsidRDefault="00986002" w:rsidP="00541EAC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986002" w:rsidRPr="00063DF1" w:rsidRDefault="00986002" w:rsidP="00DB70BA">
            <w:pPr>
              <w:pStyle w:val="aa"/>
            </w:pPr>
          </w:p>
        </w:tc>
      </w:tr>
      <w:tr w:rsidR="00986002" w:rsidRPr="00AF49A3" w:rsidTr="00986002">
        <w:trPr>
          <w:jc w:val="center"/>
        </w:trPr>
        <w:tc>
          <w:tcPr>
            <w:tcW w:w="2980" w:type="dxa"/>
            <w:vMerge/>
          </w:tcPr>
          <w:p w:rsidR="00986002" w:rsidRDefault="00986002" w:rsidP="00986002">
            <w:pPr>
              <w:pStyle w:val="aa"/>
            </w:pPr>
          </w:p>
        </w:tc>
        <w:tc>
          <w:tcPr>
            <w:tcW w:w="3543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986002" w:rsidRPr="003970E9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86002" w:rsidRPr="003970E9" w:rsidRDefault="00986002" w:rsidP="00541EAC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>левыми нормами выдачи СИЗ</w:t>
            </w:r>
          </w:p>
        </w:tc>
        <w:tc>
          <w:tcPr>
            <w:tcW w:w="3134" w:type="dxa"/>
          </w:tcPr>
          <w:p w:rsidR="00986002" w:rsidRPr="00A73D59" w:rsidRDefault="00986002" w:rsidP="00541EAC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986002" w:rsidRPr="00063DF1" w:rsidRDefault="00986002" w:rsidP="00DB70BA">
            <w:pPr>
              <w:pStyle w:val="aa"/>
            </w:pPr>
          </w:p>
        </w:tc>
      </w:tr>
      <w:tr w:rsidR="00986002" w:rsidRPr="00AF49A3" w:rsidTr="00986002">
        <w:trPr>
          <w:jc w:val="center"/>
        </w:trPr>
        <w:tc>
          <w:tcPr>
            <w:tcW w:w="2980" w:type="dxa"/>
            <w:vMerge/>
          </w:tcPr>
          <w:p w:rsidR="00986002" w:rsidRDefault="00986002" w:rsidP="00986002">
            <w:pPr>
              <w:pStyle w:val="aa"/>
            </w:pPr>
          </w:p>
        </w:tc>
        <w:tc>
          <w:tcPr>
            <w:tcW w:w="3543" w:type="dxa"/>
          </w:tcPr>
          <w:p w:rsidR="00986002" w:rsidRDefault="00986002" w:rsidP="00541EAC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</w:p>
        </w:tc>
        <w:tc>
          <w:tcPr>
            <w:tcW w:w="2734" w:type="dxa"/>
          </w:tcPr>
          <w:p w:rsidR="00986002" w:rsidRDefault="00986002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86002" w:rsidRPr="003970E9" w:rsidRDefault="00986002" w:rsidP="00541EAC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986002" w:rsidRPr="00A73D59" w:rsidRDefault="00986002" w:rsidP="00541EAC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986002" w:rsidRPr="00063DF1" w:rsidRDefault="00986002" w:rsidP="00DB70BA">
            <w:pPr>
              <w:pStyle w:val="aa"/>
            </w:pPr>
          </w:p>
        </w:tc>
      </w:tr>
      <w:tr w:rsidR="00986002" w:rsidRPr="00AF49A3" w:rsidTr="00B14CFD">
        <w:trPr>
          <w:jc w:val="center"/>
        </w:trPr>
        <w:tc>
          <w:tcPr>
            <w:tcW w:w="2980" w:type="dxa"/>
            <w:vAlign w:val="center"/>
          </w:tcPr>
          <w:p w:rsidR="00986002" w:rsidRDefault="00986002" w:rsidP="008926B8">
            <w:pPr>
              <w:pStyle w:val="aa"/>
              <w:jc w:val="left"/>
            </w:pPr>
            <w:r>
              <w:t>12.04.01. Токарь;</w:t>
            </w:r>
          </w:p>
          <w:p w:rsidR="00986002" w:rsidRDefault="00986002" w:rsidP="008926B8">
            <w:pPr>
              <w:pStyle w:val="aa"/>
              <w:jc w:val="left"/>
            </w:pPr>
            <w:r>
              <w:t>12.04.02. Слесарь-инструментальщик</w:t>
            </w:r>
          </w:p>
          <w:p w:rsidR="00986002" w:rsidRPr="00615FE2" w:rsidRDefault="00986002" w:rsidP="00615FE2">
            <w:pPr>
              <w:pStyle w:val="aa"/>
              <w:jc w:val="left"/>
            </w:pPr>
            <w:r w:rsidRPr="00615FE2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986002" w:rsidRDefault="00986002" w:rsidP="00541EAC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986002" w:rsidRDefault="00986002" w:rsidP="00541EAC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986002" w:rsidRPr="00400C2B" w:rsidRDefault="00986002" w:rsidP="00541EAC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986002" w:rsidRPr="00400C2B" w:rsidRDefault="00986002" w:rsidP="00541EAC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986002" w:rsidRPr="00114868" w:rsidRDefault="00986002" w:rsidP="00541EAC">
            <w:pPr>
              <w:pStyle w:val="aa"/>
            </w:pPr>
            <w:r w:rsidRPr="00114868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986002" w:rsidRPr="00063DF1" w:rsidRDefault="00986002" w:rsidP="00DB70BA">
            <w:pPr>
              <w:pStyle w:val="aa"/>
            </w:pPr>
          </w:p>
        </w:tc>
      </w:tr>
    </w:tbl>
    <w:p w:rsidR="00DB70BA" w:rsidRDefault="00DB70BA" w:rsidP="00DB70BA"/>
    <w:p w:rsidR="001B06AD" w:rsidRPr="00FD1DCC" w:rsidRDefault="00DB70BA" w:rsidP="001B06AD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615FE2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986002">
        <w:rPr>
          <w:rStyle w:val="a9"/>
        </w:rPr>
        <w:t>02.10.2015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1B06AD" w:rsidRPr="00FD1DCC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AA" w:rsidRDefault="00206AAA" w:rsidP="00615FE2">
      <w:r>
        <w:separator/>
      </w:r>
    </w:p>
  </w:endnote>
  <w:endnote w:type="continuationSeparator" w:id="0">
    <w:p w:rsidR="00206AAA" w:rsidRDefault="00206AAA" w:rsidP="0061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DCC" w:rsidRDefault="00FD1DC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B1F" w:rsidRPr="00FD1DCC" w:rsidRDefault="00504B1F" w:rsidP="00FD1DCC">
    <w:pPr>
      <w:pStyle w:val="ad"/>
      <w:pBdr>
        <w:top w:val="thinThickSmallGap" w:sz="24" w:space="1" w:color="622423"/>
      </w:pBdr>
      <w:tabs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Цех №12 Электроцех</w:t>
    </w:r>
    <w:r w:rsidRPr="00615FE2">
      <w:rPr>
        <w:rFonts w:ascii="Cambria" w:hAnsi="Cambria"/>
      </w:rPr>
      <w:tab/>
    </w:r>
    <w:r>
      <w:rPr>
        <w:rFonts w:ascii="Cambria" w:hAnsi="Cambria"/>
      </w:rPr>
      <w:t>Стр.</w:t>
    </w:r>
    <w:r w:rsidRPr="00615FE2">
      <w:rPr>
        <w:rFonts w:ascii="Cambria" w:hAnsi="Cambria"/>
      </w:rPr>
      <w:t xml:space="preserve"> </w:t>
    </w:r>
    <w:r w:rsidRPr="00615FE2">
      <w:rPr>
        <w:rFonts w:ascii="Calibri" w:hAnsi="Calibri"/>
      </w:rPr>
      <w:fldChar w:fldCharType="begin"/>
    </w:r>
    <w:r>
      <w:instrText>PAGE   \* MERGEFORMAT</w:instrText>
    </w:r>
    <w:r w:rsidRPr="00615FE2">
      <w:rPr>
        <w:rFonts w:ascii="Calibri" w:hAnsi="Calibri"/>
      </w:rPr>
      <w:fldChar w:fldCharType="separate"/>
    </w:r>
    <w:r w:rsidR="00FD1DCC" w:rsidRPr="00FD1DCC">
      <w:rPr>
        <w:rFonts w:ascii="Cambria" w:hAnsi="Cambria"/>
        <w:noProof/>
      </w:rPr>
      <w:t>6</w:t>
    </w:r>
    <w:r w:rsidRPr="00615FE2">
      <w:rPr>
        <w:rFonts w:ascii="Cambria" w:hAnsi="Cambria"/>
      </w:rPr>
      <w:fldChar w:fldCharType="end"/>
    </w:r>
    <w:r w:rsidR="00FD1DCC">
      <w:rPr>
        <w:rFonts w:ascii="Cambria" w:hAnsi="Cambria"/>
      </w:rPr>
      <w:t xml:space="preserve"> из 6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DCC" w:rsidRDefault="00FD1DC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AA" w:rsidRDefault="00206AAA" w:rsidP="00615FE2">
      <w:r>
        <w:separator/>
      </w:r>
    </w:p>
  </w:footnote>
  <w:footnote w:type="continuationSeparator" w:id="0">
    <w:p w:rsidR="00206AAA" w:rsidRDefault="00206AAA" w:rsidP="0061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DCC" w:rsidRDefault="00FD1DC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DCC" w:rsidRDefault="00FD1DC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DCC" w:rsidRDefault="00FD1DC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0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615FE2"/>
    <w:rsid w:val="0002033E"/>
    <w:rsid w:val="00056BFC"/>
    <w:rsid w:val="0007776A"/>
    <w:rsid w:val="00093D2E"/>
    <w:rsid w:val="000C5130"/>
    <w:rsid w:val="00196135"/>
    <w:rsid w:val="001A7AC3"/>
    <w:rsid w:val="001B06AD"/>
    <w:rsid w:val="00206AAA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04B1F"/>
    <w:rsid w:val="00547088"/>
    <w:rsid w:val="005567D6"/>
    <w:rsid w:val="005645F0"/>
    <w:rsid w:val="00572AE0"/>
    <w:rsid w:val="00584289"/>
    <w:rsid w:val="005F64E6"/>
    <w:rsid w:val="00615FE2"/>
    <w:rsid w:val="0065289A"/>
    <w:rsid w:val="0067226F"/>
    <w:rsid w:val="006E662C"/>
    <w:rsid w:val="00725C51"/>
    <w:rsid w:val="00820552"/>
    <w:rsid w:val="008926B8"/>
    <w:rsid w:val="008B4051"/>
    <w:rsid w:val="008C0968"/>
    <w:rsid w:val="009647F7"/>
    <w:rsid w:val="00986002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60B99"/>
    <w:rsid w:val="00EB7BDE"/>
    <w:rsid w:val="00EC5373"/>
    <w:rsid w:val="00F262EE"/>
    <w:rsid w:val="00F835B0"/>
    <w:rsid w:val="00FD1DCC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15F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15FE2"/>
    <w:rPr>
      <w:sz w:val="24"/>
    </w:rPr>
  </w:style>
  <w:style w:type="paragraph" w:styleId="ad">
    <w:name w:val="footer"/>
    <w:basedOn w:val="a"/>
    <w:link w:val="ae"/>
    <w:uiPriority w:val="99"/>
    <w:rsid w:val="00615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15FE2"/>
    <w:rPr>
      <w:sz w:val="24"/>
    </w:rPr>
  </w:style>
  <w:style w:type="paragraph" w:styleId="af">
    <w:name w:val="Balloon Text"/>
    <w:basedOn w:val="a"/>
    <w:link w:val="af0"/>
    <w:rsid w:val="00615F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615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15F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15FE2"/>
    <w:rPr>
      <w:sz w:val="24"/>
    </w:rPr>
  </w:style>
  <w:style w:type="paragraph" w:styleId="ad">
    <w:name w:val="footer"/>
    <w:basedOn w:val="a"/>
    <w:link w:val="ae"/>
    <w:uiPriority w:val="99"/>
    <w:rsid w:val="00615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15FE2"/>
    <w:rPr>
      <w:sz w:val="24"/>
    </w:rPr>
  </w:style>
  <w:style w:type="paragraph" w:styleId="af">
    <w:name w:val="Balloon Text"/>
    <w:basedOn w:val="a"/>
    <w:link w:val="af0"/>
    <w:rsid w:val="00615F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615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83</TotalTime>
  <Pages>1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3</cp:revision>
  <dcterms:created xsi:type="dcterms:W3CDTF">2015-10-20T13:08:00Z</dcterms:created>
  <dcterms:modified xsi:type="dcterms:W3CDTF">2018-02-14T09:51:00Z</dcterms:modified>
</cp:coreProperties>
</file>