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9060E7" w:rsidRPr="00710271" w:rsidRDefault="009060E7" w:rsidP="009060E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51B3A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51B3A">
        <w:rPr>
          <w:rStyle w:val="a9"/>
        </w:rPr>
        <w:t>Публичное акционерное общество "Саратовский НПЗ"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060E7" w:rsidRPr="00F06873" w:rsidRDefault="009060E7" w:rsidP="009060E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9060E7" w:rsidRPr="00F06873" w:rsidTr="00752FAE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9060E7" w:rsidRPr="004654AF" w:rsidRDefault="009060E7" w:rsidP="00752FAE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9060E7" w:rsidRPr="00F06873" w:rsidRDefault="009060E7" w:rsidP="00752FAE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9060E7" w:rsidRPr="00F06873" w:rsidTr="00752FAE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9060E7" w:rsidRPr="00F06873" w:rsidTr="00752FAE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9060E7" w:rsidRPr="004654AF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9060E7" w:rsidRPr="004654AF" w:rsidRDefault="009060E7" w:rsidP="00752FAE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60E7" w:rsidRPr="00F06873" w:rsidTr="00752FAE">
        <w:trPr>
          <w:jc w:val="center"/>
        </w:trPr>
        <w:tc>
          <w:tcPr>
            <w:tcW w:w="35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060E7" w:rsidRPr="00F06873" w:rsidRDefault="009060E7" w:rsidP="00752FA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9060E7" w:rsidRDefault="009060E7" w:rsidP="009060E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9060E7" w:rsidRPr="00F06873" w:rsidRDefault="009060E7" w:rsidP="009060E7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9060E7" w:rsidRPr="00DE2527" w:rsidTr="00752FAE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060E7" w:rsidRPr="004654AF" w:rsidRDefault="009060E7" w:rsidP="00752FAE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9060E7" w:rsidRPr="004654AF" w:rsidRDefault="009060E7" w:rsidP="00752FAE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9060E7" w:rsidRPr="004654AF" w:rsidRDefault="009060E7" w:rsidP="00752FA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9060E7" w:rsidRPr="004654AF" w:rsidRDefault="009060E7" w:rsidP="00752FAE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9060E7" w:rsidRPr="00DE2527" w:rsidTr="00752FAE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9060E7" w:rsidRPr="00DE2527" w:rsidRDefault="009060E7" w:rsidP="00752F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9060E7" w:rsidRPr="00DE2527" w:rsidRDefault="009060E7" w:rsidP="00752F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9060E7" w:rsidRPr="00F06873" w:rsidRDefault="009060E7" w:rsidP="00752FAE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9060E7" w:rsidRPr="00DE2527" w:rsidRDefault="009060E7" w:rsidP="00752FA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Pr="00F06873" w:rsidRDefault="009060E7" w:rsidP="00752FAE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F06873" w:rsidRDefault="009060E7" w:rsidP="00752FAE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Pr="00F06873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b/>
                <w:sz w:val="18"/>
                <w:szCs w:val="18"/>
              </w:rPr>
            </w:pPr>
            <w:r w:rsidRPr="00B51B3A">
              <w:rPr>
                <w:b/>
                <w:sz w:val="18"/>
                <w:szCs w:val="18"/>
              </w:rPr>
              <w:t>01. Производство №1 пе</w:t>
            </w:r>
            <w:r w:rsidRPr="00B51B3A">
              <w:rPr>
                <w:b/>
                <w:sz w:val="18"/>
                <w:szCs w:val="18"/>
              </w:rPr>
              <w:t>р</w:t>
            </w:r>
            <w:r w:rsidRPr="00B51B3A">
              <w:rPr>
                <w:b/>
                <w:sz w:val="18"/>
                <w:szCs w:val="18"/>
              </w:rPr>
              <w:t>вичной переработки серн</w:t>
            </w:r>
            <w:r w:rsidRPr="00B51B3A">
              <w:rPr>
                <w:b/>
                <w:sz w:val="18"/>
                <w:szCs w:val="18"/>
              </w:rPr>
              <w:t>и</w:t>
            </w:r>
            <w:r w:rsidRPr="00B51B3A">
              <w:rPr>
                <w:b/>
                <w:sz w:val="18"/>
                <w:szCs w:val="18"/>
              </w:rPr>
              <w:t>стой нефти и производства нефтебитума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Pr="00F06873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01. 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Pr="00F06873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Pr="00F06873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b/>
                <w:sz w:val="18"/>
                <w:szCs w:val="18"/>
              </w:rPr>
            </w:pPr>
            <w:r w:rsidRPr="00B51B3A">
              <w:rPr>
                <w:b/>
                <w:sz w:val="18"/>
                <w:szCs w:val="18"/>
              </w:rPr>
              <w:t>04. Производство №4 по пр</w:t>
            </w:r>
            <w:r w:rsidRPr="00B51B3A">
              <w:rPr>
                <w:b/>
                <w:sz w:val="18"/>
                <w:szCs w:val="18"/>
              </w:rPr>
              <w:t>и</w:t>
            </w:r>
            <w:r w:rsidRPr="00B51B3A">
              <w:rPr>
                <w:b/>
                <w:sz w:val="18"/>
                <w:szCs w:val="18"/>
              </w:rPr>
              <w:t>ему сырья, компонентов, присадок и отгрузки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01. 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b/>
                <w:sz w:val="18"/>
                <w:szCs w:val="18"/>
              </w:rPr>
            </w:pPr>
            <w:r w:rsidRPr="00B51B3A">
              <w:rPr>
                <w:b/>
                <w:sz w:val="18"/>
                <w:szCs w:val="18"/>
              </w:rPr>
              <w:t>09. Испытательная лабор</w:t>
            </w:r>
            <w:r w:rsidRPr="00B51B3A">
              <w:rPr>
                <w:b/>
                <w:sz w:val="18"/>
                <w:szCs w:val="18"/>
              </w:rPr>
              <w:t>а</w:t>
            </w:r>
            <w:r w:rsidRPr="00B51B3A">
              <w:rPr>
                <w:b/>
                <w:sz w:val="18"/>
                <w:szCs w:val="18"/>
              </w:rPr>
              <w:t>тория- Управление контроля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01. 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b/>
                <w:sz w:val="18"/>
                <w:szCs w:val="18"/>
              </w:rPr>
            </w:pPr>
            <w:r w:rsidRPr="00B51B3A">
              <w:rPr>
                <w:b/>
                <w:sz w:val="18"/>
                <w:szCs w:val="18"/>
              </w:rPr>
              <w:t>05. Заводоуправление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00. Отдел правового обеспеч</w:t>
            </w:r>
            <w:r w:rsidRPr="00B51B3A">
              <w:rPr>
                <w:i/>
                <w:sz w:val="18"/>
                <w:szCs w:val="18"/>
              </w:rPr>
              <w:t>е</w:t>
            </w:r>
            <w:r w:rsidRPr="00B51B3A">
              <w:rPr>
                <w:i/>
                <w:sz w:val="18"/>
                <w:szCs w:val="18"/>
              </w:rPr>
              <w:t>ния, корпоративного управл</w:t>
            </w:r>
            <w:r w:rsidRPr="00B51B3A">
              <w:rPr>
                <w:i/>
                <w:sz w:val="18"/>
                <w:szCs w:val="18"/>
              </w:rPr>
              <w:t>е</w:t>
            </w:r>
            <w:r w:rsidRPr="00B51B3A">
              <w:rPr>
                <w:i/>
                <w:sz w:val="18"/>
                <w:szCs w:val="18"/>
              </w:rPr>
              <w:t>ния и собственности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поративной собственности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00. Управление делами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делами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00. Отдел по делопроизво</w:t>
            </w:r>
            <w:r w:rsidRPr="00B51B3A">
              <w:rPr>
                <w:i/>
                <w:sz w:val="18"/>
                <w:szCs w:val="18"/>
              </w:rPr>
              <w:t>д</w:t>
            </w:r>
            <w:r w:rsidRPr="00B51B3A">
              <w:rPr>
                <w:i/>
                <w:sz w:val="18"/>
                <w:szCs w:val="18"/>
              </w:rPr>
              <w:t>ству и архивному делу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01. СИТ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Группа ИТ-сервисов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Группа развития ИТ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04. Группа ИАР и КБ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01. Отдел главного метролога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КИПиА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05. Отдел операционного пл</w:t>
            </w:r>
            <w:r w:rsidRPr="00B51B3A">
              <w:rPr>
                <w:i/>
                <w:sz w:val="18"/>
                <w:szCs w:val="18"/>
              </w:rPr>
              <w:t>а</w:t>
            </w:r>
            <w:r w:rsidRPr="00B51B3A">
              <w:rPr>
                <w:i/>
                <w:sz w:val="18"/>
                <w:szCs w:val="18"/>
              </w:rPr>
              <w:t>нирования и контроллинга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06. Отдел ПИР и СМР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06. Отдел текущей деятельн</w:t>
            </w:r>
            <w:r w:rsidRPr="00B51B3A">
              <w:rPr>
                <w:i/>
                <w:sz w:val="18"/>
                <w:szCs w:val="18"/>
              </w:rPr>
              <w:t>о</w:t>
            </w:r>
            <w:r w:rsidRPr="00B51B3A">
              <w:rPr>
                <w:i/>
                <w:sz w:val="18"/>
                <w:szCs w:val="18"/>
              </w:rPr>
              <w:t>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движению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таллолома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05.06.76 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i/>
                <w:sz w:val="18"/>
                <w:szCs w:val="18"/>
              </w:rPr>
            </w:pPr>
            <w:r w:rsidRPr="00B51B3A">
              <w:rPr>
                <w:i/>
                <w:sz w:val="18"/>
                <w:szCs w:val="18"/>
              </w:rPr>
              <w:t>02. Управление по капитал</w:t>
            </w:r>
            <w:r w:rsidRPr="00B51B3A">
              <w:rPr>
                <w:i/>
                <w:sz w:val="18"/>
                <w:szCs w:val="18"/>
              </w:rPr>
              <w:t>ь</w:t>
            </w:r>
            <w:r w:rsidRPr="00B51B3A">
              <w:rPr>
                <w:i/>
                <w:sz w:val="18"/>
                <w:szCs w:val="18"/>
              </w:rPr>
              <w:t>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ЗУР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b/>
                <w:sz w:val="18"/>
                <w:szCs w:val="18"/>
              </w:rPr>
            </w:pPr>
            <w:r w:rsidRPr="00B51B3A">
              <w:rPr>
                <w:b/>
                <w:sz w:val="18"/>
                <w:szCs w:val="18"/>
              </w:rPr>
              <w:t>19. Цех транспортный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щик)(грузоподъемностью 70 - 80 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щик)(грузоподъемностью 70 - 80 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060E7" w:rsidRPr="00F06873" w:rsidTr="00752FAE">
        <w:tc>
          <w:tcPr>
            <w:tcW w:w="959" w:type="dxa"/>
            <w:shd w:val="clear" w:color="auto" w:fill="auto"/>
            <w:vAlign w:val="center"/>
          </w:tcPr>
          <w:p w:rsidR="009060E7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060E7" w:rsidRPr="00B51B3A" w:rsidRDefault="009060E7" w:rsidP="00752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щик)(грузоподъемностью 70 - 80 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060E7" w:rsidRDefault="009060E7" w:rsidP="00752FA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9060E7" w:rsidRDefault="009060E7" w:rsidP="009060E7">
      <w:pPr>
        <w:rPr>
          <w:sz w:val="18"/>
          <w:szCs w:val="18"/>
          <w:lang w:val="en-US"/>
        </w:rPr>
      </w:pPr>
    </w:p>
    <w:p w:rsidR="009060E7" w:rsidRPr="009060E7" w:rsidRDefault="009060E7" w:rsidP="009060E7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9060E7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>
        <w:rPr>
          <w:rStyle w:val="a9"/>
        </w:rPr>
        <w:t xml:space="preserve">   27.12.2019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9060E7" w:rsidRDefault="009060E7" w:rsidP="009060E7"/>
    <w:p w:rsidR="009060E7" w:rsidRPr="00797E1B" w:rsidRDefault="009060E7" w:rsidP="009060E7">
      <w:pPr>
        <w:rPr>
          <w:sz w:val="20"/>
        </w:rPr>
      </w:pPr>
      <w:r w:rsidRPr="00797E1B">
        <w:rPr>
          <w:sz w:val="20"/>
        </w:rPr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Кузнецов Ю.В.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bookmarkStart w:id="9" w:name="s070_1"/>
            <w:bookmarkEnd w:id="9"/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</w:tbl>
    <w:p w:rsidR="009060E7" w:rsidRPr="00797E1B" w:rsidRDefault="009060E7" w:rsidP="009060E7">
      <w:pPr>
        <w:rPr>
          <w:sz w:val="20"/>
          <w:lang w:val="en-US"/>
        </w:rPr>
      </w:pPr>
    </w:p>
    <w:p w:rsidR="009060E7" w:rsidRPr="00797E1B" w:rsidRDefault="009060E7" w:rsidP="009060E7">
      <w:pPr>
        <w:rPr>
          <w:sz w:val="20"/>
        </w:rPr>
      </w:pPr>
      <w:r w:rsidRPr="00797E1B">
        <w:rPr>
          <w:sz w:val="20"/>
        </w:rPr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Заместитель генерального директора по персон</w:t>
            </w:r>
            <w:r w:rsidRPr="00797E1B">
              <w:rPr>
                <w:sz w:val="16"/>
              </w:rPr>
              <w:t>а</w:t>
            </w:r>
            <w:r w:rsidRPr="00797E1B">
              <w:rPr>
                <w:sz w:val="16"/>
              </w:rPr>
              <w:t>лу и социальным программам</w:t>
            </w:r>
          </w:p>
        </w:tc>
        <w:tc>
          <w:tcPr>
            <w:tcW w:w="283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Мальцева Н.Я.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bookmarkStart w:id="11" w:name="s070_2"/>
            <w:bookmarkEnd w:id="11"/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Заместитель генерального директора по промы</w:t>
            </w:r>
            <w:r w:rsidRPr="00797E1B">
              <w:rPr>
                <w:sz w:val="16"/>
              </w:rPr>
              <w:t>ш</w:t>
            </w:r>
            <w:r w:rsidRPr="00797E1B">
              <w:rPr>
                <w:sz w:val="16"/>
              </w:rPr>
              <w:t>ленной безопасности, охране труда и окружа</w:t>
            </w:r>
            <w:r w:rsidRPr="00797E1B">
              <w:rPr>
                <w:sz w:val="16"/>
              </w:rPr>
              <w:t>ю</w:t>
            </w:r>
            <w:r w:rsidRPr="00797E1B">
              <w:rPr>
                <w:sz w:val="16"/>
              </w:rPr>
              <w:t>щей среды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Гаврилова Н.Е.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отдела правового обеспечения, корп</w:t>
            </w:r>
            <w:r w:rsidRPr="00797E1B">
              <w:rPr>
                <w:sz w:val="16"/>
              </w:rPr>
              <w:t>о</w:t>
            </w:r>
            <w:r w:rsidRPr="00797E1B">
              <w:rPr>
                <w:sz w:val="16"/>
              </w:rPr>
              <w:t>ративного управления и собственности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Зенин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управления промышленной безопа</w:t>
            </w:r>
            <w:r w:rsidRPr="00797E1B">
              <w:rPr>
                <w:sz w:val="16"/>
              </w:rPr>
              <w:t>с</w:t>
            </w:r>
            <w:r w:rsidRPr="00797E1B">
              <w:rPr>
                <w:sz w:val="16"/>
              </w:rPr>
              <w:t>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Луцев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Баукова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ООТиМП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Мустафин Р.В.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Председатель первичной профсоюзной организ</w:t>
            </w:r>
            <w:r w:rsidRPr="00797E1B">
              <w:rPr>
                <w:sz w:val="16"/>
              </w:rPr>
              <w:t>а</w:t>
            </w:r>
            <w:r w:rsidRPr="00797E1B">
              <w:rPr>
                <w:sz w:val="16"/>
              </w:rPr>
              <w:t>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Волков В.М.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производства № 1  первичной перер</w:t>
            </w:r>
            <w:r w:rsidRPr="00797E1B">
              <w:rPr>
                <w:sz w:val="16"/>
              </w:rPr>
              <w:t>а</w:t>
            </w:r>
            <w:r w:rsidRPr="00797E1B">
              <w:rPr>
                <w:sz w:val="16"/>
              </w:rPr>
              <w:t>ботки сернистой нефти и производства нефтеб</w:t>
            </w:r>
            <w:r w:rsidRPr="00797E1B">
              <w:rPr>
                <w:sz w:val="16"/>
              </w:rPr>
              <w:t>и</w:t>
            </w:r>
            <w:r w:rsidRPr="00797E1B">
              <w:rPr>
                <w:sz w:val="16"/>
              </w:rPr>
              <w:t>тума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Федулов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производства № 4 по приему сырья, компонентов, присадок и отгрузки нефти и нефтепродуктов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Султанов У.Г.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ИЛ-УКК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Дудник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Начальник цеха транспортного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Кукса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Ведущий специалист по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Быченко Д.Ю.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60E7" w:rsidRPr="00797E1B" w:rsidRDefault="009060E7" w:rsidP="00752FAE">
            <w:pPr>
              <w:pStyle w:val="aa"/>
              <w:rPr>
                <w:sz w:val="16"/>
              </w:rPr>
            </w:pPr>
          </w:p>
        </w:tc>
      </w:tr>
      <w:tr w:rsidR="009060E7" w:rsidRPr="00797E1B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060E7" w:rsidRPr="00797E1B" w:rsidRDefault="009060E7" w:rsidP="00752FAE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</w:tbl>
    <w:p w:rsidR="009060E7" w:rsidRPr="00797E1B" w:rsidRDefault="009060E7" w:rsidP="009060E7">
      <w:pPr>
        <w:rPr>
          <w:sz w:val="20"/>
          <w:lang w:val="en-US"/>
        </w:rPr>
      </w:pPr>
    </w:p>
    <w:p w:rsidR="005548B0" w:rsidRPr="00797E1B" w:rsidRDefault="005548B0" w:rsidP="005548B0">
      <w:pPr>
        <w:rPr>
          <w:sz w:val="20"/>
        </w:rPr>
      </w:pPr>
      <w:r w:rsidRPr="00797E1B">
        <w:rPr>
          <w:sz w:val="20"/>
        </w:rPr>
        <w:t>Эксперт(-ы) организации, проводившей специальную оценку условий труда:</w:t>
      </w:r>
    </w:p>
    <w:tbl>
      <w:tblPr>
        <w:tblStyle w:val="a3"/>
        <w:tblW w:w="1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284"/>
        <w:gridCol w:w="1842"/>
        <w:gridCol w:w="284"/>
        <w:gridCol w:w="3261"/>
        <w:gridCol w:w="284"/>
        <w:gridCol w:w="1701"/>
      </w:tblGrid>
      <w:tr w:rsidR="005548B0" w:rsidRPr="00797E1B" w:rsidTr="005548B0">
        <w:trPr>
          <w:trHeight w:val="284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48B0" w:rsidRPr="00797E1B" w:rsidRDefault="005548B0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3353</w:t>
            </w:r>
          </w:p>
        </w:tc>
        <w:tc>
          <w:tcPr>
            <w:tcW w:w="284" w:type="dxa"/>
            <w:vAlign w:val="bottom"/>
          </w:tcPr>
          <w:p w:rsidR="005548B0" w:rsidRPr="00797E1B" w:rsidRDefault="005548B0">
            <w:pPr>
              <w:pStyle w:val="aa"/>
              <w:rPr>
                <w:sz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8B0" w:rsidRPr="00797E1B" w:rsidRDefault="005548B0">
            <w:pPr>
              <w:pStyle w:val="aa"/>
              <w:rPr>
                <w:sz w:val="16"/>
              </w:rPr>
            </w:pPr>
          </w:p>
        </w:tc>
        <w:tc>
          <w:tcPr>
            <w:tcW w:w="284" w:type="dxa"/>
            <w:vAlign w:val="bottom"/>
          </w:tcPr>
          <w:p w:rsidR="005548B0" w:rsidRPr="00797E1B" w:rsidRDefault="005548B0">
            <w:pPr>
              <w:pStyle w:val="aa"/>
              <w:rPr>
                <w:sz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48B0" w:rsidRPr="00797E1B" w:rsidRDefault="005548B0">
            <w:pPr>
              <w:pStyle w:val="aa"/>
              <w:rPr>
                <w:sz w:val="16"/>
              </w:rPr>
            </w:pPr>
            <w:r w:rsidRPr="00797E1B">
              <w:rPr>
                <w:sz w:val="16"/>
              </w:rPr>
              <w:t>Балабко Н. А.</w:t>
            </w:r>
          </w:p>
        </w:tc>
        <w:tc>
          <w:tcPr>
            <w:tcW w:w="284" w:type="dxa"/>
            <w:vAlign w:val="bottom"/>
          </w:tcPr>
          <w:p w:rsidR="005548B0" w:rsidRPr="00797E1B" w:rsidRDefault="005548B0">
            <w:pPr>
              <w:pStyle w:val="aa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8B0" w:rsidRPr="00797E1B" w:rsidRDefault="005548B0">
            <w:pPr>
              <w:pStyle w:val="aa"/>
              <w:rPr>
                <w:sz w:val="16"/>
              </w:rPr>
            </w:pPr>
          </w:p>
        </w:tc>
      </w:tr>
      <w:tr w:rsidR="005548B0" w:rsidRPr="00797E1B" w:rsidTr="005548B0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8B0" w:rsidRPr="00797E1B" w:rsidRDefault="005548B0">
            <w:pPr>
              <w:pStyle w:val="aa"/>
              <w:rPr>
                <w:b/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5548B0" w:rsidRPr="00797E1B" w:rsidRDefault="005548B0">
            <w:pPr>
              <w:pStyle w:val="aa"/>
              <w:rPr>
                <w:b/>
                <w:sz w:val="16"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8B0" w:rsidRPr="00797E1B" w:rsidRDefault="005548B0">
            <w:pPr>
              <w:pStyle w:val="aa"/>
              <w:rPr>
                <w:b/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48B0" w:rsidRPr="00797E1B" w:rsidRDefault="005548B0">
            <w:pPr>
              <w:pStyle w:val="aa"/>
              <w:rPr>
                <w:b/>
                <w:sz w:val="16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8B0" w:rsidRPr="00797E1B" w:rsidRDefault="005548B0">
            <w:pPr>
              <w:pStyle w:val="aa"/>
              <w:rPr>
                <w:b/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48B0" w:rsidRPr="00797E1B" w:rsidRDefault="005548B0">
            <w:pPr>
              <w:pStyle w:val="aa"/>
              <w:rPr>
                <w:sz w:val="16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8B0" w:rsidRPr="00797E1B" w:rsidRDefault="005548B0">
            <w:pPr>
              <w:pStyle w:val="aa"/>
              <w:rPr>
                <w:sz w:val="16"/>
                <w:vertAlign w:val="superscript"/>
              </w:rPr>
            </w:pPr>
            <w:r w:rsidRPr="00797E1B">
              <w:rPr>
                <w:sz w:val="16"/>
                <w:vertAlign w:val="superscript"/>
              </w:rPr>
              <w:t>(дата)</w:t>
            </w:r>
          </w:p>
        </w:tc>
      </w:tr>
    </w:tbl>
    <w:p w:rsidR="005548B0" w:rsidRDefault="005548B0" w:rsidP="005548B0">
      <w:pPr>
        <w:rPr>
          <w:lang w:val="en-US"/>
        </w:rPr>
      </w:pPr>
    </w:p>
    <w:p w:rsidR="00DC1A91" w:rsidRDefault="00DC1A91" w:rsidP="005548B0">
      <w:pPr>
        <w:rPr>
          <w:lang w:val="en-US"/>
        </w:rPr>
      </w:pPr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C06" w:rsidRDefault="00746C06" w:rsidP="000D7175">
      <w:r>
        <w:separator/>
      </w:r>
    </w:p>
  </w:endnote>
  <w:endnote w:type="continuationSeparator" w:id="0">
    <w:p w:rsidR="00746C06" w:rsidRDefault="00746C06" w:rsidP="000D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871" w:rsidRPr="0051472A" w:rsidRDefault="006F3B2F" w:rsidP="00C20722">
    <w:pPr>
      <w:pStyle w:val="ad"/>
      <w:pBdr>
        <w:top w:val="thinThickSmallGap" w:sz="24" w:space="1" w:color="622423" w:themeColor="accent2" w:themeShade="7F"/>
      </w:pBdr>
      <w:rPr>
        <w:sz w:val="20"/>
      </w:rPr>
    </w:pPr>
    <w:r w:rsidRPr="00380896">
      <w:rPr>
        <w:sz w:val="20"/>
      </w:rPr>
      <w:t>Сводная ведомость результатов проведения специальной оценки условий труда в</w:t>
    </w:r>
    <w:r w:rsidR="008C12FF">
      <w:rPr>
        <w:sz w:val="20"/>
      </w:rPr>
      <w:t xml:space="preserve"> </w:t>
    </w:r>
    <w:r w:rsidR="009060E7" w:rsidRPr="009060E7">
      <w:rPr>
        <w:sz w:val="20"/>
      </w:rPr>
      <w:t>Публичное акционерное общество "Саратовский НПЗ"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Pr="00DB5544">
      <w:rPr>
        <w:sz w:val="20"/>
      </w:rPr>
      <w:fldChar w:fldCharType="separate"/>
    </w:r>
    <w:r w:rsidR="004F2DCA">
      <w:rPr>
        <w:noProof/>
        <w:sz w:val="20"/>
      </w:rPr>
      <w:t>1</w:t>
    </w:r>
    <w:r w:rsidRPr="00DB5544">
      <w:rPr>
        <w:sz w:val="20"/>
      </w:rPr>
      <w:fldChar w:fldCharType="end"/>
    </w:r>
    <w:r>
      <w:rPr>
        <w:sz w:val="20"/>
      </w:rPr>
      <w:t xml:space="preserve"> из </w:t>
    </w:r>
    <w:r w:rsidR="00D0095B">
      <w:rPr>
        <w:sz w:val="20"/>
      </w:rPr>
      <w:t>4</w:t>
    </w:r>
  </w:p>
  <w:p w:rsidR="000D7175" w:rsidRDefault="000D71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C06" w:rsidRDefault="00746C06" w:rsidP="000D7175">
      <w:r>
        <w:separator/>
      </w:r>
    </w:p>
  </w:footnote>
  <w:footnote w:type="continuationSeparator" w:id="0">
    <w:p w:rsidR="00746C06" w:rsidRDefault="00746C06" w:rsidP="000D7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2033E"/>
    <w:rsid w:val="000C5130"/>
    <w:rsid w:val="000D3760"/>
    <w:rsid w:val="000D7175"/>
    <w:rsid w:val="000F0714"/>
    <w:rsid w:val="00104A09"/>
    <w:rsid w:val="001502FA"/>
    <w:rsid w:val="00196135"/>
    <w:rsid w:val="001A7AC3"/>
    <w:rsid w:val="001B19D8"/>
    <w:rsid w:val="001B35FE"/>
    <w:rsid w:val="001C33F9"/>
    <w:rsid w:val="00237B32"/>
    <w:rsid w:val="00271FBC"/>
    <w:rsid w:val="002743B5"/>
    <w:rsid w:val="002761BA"/>
    <w:rsid w:val="00380871"/>
    <w:rsid w:val="00380896"/>
    <w:rsid w:val="003A1C01"/>
    <w:rsid w:val="003A2259"/>
    <w:rsid w:val="003C3080"/>
    <w:rsid w:val="003C79E5"/>
    <w:rsid w:val="003F4B55"/>
    <w:rsid w:val="00450E3E"/>
    <w:rsid w:val="004550F8"/>
    <w:rsid w:val="004654AF"/>
    <w:rsid w:val="00495D50"/>
    <w:rsid w:val="004B7161"/>
    <w:rsid w:val="004C33B9"/>
    <w:rsid w:val="004C6BD0"/>
    <w:rsid w:val="004D3FF5"/>
    <w:rsid w:val="004E5CB1"/>
    <w:rsid w:val="004F2DCA"/>
    <w:rsid w:val="004F31CB"/>
    <w:rsid w:val="0051472A"/>
    <w:rsid w:val="00547088"/>
    <w:rsid w:val="00554185"/>
    <w:rsid w:val="005548B0"/>
    <w:rsid w:val="005567D6"/>
    <w:rsid w:val="005645F0"/>
    <w:rsid w:val="00572AE0"/>
    <w:rsid w:val="00584289"/>
    <w:rsid w:val="005F2904"/>
    <w:rsid w:val="005F64E6"/>
    <w:rsid w:val="00642E12"/>
    <w:rsid w:val="0065289A"/>
    <w:rsid w:val="0067226F"/>
    <w:rsid w:val="006E4DFC"/>
    <w:rsid w:val="006F3B2F"/>
    <w:rsid w:val="00725C51"/>
    <w:rsid w:val="00746C06"/>
    <w:rsid w:val="00797E1B"/>
    <w:rsid w:val="007A26B3"/>
    <w:rsid w:val="007E123D"/>
    <w:rsid w:val="00820552"/>
    <w:rsid w:val="008C12FF"/>
    <w:rsid w:val="009060E7"/>
    <w:rsid w:val="00910E14"/>
    <w:rsid w:val="00936F48"/>
    <w:rsid w:val="009647F7"/>
    <w:rsid w:val="009A1326"/>
    <w:rsid w:val="009D6532"/>
    <w:rsid w:val="009E3AEC"/>
    <w:rsid w:val="00A026A4"/>
    <w:rsid w:val="00A32489"/>
    <w:rsid w:val="00AF1EDF"/>
    <w:rsid w:val="00B00248"/>
    <w:rsid w:val="00B12F45"/>
    <w:rsid w:val="00B2089E"/>
    <w:rsid w:val="00B239F8"/>
    <w:rsid w:val="00B3448B"/>
    <w:rsid w:val="00B874F5"/>
    <w:rsid w:val="00BA560A"/>
    <w:rsid w:val="00BD23D4"/>
    <w:rsid w:val="00C0355B"/>
    <w:rsid w:val="00C20722"/>
    <w:rsid w:val="00C93056"/>
    <w:rsid w:val="00CA2E96"/>
    <w:rsid w:val="00CD2568"/>
    <w:rsid w:val="00CD439E"/>
    <w:rsid w:val="00D0095B"/>
    <w:rsid w:val="00D11966"/>
    <w:rsid w:val="00D85BDF"/>
    <w:rsid w:val="00DC0F74"/>
    <w:rsid w:val="00DC1A91"/>
    <w:rsid w:val="00DD6622"/>
    <w:rsid w:val="00E25119"/>
    <w:rsid w:val="00E30B79"/>
    <w:rsid w:val="00E458F1"/>
    <w:rsid w:val="00E922B1"/>
    <w:rsid w:val="00EA3306"/>
    <w:rsid w:val="00EB7BDE"/>
    <w:rsid w:val="00EC5373"/>
    <w:rsid w:val="00F06873"/>
    <w:rsid w:val="00F262EE"/>
    <w:rsid w:val="00F35546"/>
    <w:rsid w:val="00F47710"/>
    <w:rsid w:val="00F64D2A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THK-BP</Company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dybychenko</cp:lastModifiedBy>
  <cp:revision>2</cp:revision>
  <cp:lastPrinted>2019-12-17T07:43:00Z</cp:lastPrinted>
  <dcterms:created xsi:type="dcterms:W3CDTF">2020-03-11T10:27:00Z</dcterms:created>
  <dcterms:modified xsi:type="dcterms:W3CDTF">2020-03-11T10:27:00Z</dcterms:modified>
</cp:coreProperties>
</file>