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677F31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677F31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677F31" w:rsidRPr="00677F31">
        <w:rPr>
          <w:rStyle w:val="a9"/>
        </w:rPr>
        <w:t xml:space="preserve"> ПУБЛИЧНОЕ АКЦИОНЕРНОЕ ОБЩЕСТВО "САРАТОВСКИЙ НЕФТЕПЕРЕРАБАТЫВАЮЩИЙ ЗАВОД"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2"/>
        <w:gridCol w:w="3542"/>
        <w:gridCol w:w="2733"/>
        <w:gridCol w:w="1861"/>
        <w:gridCol w:w="3134"/>
        <w:gridCol w:w="1311"/>
      </w:tblGrid>
      <w:tr w:rsidR="00DB70BA" w:rsidRPr="00AF49A3" w:rsidTr="00F065BE">
        <w:trPr>
          <w:tblHeader/>
          <w:jc w:val="center"/>
        </w:trPr>
        <w:tc>
          <w:tcPr>
            <w:tcW w:w="2982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542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733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861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13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привлекаемые для выполнения</w:t>
            </w:r>
          </w:p>
        </w:tc>
        <w:tc>
          <w:tcPr>
            <w:tcW w:w="131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F065BE">
        <w:trPr>
          <w:jc w:val="center"/>
        </w:trPr>
        <w:tc>
          <w:tcPr>
            <w:tcW w:w="2982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542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733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86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13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677F31" w:rsidRPr="00AF49A3" w:rsidTr="00C218D6">
        <w:trPr>
          <w:jc w:val="center"/>
        </w:trPr>
        <w:tc>
          <w:tcPr>
            <w:tcW w:w="15563" w:type="dxa"/>
            <w:gridSpan w:val="6"/>
            <w:vAlign w:val="center"/>
          </w:tcPr>
          <w:p w:rsidR="00677F31" w:rsidRPr="00063DF1" w:rsidRDefault="00677F31" w:rsidP="00DB70BA">
            <w:pPr>
              <w:pStyle w:val="aa"/>
            </w:pPr>
            <w:r>
              <w:rPr>
                <w:b/>
                <w:i/>
              </w:rPr>
              <w:t xml:space="preserve">Производство №1 первичной переработки сернистой нефти и производства </w:t>
            </w:r>
            <w:proofErr w:type="spellStart"/>
            <w:r>
              <w:rPr>
                <w:b/>
                <w:i/>
              </w:rPr>
              <w:t>нефтебитума</w:t>
            </w:r>
            <w:proofErr w:type="spellEnd"/>
          </w:p>
        </w:tc>
      </w:tr>
      <w:tr w:rsidR="00677F31" w:rsidRPr="00AF49A3" w:rsidTr="00EF3CC7">
        <w:trPr>
          <w:jc w:val="center"/>
        </w:trPr>
        <w:tc>
          <w:tcPr>
            <w:tcW w:w="15563" w:type="dxa"/>
            <w:gridSpan w:val="6"/>
            <w:vAlign w:val="center"/>
          </w:tcPr>
          <w:p w:rsidR="00677F31" w:rsidRPr="00063DF1" w:rsidRDefault="00677F31" w:rsidP="00DB70BA">
            <w:pPr>
              <w:pStyle w:val="aa"/>
            </w:pPr>
            <w:r>
              <w:rPr>
                <w:i/>
              </w:rPr>
              <w:t>Общепроизводственный персонал</w:t>
            </w:r>
          </w:p>
        </w:tc>
      </w:tr>
      <w:tr w:rsidR="00070A81" w:rsidRPr="00AF49A3" w:rsidTr="00F065BE">
        <w:trPr>
          <w:jc w:val="center"/>
        </w:trPr>
        <w:tc>
          <w:tcPr>
            <w:tcW w:w="2982" w:type="dxa"/>
            <w:vMerge w:val="restart"/>
          </w:tcPr>
          <w:p w:rsidR="00070A81" w:rsidRDefault="00070A81" w:rsidP="00F065BE">
            <w:pPr>
              <w:pStyle w:val="aa"/>
            </w:pPr>
            <w:r>
              <w:t>01.01.12. Заместитель начал</w:t>
            </w:r>
            <w:r>
              <w:t>ь</w:t>
            </w:r>
            <w:r>
              <w:t>ника производства (по перви</w:t>
            </w:r>
            <w:r>
              <w:t>ч</w:t>
            </w:r>
            <w:r>
              <w:t>ной переработке нефти);</w:t>
            </w:r>
          </w:p>
          <w:p w:rsidR="00070A81" w:rsidRDefault="00070A81" w:rsidP="00F065BE">
            <w:pPr>
              <w:pStyle w:val="aa"/>
            </w:pPr>
            <w:r>
              <w:t>01.01.13. Заместитель начал</w:t>
            </w:r>
            <w:r>
              <w:t>ь</w:t>
            </w:r>
            <w:r>
              <w:t>ника производства (по подг</w:t>
            </w:r>
            <w:r>
              <w:t>о</w:t>
            </w:r>
            <w:r>
              <w:t xml:space="preserve">товке нефти, производству серы и </w:t>
            </w:r>
            <w:proofErr w:type="spellStart"/>
            <w:r>
              <w:t>нефтебитума</w:t>
            </w:r>
            <w:proofErr w:type="spellEnd"/>
            <w:r>
              <w:t>)</w:t>
            </w:r>
          </w:p>
          <w:p w:rsidR="00070A81" w:rsidRDefault="00070A81" w:rsidP="00F065BE">
            <w:pPr>
              <w:pStyle w:val="aa"/>
            </w:pPr>
          </w:p>
          <w:p w:rsidR="00F065BE" w:rsidRDefault="00F065BE" w:rsidP="00F065BE">
            <w:pPr>
              <w:pStyle w:val="aa"/>
            </w:pPr>
          </w:p>
          <w:p w:rsidR="00F065BE" w:rsidRDefault="00F065BE" w:rsidP="00F065BE">
            <w:pPr>
              <w:pStyle w:val="aa"/>
            </w:pPr>
          </w:p>
          <w:p w:rsidR="00F065BE" w:rsidRDefault="00F065BE" w:rsidP="00F065BE">
            <w:pPr>
              <w:pStyle w:val="aa"/>
            </w:pPr>
          </w:p>
          <w:p w:rsidR="00F065BE" w:rsidRDefault="00F065BE" w:rsidP="00F065BE">
            <w:pPr>
              <w:pStyle w:val="aa"/>
            </w:pPr>
          </w:p>
          <w:p w:rsidR="00F065BE" w:rsidRDefault="00F065BE" w:rsidP="00F065BE">
            <w:pPr>
              <w:pStyle w:val="aa"/>
            </w:pPr>
          </w:p>
          <w:p w:rsidR="00F065BE" w:rsidRDefault="00F065BE" w:rsidP="00F065BE">
            <w:pPr>
              <w:pStyle w:val="aa"/>
            </w:pPr>
          </w:p>
          <w:p w:rsidR="00F065BE" w:rsidRDefault="00F065BE" w:rsidP="00F065BE">
            <w:pPr>
              <w:pStyle w:val="aa"/>
            </w:pPr>
          </w:p>
          <w:p w:rsidR="00F065BE" w:rsidRDefault="00F065BE" w:rsidP="00F065BE">
            <w:pPr>
              <w:pStyle w:val="aa"/>
            </w:pPr>
          </w:p>
          <w:p w:rsidR="00070A81" w:rsidRPr="00677F31" w:rsidRDefault="00070A81" w:rsidP="00F065BE">
            <w:pPr>
              <w:pStyle w:val="aa"/>
              <w:rPr>
                <w:b/>
                <w:i/>
              </w:rPr>
            </w:pPr>
            <w:r w:rsidRPr="00677F31">
              <w:rPr>
                <w:b/>
                <w:i/>
              </w:rPr>
              <w:t>Производственный шум</w:t>
            </w:r>
          </w:p>
        </w:tc>
        <w:tc>
          <w:tcPr>
            <w:tcW w:w="3542" w:type="dxa"/>
          </w:tcPr>
          <w:p w:rsidR="00070A81" w:rsidRPr="003867F3" w:rsidRDefault="00070A81" w:rsidP="00412314">
            <w:pPr>
              <w:pStyle w:val="aa"/>
            </w:pPr>
            <w:r w:rsidRPr="003867F3">
              <w:t>Своевременный ремонт и</w:t>
            </w:r>
          </w:p>
          <w:p w:rsidR="00070A81" w:rsidRPr="003867F3" w:rsidRDefault="00070A81" w:rsidP="00412314">
            <w:pPr>
              <w:pStyle w:val="aa"/>
            </w:pPr>
            <w:r w:rsidRPr="003867F3">
              <w:t>техническое обслуживание</w:t>
            </w:r>
          </w:p>
          <w:p w:rsidR="00070A81" w:rsidRPr="003867F3" w:rsidRDefault="00070A81" w:rsidP="00412314">
            <w:pPr>
              <w:pStyle w:val="aa"/>
            </w:pPr>
            <w:r w:rsidRPr="003867F3">
              <w:t>оборудования.</w:t>
            </w:r>
          </w:p>
        </w:tc>
        <w:tc>
          <w:tcPr>
            <w:tcW w:w="2733" w:type="dxa"/>
          </w:tcPr>
          <w:p w:rsidR="00070A81" w:rsidRPr="003867F3" w:rsidRDefault="00070A81" w:rsidP="00412314">
            <w:pPr>
              <w:pStyle w:val="aa"/>
            </w:pPr>
            <w:r w:rsidRPr="003867F3">
              <w:t>Снижение уровня шума на рабочих местах, профила</w:t>
            </w:r>
            <w:r w:rsidRPr="003867F3">
              <w:t>к</w:t>
            </w:r>
            <w:r w:rsidRPr="003867F3">
              <w:t>тика профзаболеваний</w:t>
            </w:r>
          </w:p>
        </w:tc>
        <w:tc>
          <w:tcPr>
            <w:tcW w:w="1861" w:type="dxa"/>
          </w:tcPr>
          <w:p w:rsidR="00070A81" w:rsidRPr="003867F3" w:rsidRDefault="00070A81" w:rsidP="00412314">
            <w:pPr>
              <w:pStyle w:val="aa"/>
              <w:snapToGrid w:val="0"/>
            </w:pPr>
            <w:r w:rsidRPr="003867F3">
              <w:t>В соответствии с графиком ППР</w:t>
            </w:r>
          </w:p>
          <w:p w:rsidR="00070A81" w:rsidRPr="003867F3" w:rsidRDefault="00070A81" w:rsidP="00412314">
            <w:pPr>
              <w:pStyle w:val="aa"/>
            </w:pPr>
          </w:p>
        </w:tc>
        <w:tc>
          <w:tcPr>
            <w:tcW w:w="3134" w:type="dxa"/>
          </w:tcPr>
          <w:p w:rsidR="00070A81" w:rsidRPr="003867F3" w:rsidRDefault="00070A81" w:rsidP="00412314">
            <w:pPr>
              <w:pStyle w:val="aa"/>
            </w:pPr>
            <w:r w:rsidRPr="003867F3">
              <w:t>Производство №1</w:t>
            </w:r>
          </w:p>
        </w:tc>
        <w:tc>
          <w:tcPr>
            <w:tcW w:w="1311" w:type="dxa"/>
            <w:vAlign w:val="center"/>
          </w:tcPr>
          <w:p w:rsidR="00070A81" w:rsidRPr="00063DF1" w:rsidRDefault="00070A81" w:rsidP="00DB70BA">
            <w:pPr>
              <w:pStyle w:val="aa"/>
            </w:pPr>
          </w:p>
        </w:tc>
      </w:tr>
      <w:tr w:rsidR="00070A81" w:rsidRPr="00AF49A3" w:rsidTr="00F065BE">
        <w:trPr>
          <w:jc w:val="center"/>
        </w:trPr>
        <w:tc>
          <w:tcPr>
            <w:tcW w:w="2982" w:type="dxa"/>
            <w:vMerge/>
            <w:vAlign w:val="center"/>
          </w:tcPr>
          <w:p w:rsidR="00070A81" w:rsidRPr="00677F31" w:rsidRDefault="00070A81" w:rsidP="00677F31">
            <w:pPr>
              <w:pStyle w:val="aa"/>
              <w:jc w:val="left"/>
            </w:pPr>
          </w:p>
        </w:tc>
        <w:tc>
          <w:tcPr>
            <w:tcW w:w="3542" w:type="dxa"/>
          </w:tcPr>
          <w:p w:rsidR="00070A81" w:rsidRPr="003867F3" w:rsidRDefault="00070A81" w:rsidP="00412314">
            <w:pPr>
              <w:pStyle w:val="aa"/>
            </w:pPr>
            <w:proofErr w:type="gramStart"/>
            <w:r w:rsidRPr="003867F3">
              <w:t>Контроль за</w:t>
            </w:r>
            <w:proofErr w:type="gramEnd"/>
            <w:r w:rsidRPr="003867F3">
              <w:t xml:space="preserve"> уровнем производстве</w:t>
            </w:r>
            <w:r w:rsidRPr="003867F3">
              <w:t>н</w:t>
            </w:r>
            <w:r w:rsidRPr="003867F3">
              <w:t>ного шума на рабочих местах</w:t>
            </w:r>
          </w:p>
        </w:tc>
        <w:tc>
          <w:tcPr>
            <w:tcW w:w="2733" w:type="dxa"/>
          </w:tcPr>
          <w:p w:rsidR="00070A81" w:rsidRPr="003867F3" w:rsidRDefault="00070A81" w:rsidP="00412314">
            <w:pPr>
              <w:pStyle w:val="aa"/>
            </w:pPr>
            <w:r w:rsidRPr="003867F3">
              <w:t>-</w:t>
            </w:r>
          </w:p>
        </w:tc>
        <w:tc>
          <w:tcPr>
            <w:tcW w:w="1861" w:type="dxa"/>
          </w:tcPr>
          <w:p w:rsidR="00070A81" w:rsidRPr="003867F3" w:rsidRDefault="00070A81" w:rsidP="00412314">
            <w:pPr>
              <w:pStyle w:val="aa"/>
              <w:snapToGrid w:val="0"/>
            </w:pPr>
            <w:r w:rsidRPr="003867F3">
              <w:t>В соответствии с программой</w:t>
            </w:r>
          </w:p>
          <w:p w:rsidR="00070A81" w:rsidRPr="003867F3" w:rsidRDefault="00070A81" w:rsidP="00412314">
            <w:pPr>
              <w:pStyle w:val="aa"/>
              <w:snapToGrid w:val="0"/>
            </w:pPr>
            <w:r w:rsidRPr="003867F3">
              <w:t>производственного контроля</w:t>
            </w:r>
          </w:p>
        </w:tc>
        <w:tc>
          <w:tcPr>
            <w:tcW w:w="3134" w:type="dxa"/>
          </w:tcPr>
          <w:p w:rsidR="00070A81" w:rsidRPr="003867F3" w:rsidRDefault="00070A81" w:rsidP="00412314">
            <w:pPr>
              <w:pStyle w:val="aa"/>
            </w:pPr>
            <w:r w:rsidRPr="003867F3">
              <w:t>ООТ</w:t>
            </w:r>
          </w:p>
        </w:tc>
        <w:tc>
          <w:tcPr>
            <w:tcW w:w="1311" w:type="dxa"/>
            <w:vAlign w:val="center"/>
          </w:tcPr>
          <w:p w:rsidR="00070A81" w:rsidRPr="00063DF1" w:rsidRDefault="00070A81" w:rsidP="00DB70BA">
            <w:pPr>
              <w:pStyle w:val="aa"/>
            </w:pPr>
          </w:p>
        </w:tc>
      </w:tr>
      <w:tr w:rsidR="00070A81" w:rsidRPr="00AF49A3" w:rsidTr="00F065BE">
        <w:trPr>
          <w:jc w:val="center"/>
        </w:trPr>
        <w:tc>
          <w:tcPr>
            <w:tcW w:w="2982" w:type="dxa"/>
            <w:vMerge/>
            <w:vAlign w:val="center"/>
          </w:tcPr>
          <w:p w:rsidR="00070A81" w:rsidRPr="00677F31" w:rsidRDefault="00070A81" w:rsidP="00677F31">
            <w:pPr>
              <w:pStyle w:val="aa"/>
              <w:jc w:val="left"/>
            </w:pPr>
          </w:p>
        </w:tc>
        <w:tc>
          <w:tcPr>
            <w:tcW w:w="3542" w:type="dxa"/>
          </w:tcPr>
          <w:p w:rsidR="00070A81" w:rsidRPr="003867F3" w:rsidRDefault="00070A81" w:rsidP="00412314">
            <w:pPr>
              <w:pStyle w:val="aa"/>
            </w:pPr>
            <w:r w:rsidRPr="003867F3">
              <w:t>Обеспечение работников сертифиц</w:t>
            </w:r>
            <w:r w:rsidRPr="003867F3">
              <w:t>и</w:t>
            </w:r>
            <w:r w:rsidRPr="003867F3">
              <w:t>рованными средствами индивидуал</w:t>
            </w:r>
            <w:r w:rsidRPr="003867F3">
              <w:t>ь</w:t>
            </w:r>
            <w:r w:rsidRPr="003867F3">
              <w:t>ной защиты в соответствии с типов</w:t>
            </w:r>
            <w:r w:rsidRPr="003867F3">
              <w:t>ы</w:t>
            </w:r>
            <w:r w:rsidRPr="003867F3">
              <w:t>ми отраслевыми нормами и услови</w:t>
            </w:r>
            <w:r w:rsidRPr="003867F3">
              <w:t>я</w:t>
            </w:r>
            <w:r w:rsidRPr="003867F3">
              <w:t>ми труда.</w:t>
            </w:r>
          </w:p>
        </w:tc>
        <w:tc>
          <w:tcPr>
            <w:tcW w:w="2733" w:type="dxa"/>
          </w:tcPr>
          <w:p w:rsidR="00070A81" w:rsidRPr="003867F3" w:rsidRDefault="00070A81" w:rsidP="00412314">
            <w:pPr>
              <w:pStyle w:val="aa"/>
            </w:pPr>
            <w:r w:rsidRPr="003867F3">
              <w:t>Профилактика профзабол</w:t>
            </w:r>
            <w:r w:rsidRPr="003867F3">
              <w:t>е</w:t>
            </w:r>
            <w:r w:rsidRPr="003867F3">
              <w:t>ваний</w:t>
            </w:r>
          </w:p>
        </w:tc>
        <w:tc>
          <w:tcPr>
            <w:tcW w:w="1861" w:type="dxa"/>
          </w:tcPr>
          <w:p w:rsidR="00070A81" w:rsidRPr="003867F3" w:rsidRDefault="00070A81" w:rsidP="00412314">
            <w:pPr>
              <w:pStyle w:val="aa"/>
              <w:snapToGrid w:val="0"/>
            </w:pPr>
            <w:r w:rsidRPr="003867F3">
              <w:t>В соответствии с Типовыми отра</w:t>
            </w:r>
            <w:r w:rsidRPr="003867F3">
              <w:t>с</w:t>
            </w:r>
            <w:r w:rsidRPr="003867F3">
              <w:t xml:space="preserve">левыми нормами выдачи </w:t>
            </w:r>
            <w:proofErr w:type="gramStart"/>
            <w:r w:rsidRPr="003867F3">
              <w:t>СИЗ</w:t>
            </w:r>
            <w:proofErr w:type="gramEnd"/>
          </w:p>
        </w:tc>
        <w:tc>
          <w:tcPr>
            <w:tcW w:w="3134" w:type="dxa"/>
          </w:tcPr>
          <w:p w:rsidR="00070A81" w:rsidRPr="003867F3" w:rsidRDefault="00070A81" w:rsidP="00412314">
            <w:pPr>
              <w:pStyle w:val="aa"/>
            </w:pPr>
            <w:r w:rsidRPr="003867F3">
              <w:t>ОМТО, ООТ</w:t>
            </w:r>
          </w:p>
        </w:tc>
        <w:tc>
          <w:tcPr>
            <w:tcW w:w="1311" w:type="dxa"/>
            <w:vAlign w:val="center"/>
          </w:tcPr>
          <w:p w:rsidR="00070A81" w:rsidRPr="00063DF1" w:rsidRDefault="00070A81" w:rsidP="00DB70BA">
            <w:pPr>
              <w:pStyle w:val="aa"/>
            </w:pPr>
          </w:p>
        </w:tc>
      </w:tr>
      <w:tr w:rsidR="00070A81" w:rsidRPr="00AF49A3" w:rsidTr="00F065BE">
        <w:trPr>
          <w:jc w:val="center"/>
        </w:trPr>
        <w:tc>
          <w:tcPr>
            <w:tcW w:w="2982" w:type="dxa"/>
            <w:vMerge/>
            <w:vAlign w:val="center"/>
          </w:tcPr>
          <w:p w:rsidR="00070A81" w:rsidRPr="00677F31" w:rsidRDefault="00070A81" w:rsidP="00677F31">
            <w:pPr>
              <w:pStyle w:val="aa"/>
              <w:jc w:val="left"/>
            </w:pPr>
          </w:p>
        </w:tc>
        <w:tc>
          <w:tcPr>
            <w:tcW w:w="3542" w:type="dxa"/>
          </w:tcPr>
          <w:p w:rsidR="00070A81" w:rsidRPr="003867F3" w:rsidRDefault="00070A81" w:rsidP="00412314">
            <w:pPr>
              <w:pStyle w:val="aa"/>
            </w:pPr>
            <w:proofErr w:type="gramStart"/>
            <w:r w:rsidRPr="003867F3">
              <w:t>Контроль за состоянием и применен</w:t>
            </w:r>
            <w:r w:rsidRPr="003867F3">
              <w:t>и</w:t>
            </w:r>
            <w:r w:rsidRPr="003867F3">
              <w:t>ем работниками сертифицированных СИЗ органов слуха.</w:t>
            </w:r>
            <w:proofErr w:type="gramEnd"/>
          </w:p>
        </w:tc>
        <w:tc>
          <w:tcPr>
            <w:tcW w:w="2733" w:type="dxa"/>
          </w:tcPr>
          <w:p w:rsidR="00070A81" w:rsidRPr="003867F3" w:rsidRDefault="00070A81" w:rsidP="00412314">
            <w:pPr>
              <w:pStyle w:val="aa"/>
            </w:pPr>
            <w:r w:rsidRPr="003867F3">
              <w:t>Профилактика профзабол</w:t>
            </w:r>
            <w:r w:rsidRPr="003867F3">
              <w:t>е</w:t>
            </w:r>
            <w:r w:rsidRPr="003867F3">
              <w:t>ваний</w:t>
            </w:r>
          </w:p>
        </w:tc>
        <w:tc>
          <w:tcPr>
            <w:tcW w:w="1861" w:type="dxa"/>
          </w:tcPr>
          <w:p w:rsidR="00070A81" w:rsidRPr="003867F3" w:rsidRDefault="00070A81" w:rsidP="00412314">
            <w:pPr>
              <w:pStyle w:val="aa"/>
              <w:snapToGrid w:val="0"/>
            </w:pPr>
            <w:r w:rsidRPr="003867F3">
              <w:t>Постоянно</w:t>
            </w:r>
          </w:p>
        </w:tc>
        <w:tc>
          <w:tcPr>
            <w:tcW w:w="3134" w:type="dxa"/>
          </w:tcPr>
          <w:p w:rsidR="00070A81" w:rsidRPr="003867F3" w:rsidRDefault="00070A81" w:rsidP="00412314">
            <w:pPr>
              <w:pStyle w:val="aa"/>
            </w:pPr>
            <w:r w:rsidRPr="003867F3">
              <w:t>Производство №1</w:t>
            </w:r>
          </w:p>
        </w:tc>
        <w:tc>
          <w:tcPr>
            <w:tcW w:w="1311" w:type="dxa"/>
            <w:vAlign w:val="center"/>
          </w:tcPr>
          <w:p w:rsidR="00070A81" w:rsidRPr="00063DF1" w:rsidRDefault="00070A81" w:rsidP="00DB70BA">
            <w:pPr>
              <w:pStyle w:val="aa"/>
            </w:pPr>
          </w:p>
        </w:tc>
      </w:tr>
      <w:tr w:rsidR="00070A81" w:rsidRPr="00AF49A3" w:rsidTr="00F065BE">
        <w:trPr>
          <w:jc w:val="center"/>
        </w:trPr>
        <w:tc>
          <w:tcPr>
            <w:tcW w:w="2982" w:type="dxa"/>
            <w:vMerge/>
            <w:vAlign w:val="center"/>
          </w:tcPr>
          <w:p w:rsidR="00070A81" w:rsidRPr="00677F31" w:rsidRDefault="00070A81" w:rsidP="00677F31">
            <w:pPr>
              <w:pStyle w:val="aa"/>
              <w:jc w:val="left"/>
            </w:pPr>
          </w:p>
        </w:tc>
        <w:tc>
          <w:tcPr>
            <w:tcW w:w="3542" w:type="dxa"/>
          </w:tcPr>
          <w:p w:rsidR="00070A81" w:rsidRPr="003867F3" w:rsidRDefault="00070A81" w:rsidP="00412314">
            <w:pPr>
              <w:pStyle w:val="aa"/>
            </w:pPr>
            <w:r w:rsidRPr="003867F3">
              <w:t>Соблюдение оптимальных режимов труда и отдыха, рационального чер</w:t>
            </w:r>
            <w:r w:rsidRPr="003867F3">
              <w:t>е</w:t>
            </w:r>
            <w:r w:rsidRPr="003867F3">
              <w:t>дования периодов отдыха и работы</w:t>
            </w:r>
          </w:p>
        </w:tc>
        <w:tc>
          <w:tcPr>
            <w:tcW w:w="2733" w:type="dxa"/>
          </w:tcPr>
          <w:p w:rsidR="00070A81" w:rsidRPr="003867F3" w:rsidRDefault="00070A81" w:rsidP="00412314">
            <w:pPr>
              <w:pStyle w:val="aa"/>
            </w:pPr>
            <w:r w:rsidRPr="003867F3">
              <w:t>Профилактика профзабол</w:t>
            </w:r>
            <w:r w:rsidRPr="003867F3">
              <w:t>е</w:t>
            </w:r>
            <w:r w:rsidRPr="003867F3">
              <w:t>ваний</w:t>
            </w:r>
          </w:p>
        </w:tc>
        <w:tc>
          <w:tcPr>
            <w:tcW w:w="1861" w:type="dxa"/>
          </w:tcPr>
          <w:p w:rsidR="00070A81" w:rsidRPr="003867F3" w:rsidRDefault="00070A81" w:rsidP="00412314">
            <w:pPr>
              <w:pStyle w:val="aa"/>
              <w:snapToGrid w:val="0"/>
            </w:pPr>
            <w:r w:rsidRPr="003867F3">
              <w:t>В соответствии с правилами вну</w:t>
            </w:r>
            <w:r w:rsidRPr="003867F3">
              <w:t>т</w:t>
            </w:r>
            <w:r w:rsidRPr="003867F3">
              <w:t>реннего трудового распорядка</w:t>
            </w:r>
          </w:p>
        </w:tc>
        <w:tc>
          <w:tcPr>
            <w:tcW w:w="3134" w:type="dxa"/>
          </w:tcPr>
          <w:p w:rsidR="00070A81" w:rsidRPr="003867F3" w:rsidRDefault="00070A81" w:rsidP="00412314">
            <w:pPr>
              <w:pStyle w:val="aa"/>
            </w:pPr>
            <w:r w:rsidRPr="003867F3">
              <w:t>Производство №1</w:t>
            </w:r>
          </w:p>
        </w:tc>
        <w:tc>
          <w:tcPr>
            <w:tcW w:w="1311" w:type="dxa"/>
            <w:vAlign w:val="center"/>
          </w:tcPr>
          <w:p w:rsidR="00070A81" w:rsidRPr="00063DF1" w:rsidRDefault="00070A81" w:rsidP="00DB70BA">
            <w:pPr>
              <w:pStyle w:val="aa"/>
            </w:pPr>
          </w:p>
        </w:tc>
      </w:tr>
      <w:tr w:rsidR="00F065BE" w:rsidRPr="00AF49A3" w:rsidTr="003760D4">
        <w:trPr>
          <w:jc w:val="center"/>
        </w:trPr>
        <w:tc>
          <w:tcPr>
            <w:tcW w:w="15563" w:type="dxa"/>
            <w:gridSpan w:val="6"/>
            <w:vAlign w:val="center"/>
          </w:tcPr>
          <w:p w:rsidR="00F065BE" w:rsidRPr="00063DF1" w:rsidRDefault="00F065BE" w:rsidP="00DB70BA">
            <w:pPr>
              <w:pStyle w:val="aa"/>
            </w:pPr>
            <w:r>
              <w:rPr>
                <w:b/>
                <w:i/>
              </w:rPr>
              <w:t xml:space="preserve">Производство №2 </w:t>
            </w:r>
            <w:proofErr w:type="gramStart"/>
            <w:r>
              <w:rPr>
                <w:b/>
                <w:i/>
              </w:rPr>
              <w:t>каталитического</w:t>
            </w:r>
            <w:proofErr w:type="gram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риформирования</w:t>
            </w:r>
            <w:proofErr w:type="spellEnd"/>
          </w:p>
        </w:tc>
      </w:tr>
      <w:tr w:rsidR="00F065BE" w:rsidRPr="00AF49A3" w:rsidTr="00780A09">
        <w:trPr>
          <w:jc w:val="center"/>
        </w:trPr>
        <w:tc>
          <w:tcPr>
            <w:tcW w:w="15563" w:type="dxa"/>
            <w:gridSpan w:val="6"/>
            <w:vAlign w:val="center"/>
          </w:tcPr>
          <w:p w:rsidR="00F065BE" w:rsidRPr="00063DF1" w:rsidRDefault="00F065BE" w:rsidP="00DB70BA">
            <w:pPr>
              <w:pStyle w:val="aa"/>
            </w:pPr>
            <w:r>
              <w:rPr>
                <w:i/>
              </w:rPr>
              <w:t>Общепроизводственный персонал</w:t>
            </w:r>
          </w:p>
        </w:tc>
      </w:tr>
      <w:tr w:rsidR="00F065BE" w:rsidRPr="00AF49A3" w:rsidTr="00F376CF">
        <w:trPr>
          <w:jc w:val="center"/>
        </w:trPr>
        <w:tc>
          <w:tcPr>
            <w:tcW w:w="2982" w:type="dxa"/>
            <w:vMerge w:val="restart"/>
          </w:tcPr>
          <w:p w:rsidR="00F065BE" w:rsidRDefault="00F065BE" w:rsidP="00F065BE">
            <w:pPr>
              <w:pStyle w:val="aa"/>
            </w:pPr>
            <w:r>
              <w:t>02.01.11. Заместитель начал</w:t>
            </w:r>
            <w:r>
              <w:t>ь</w:t>
            </w:r>
            <w:r>
              <w:t>ника производства (по проце</w:t>
            </w:r>
            <w:r>
              <w:t>с</w:t>
            </w:r>
            <w:r>
              <w:t xml:space="preserve">сам </w:t>
            </w:r>
            <w:proofErr w:type="spellStart"/>
            <w:r>
              <w:t>риформинга</w:t>
            </w:r>
            <w:proofErr w:type="spellEnd"/>
            <w:r>
              <w:t>);</w:t>
            </w:r>
          </w:p>
          <w:p w:rsidR="00F065BE" w:rsidRDefault="00F065BE" w:rsidP="00F065BE">
            <w:pPr>
              <w:pStyle w:val="aa"/>
            </w:pPr>
            <w:r>
              <w:t>02.01.12. Заместитель начал</w:t>
            </w:r>
            <w:r>
              <w:t>ь</w:t>
            </w:r>
            <w:r>
              <w:t xml:space="preserve">ника производства (по </w:t>
            </w:r>
            <w:proofErr w:type="spellStart"/>
            <w:r>
              <w:t>гидрог</w:t>
            </w:r>
            <w:r>
              <w:t>е</w:t>
            </w:r>
            <w:r>
              <w:t>низационным</w:t>
            </w:r>
            <w:proofErr w:type="spellEnd"/>
            <w:r>
              <w:t xml:space="preserve"> процессам)</w:t>
            </w:r>
          </w:p>
          <w:p w:rsidR="00F065BE" w:rsidRDefault="00F065BE" w:rsidP="00F065BE">
            <w:pPr>
              <w:pStyle w:val="aa"/>
            </w:pPr>
          </w:p>
          <w:p w:rsidR="00F065BE" w:rsidRDefault="00F065BE" w:rsidP="00F065BE">
            <w:pPr>
              <w:pStyle w:val="aa"/>
            </w:pPr>
          </w:p>
          <w:p w:rsidR="00F065BE" w:rsidRDefault="00F065BE" w:rsidP="00F065BE">
            <w:pPr>
              <w:pStyle w:val="aa"/>
            </w:pPr>
          </w:p>
          <w:p w:rsidR="00F065BE" w:rsidRDefault="00F065BE" w:rsidP="00F065BE">
            <w:pPr>
              <w:pStyle w:val="aa"/>
            </w:pPr>
          </w:p>
          <w:p w:rsidR="00F065BE" w:rsidRPr="00677F31" w:rsidRDefault="00F065BE" w:rsidP="00F065BE">
            <w:pPr>
              <w:pStyle w:val="aa"/>
            </w:pPr>
            <w:r w:rsidRPr="00677F31">
              <w:rPr>
                <w:b/>
                <w:i/>
              </w:rPr>
              <w:t>Производственный шум</w:t>
            </w:r>
          </w:p>
        </w:tc>
        <w:tc>
          <w:tcPr>
            <w:tcW w:w="3542" w:type="dxa"/>
          </w:tcPr>
          <w:p w:rsidR="00F065BE" w:rsidRPr="003867F3" w:rsidRDefault="00F065BE" w:rsidP="00412314">
            <w:pPr>
              <w:pStyle w:val="aa"/>
            </w:pPr>
            <w:r w:rsidRPr="003867F3">
              <w:t>Своевременный ремонт и</w:t>
            </w:r>
          </w:p>
          <w:p w:rsidR="00F065BE" w:rsidRPr="003867F3" w:rsidRDefault="00F065BE" w:rsidP="00412314">
            <w:pPr>
              <w:pStyle w:val="aa"/>
            </w:pPr>
            <w:r w:rsidRPr="003867F3">
              <w:t>техническое обслуживание</w:t>
            </w:r>
          </w:p>
          <w:p w:rsidR="00F065BE" w:rsidRPr="003867F3" w:rsidRDefault="00F065BE" w:rsidP="00412314">
            <w:pPr>
              <w:pStyle w:val="aa"/>
            </w:pPr>
            <w:r w:rsidRPr="003867F3">
              <w:t>оборудования.</w:t>
            </w:r>
          </w:p>
        </w:tc>
        <w:tc>
          <w:tcPr>
            <w:tcW w:w="2733" w:type="dxa"/>
          </w:tcPr>
          <w:p w:rsidR="00F065BE" w:rsidRPr="003867F3" w:rsidRDefault="00F065BE" w:rsidP="00412314">
            <w:pPr>
              <w:pStyle w:val="aa"/>
            </w:pPr>
            <w:r w:rsidRPr="003867F3">
              <w:t>Снижение уровня шума на рабочих местах, профила</w:t>
            </w:r>
            <w:r w:rsidRPr="003867F3">
              <w:t>к</w:t>
            </w:r>
            <w:r w:rsidRPr="003867F3">
              <w:t>тика профзаболеваний</w:t>
            </w:r>
          </w:p>
        </w:tc>
        <w:tc>
          <w:tcPr>
            <w:tcW w:w="1861" w:type="dxa"/>
          </w:tcPr>
          <w:p w:rsidR="00F065BE" w:rsidRPr="003867F3" w:rsidRDefault="00F065BE" w:rsidP="00412314">
            <w:pPr>
              <w:pStyle w:val="aa"/>
              <w:snapToGrid w:val="0"/>
            </w:pPr>
            <w:r w:rsidRPr="003867F3">
              <w:t>В соответствии с графиком ППР</w:t>
            </w:r>
          </w:p>
          <w:p w:rsidR="00F065BE" w:rsidRPr="003867F3" w:rsidRDefault="00F065BE" w:rsidP="00412314">
            <w:pPr>
              <w:pStyle w:val="aa"/>
            </w:pPr>
          </w:p>
        </w:tc>
        <w:tc>
          <w:tcPr>
            <w:tcW w:w="3134" w:type="dxa"/>
          </w:tcPr>
          <w:p w:rsidR="00F065BE" w:rsidRPr="003867F3" w:rsidRDefault="00F065BE" w:rsidP="00F065BE">
            <w:pPr>
              <w:pStyle w:val="aa"/>
            </w:pPr>
            <w:r w:rsidRPr="003867F3">
              <w:t>Производство №</w:t>
            </w:r>
            <w:r>
              <w:t>2</w:t>
            </w:r>
          </w:p>
        </w:tc>
        <w:tc>
          <w:tcPr>
            <w:tcW w:w="1311" w:type="dxa"/>
            <w:vAlign w:val="center"/>
          </w:tcPr>
          <w:p w:rsidR="00F065BE" w:rsidRPr="00063DF1" w:rsidRDefault="00F065BE" w:rsidP="00DB70BA">
            <w:pPr>
              <w:pStyle w:val="aa"/>
            </w:pPr>
          </w:p>
        </w:tc>
      </w:tr>
      <w:tr w:rsidR="00F065BE" w:rsidRPr="00AF49A3" w:rsidTr="00F376CF">
        <w:trPr>
          <w:jc w:val="center"/>
        </w:trPr>
        <w:tc>
          <w:tcPr>
            <w:tcW w:w="2982" w:type="dxa"/>
            <w:vMerge/>
            <w:vAlign w:val="center"/>
          </w:tcPr>
          <w:p w:rsidR="00F065BE" w:rsidRPr="00677F31" w:rsidRDefault="00F065BE" w:rsidP="00677F31">
            <w:pPr>
              <w:pStyle w:val="aa"/>
              <w:jc w:val="left"/>
            </w:pPr>
          </w:p>
        </w:tc>
        <w:tc>
          <w:tcPr>
            <w:tcW w:w="3542" w:type="dxa"/>
          </w:tcPr>
          <w:p w:rsidR="00F065BE" w:rsidRPr="003867F3" w:rsidRDefault="00F065BE" w:rsidP="00412314">
            <w:pPr>
              <w:pStyle w:val="aa"/>
            </w:pPr>
            <w:proofErr w:type="gramStart"/>
            <w:r w:rsidRPr="003867F3">
              <w:t>Контроль за</w:t>
            </w:r>
            <w:proofErr w:type="gramEnd"/>
            <w:r w:rsidRPr="003867F3">
              <w:t xml:space="preserve"> уровнем производстве</w:t>
            </w:r>
            <w:r w:rsidRPr="003867F3">
              <w:t>н</w:t>
            </w:r>
            <w:r w:rsidRPr="003867F3">
              <w:t>ного шума на рабочих местах</w:t>
            </w:r>
          </w:p>
        </w:tc>
        <w:tc>
          <w:tcPr>
            <w:tcW w:w="2733" w:type="dxa"/>
          </w:tcPr>
          <w:p w:rsidR="00F065BE" w:rsidRPr="003867F3" w:rsidRDefault="00F065BE" w:rsidP="00412314">
            <w:pPr>
              <w:pStyle w:val="aa"/>
            </w:pPr>
            <w:r w:rsidRPr="003867F3">
              <w:t>-</w:t>
            </w:r>
          </w:p>
        </w:tc>
        <w:tc>
          <w:tcPr>
            <w:tcW w:w="1861" w:type="dxa"/>
          </w:tcPr>
          <w:p w:rsidR="00F065BE" w:rsidRPr="003867F3" w:rsidRDefault="00F065BE" w:rsidP="00412314">
            <w:pPr>
              <w:pStyle w:val="aa"/>
              <w:snapToGrid w:val="0"/>
            </w:pPr>
            <w:r w:rsidRPr="003867F3">
              <w:t>В соответствии с программой</w:t>
            </w:r>
          </w:p>
          <w:p w:rsidR="00F065BE" w:rsidRPr="003867F3" w:rsidRDefault="00F065BE" w:rsidP="00412314">
            <w:pPr>
              <w:pStyle w:val="aa"/>
              <w:snapToGrid w:val="0"/>
            </w:pPr>
            <w:r w:rsidRPr="003867F3">
              <w:t>производственного контроля</w:t>
            </w:r>
          </w:p>
        </w:tc>
        <w:tc>
          <w:tcPr>
            <w:tcW w:w="3134" w:type="dxa"/>
          </w:tcPr>
          <w:p w:rsidR="00F065BE" w:rsidRPr="003867F3" w:rsidRDefault="00F065BE" w:rsidP="00412314">
            <w:pPr>
              <w:pStyle w:val="aa"/>
            </w:pPr>
            <w:r w:rsidRPr="003867F3">
              <w:t>ООТ</w:t>
            </w:r>
          </w:p>
        </w:tc>
        <w:tc>
          <w:tcPr>
            <w:tcW w:w="1311" w:type="dxa"/>
            <w:vAlign w:val="center"/>
          </w:tcPr>
          <w:p w:rsidR="00F065BE" w:rsidRPr="00063DF1" w:rsidRDefault="00F065BE" w:rsidP="00DB70BA">
            <w:pPr>
              <w:pStyle w:val="aa"/>
            </w:pPr>
          </w:p>
        </w:tc>
      </w:tr>
      <w:tr w:rsidR="00F065BE" w:rsidRPr="00AF49A3" w:rsidTr="00F376CF">
        <w:trPr>
          <w:jc w:val="center"/>
        </w:trPr>
        <w:tc>
          <w:tcPr>
            <w:tcW w:w="2982" w:type="dxa"/>
            <w:vMerge/>
            <w:vAlign w:val="center"/>
          </w:tcPr>
          <w:p w:rsidR="00F065BE" w:rsidRDefault="00F065BE" w:rsidP="00677F31">
            <w:pPr>
              <w:pStyle w:val="aa"/>
              <w:jc w:val="left"/>
            </w:pPr>
          </w:p>
        </w:tc>
        <w:tc>
          <w:tcPr>
            <w:tcW w:w="3542" w:type="dxa"/>
          </w:tcPr>
          <w:p w:rsidR="00F065BE" w:rsidRPr="003867F3" w:rsidRDefault="00F065BE" w:rsidP="00412314">
            <w:pPr>
              <w:pStyle w:val="aa"/>
            </w:pPr>
            <w:r w:rsidRPr="003867F3">
              <w:t>Обеспечение работников сертифиц</w:t>
            </w:r>
            <w:r w:rsidRPr="003867F3">
              <w:t>и</w:t>
            </w:r>
            <w:r w:rsidRPr="003867F3">
              <w:t>рованными средствами индивидуал</w:t>
            </w:r>
            <w:r w:rsidRPr="003867F3">
              <w:t>ь</w:t>
            </w:r>
            <w:r w:rsidRPr="003867F3">
              <w:t>ной защиты в соответствии с типов</w:t>
            </w:r>
            <w:r w:rsidRPr="003867F3">
              <w:t>ы</w:t>
            </w:r>
            <w:r w:rsidRPr="003867F3">
              <w:t>ми отраслевыми нормами и услови</w:t>
            </w:r>
            <w:r w:rsidRPr="003867F3">
              <w:t>я</w:t>
            </w:r>
            <w:r w:rsidRPr="003867F3">
              <w:t>ми труда.</w:t>
            </w:r>
          </w:p>
        </w:tc>
        <w:tc>
          <w:tcPr>
            <w:tcW w:w="2733" w:type="dxa"/>
          </w:tcPr>
          <w:p w:rsidR="00F065BE" w:rsidRPr="003867F3" w:rsidRDefault="00F065BE" w:rsidP="00412314">
            <w:pPr>
              <w:pStyle w:val="aa"/>
            </w:pPr>
            <w:r w:rsidRPr="003867F3">
              <w:t>Профилактика профзабол</w:t>
            </w:r>
            <w:r w:rsidRPr="003867F3">
              <w:t>е</w:t>
            </w:r>
            <w:r w:rsidRPr="003867F3">
              <w:t>ваний</w:t>
            </w:r>
          </w:p>
        </w:tc>
        <w:tc>
          <w:tcPr>
            <w:tcW w:w="1861" w:type="dxa"/>
          </w:tcPr>
          <w:p w:rsidR="00F065BE" w:rsidRPr="003867F3" w:rsidRDefault="00F065BE" w:rsidP="00412314">
            <w:pPr>
              <w:pStyle w:val="aa"/>
              <w:snapToGrid w:val="0"/>
            </w:pPr>
            <w:r w:rsidRPr="003867F3">
              <w:t>В соответствии с Типовыми отра</w:t>
            </w:r>
            <w:r w:rsidRPr="003867F3">
              <w:t>с</w:t>
            </w:r>
            <w:r w:rsidRPr="003867F3">
              <w:t xml:space="preserve">левыми нормами выдачи </w:t>
            </w:r>
            <w:proofErr w:type="gramStart"/>
            <w:r w:rsidRPr="003867F3">
              <w:t>СИЗ</w:t>
            </w:r>
            <w:proofErr w:type="gramEnd"/>
          </w:p>
        </w:tc>
        <w:tc>
          <w:tcPr>
            <w:tcW w:w="3134" w:type="dxa"/>
          </w:tcPr>
          <w:p w:rsidR="00F065BE" w:rsidRPr="003867F3" w:rsidRDefault="00F065BE" w:rsidP="00412314">
            <w:pPr>
              <w:pStyle w:val="aa"/>
            </w:pPr>
            <w:r w:rsidRPr="003867F3">
              <w:t>ОМТО, ООТ</w:t>
            </w:r>
          </w:p>
        </w:tc>
        <w:tc>
          <w:tcPr>
            <w:tcW w:w="1311" w:type="dxa"/>
            <w:vAlign w:val="center"/>
          </w:tcPr>
          <w:p w:rsidR="00F065BE" w:rsidRPr="00063DF1" w:rsidRDefault="00F065BE" w:rsidP="00DB70BA">
            <w:pPr>
              <w:pStyle w:val="aa"/>
            </w:pPr>
          </w:p>
        </w:tc>
      </w:tr>
      <w:tr w:rsidR="00F065BE" w:rsidRPr="00AF49A3" w:rsidTr="00F376CF">
        <w:trPr>
          <w:jc w:val="center"/>
        </w:trPr>
        <w:tc>
          <w:tcPr>
            <w:tcW w:w="2982" w:type="dxa"/>
            <w:vMerge/>
            <w:vAlign w:val="center"/>
          </w:tcPr>
          <w:p w:rsidR="00F065BE" w:rsidRDefault="00F065BE" w:rsidP="00677F31">
            <w:pPr>
              <w:pStyle w:val="aa"/>
              <w:jc w:val="left"/>
            </w:pPr>
          </w:p>
        </w:tc>
        <w:tc>
          <w:tcPr>
            <w:tcW w:w="3542" w:type="dxa"/>
          </w:tcPr>
          <w:p w:rsidR="00F065BE" w:rsidRPr="003867F3" w:rsidRDefault="00F065BE" w:rsidP="00412314">
            <w:pPr>
              <w:pStyle w:val="aa"/>
            </w:pPr>
            <w:proofErr w:type="gramStart"/>
            <w:r w:rsidRPr="003867F3">
              <w:t>Контроль за состоянием и применен</w:t>
            </w:r>
            <w:r w:rsidRPr="003867F3">
              <w:t>и</w:t>
            </w:r>
            <w:r w:rsidRPr="003867F3">
              <w:t>ем работниками сертифицированных СИЗ органов слуха.</w:t>
            </w:r>
            <w:proofErr w:type="gramEnd"/>
          </w:p>
        </w:tc>
        <w:tc>
          <w:tcPr>
            <w:tcW w:w="2733" w:type="dxa"/>
          </w:tcPr>
          <w:p w:rsidR="00F065BE" w:rsidRPr="003867F3" w:rsidRDefault="00F065BE" w:rsidP="00412314">
            <w:pPr>
              <w:pStyle w:val="aa"/>
            </w:pPr>
            <w:r w:rsidRPr="003867F3">
              <w:t>Профилактика профзабол</w:t>
            </w:r>
            <w:r w:rsidRPr="003867F3">
              <w:t>е</w:t>
            </w:r>
            <w:r w:rsidRPr="003867F3">
              <w:t>ваний</w:t>
            </w:r>
          </w:p>
        </w:tc>
        <w:tc>
          <w:tcPr>
            <w:tcW w:w="1861" w:type="dxa"/>
          </w:tcPr>
          <w:p w:rsidR="00F065BE" w:rsidRPr="003867F3" w:rsidRDefault="00F065BE" w:rsidP="00412314">
            <w:pPr>
              <w:pStyle w:val="aa"/>
              <w:snapToGrid w:val="0"/>
            </w:pPr>
            <w:r w:rsidRPr="003867F3">
              <w:t>Постоянно</w:t>
            </w:r>
          </w:p>
        </w:tc>
        <w:tc>
          <w:tcPr>
            <w:tcW w:w="3134" w:type="dxa"/>
          </w:tcPr>
          <w:p w:rsidR="00F065BE" w:rsidRPr="003867F3" w:rsidRDefault="00F065BE" w:rsidP="00F065BE">
            <w:pPr>
              <w:pStyle w:val="aa"/>
            </w:pPr>
            <w:r w:rsidRPr="003867F3">
              <w:t>Производство №</w:t>
            </w:r>
            <w:r>
              <w:t>2</w:t>
            </w:r>
          </w:p>
        </w:tc>
        <w:tc>
          <w:tcPr>
            <w:tcW w:w="1311" w:type="dxa"/>
            <w:vAlign w:val="center"/>
          </w:tcPr>
          <w:p w:rsidR="00F065BE" w:rsidRPr="00063DF1" w:rsidRDefault="00F065BE" w:rsidP="00DB70BA">
            <w:pPr>
              <w:pStyle w:val="aa"/>
            </w:pPr>
          </w:p>
        </w:tc>
      </w:tr>
      <w:tr w:rsidR="00F065BE" w:rsidRPr="00AF49A3" w:rsidTr="00F376CF">
        <w:trPr>
          <w:jc w:val="center"/>
        </w:trPr>
        <w:tc>
          <w:tcPr>
            <w:tcW w:w="2982" w:type="dxa"/>
            <w:vMerge/>
            <w:vAlign w:val="center"/>
          </w:tcPr>
          <w:p w:rsidR="00F065BE" w:rsidRDefault="00F065BE" w:rsidP="00677F31">
            <w:pPr>
              <w:pStyle w:val="aa"/>
              <w:jc w:val="left"/>
            </w:pPr>
          </w:p>
        </w:tc>
        <w:tc>
          <w:tcPr>
            <w:tcW w:w="3542" w:type="dxa"/>
          </w:tcPr>
          <w:p w:rsidR="00F065BE" w:rsidRPr="003867F3" w:rsidRDefault="00F065BE" w:rsidP="00412314">
            <w:pPr>
              <w:pStyle w:val="aa"/>
            </w:pPr>
            <w:r w:rsidRPr="003867F3">
              <w:t>Соблюдение оптимальных режимов труда и отдыха, рационального чер</w:t>
            </w:r>
            <w:r w:rsidRPr="003867F3">
              <w:t>е</w:t>
            </w:r>
            <w:r w:rsidRPr="003867F3">
              <w:t>дования периодов отдыха и работы</w:t>
            </w:r>
          </w:p>
        </w:tc>
        <w:tc>
          <w:tcPr>
            <w:tcW w:w="2733" w:type="dxa"/>
          </w:tcPr>
          <w:p w:rsidR="00F065BE" w:rsidRPr="003867F3" w:rsidRDefault="00F065BE" w:rsidP="00412314">
            <w:pPr>
              <w:pStyle w:val="aa"/>
            </w:pPr>
            <w:r w:rsidRPr="003867F3">
              <w:t>Профилактика профзабол</w:t>
            </w:r>
            <w:r w:rsidRPr="003867F3">
              <w:t>е</w:t>
            </w:r>
            <w:r w:rsidRPr="003867F3">
              <w:t>ваний</w:t>
            </w:r>
          </w:p>
        </w:tc>
        <w:tc>
          <w:tcPr>
            <w:tcW w:w="1861" w:type="dxa"/>
          </w:tcPr>
          <w:p w:rsidR="00F065BE" w:rsidRPr="003867F3" w:rsidRDefault="00F065BE" w:rsidP="00412314">
            <w:pPr>
              <w:pStyle w:val="aa"/>
              <w:snapToGrid w:val="0"/>
            </w:pPr>
            <w:r w:rsidRPr="003867F3">
              <w:t>В соответствии с правилами вну</w:t>
            </w:r>
            <w:r w:rsidRPr="003867F3">
              <w:t>т</w:t>
            </w:r>
            <w:r w:rsidRPr="003867F3">
              <w:t>реннего трудового распорядка</w:t>
            </w:r>
          </w:p>
        </w:tc>
        <w:tc>
          <w:tcPr>
            <w:tcW w:w="3134" w:type="dxa"/>
          </w:tcPr>
          <w:p w:rsidR="00F065BE" w:rsidRPr="003867F3" w:rsidRDefault="00F065BE" w:rsidP="00F065BE">
            <w:pPr>
              <w:pStyle w:val="aa"/>
            </w:pPr>
            <w:r w:rsidRPr="003867F3">
              <w:t>Производство №</w:t>
            </w:r>
            <w:r>
              <w:t>2</w:t>
            </w:r>
          </w:p>
        </w:tc>
        <w:tc>
          <w:tcPr>
            <w:tcW w:w="1311" w:type="dxa"/>
            <w:vAlign w:val="center"/>
          </w:tcPr>
          <w:p w:rsidR="00F065BE" w:rsidRPr="00063DF1" w:rsidRDefault="00F065BE" w:rsidP="00DB70BA">
            <w:pPr>
              <w:pStyle w:val="aa"/>
            </w:pPr>
          </w:p>
        </w:tc>
      </w:tr>
    </w:tbl>
    <w:p w:rsidR="00DB70BA" w:rsidRDefault="00DB70BA" w:rsidP="00DB70BA"/>
    <w:p w:rsidR="00DB70BA" w:rsidRPr="00FD5E7D" w:rsidRDefault="00DB70BA" w:rsidP="00DB70BA">
      <w:pPr>
        <w:rPr>
          <w:lang w:val="en-US"/>
        </w:rPr>
      </w:pPr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FD5E7D" w:rsidRPr="00883461">
        <w:rPr>
          <w:rStyle w:val="a9"/>
        </w:rPr>
        <w:fldChar w:fldCharType="begin"/>
      </w:r>
      <w:r w:rsidR="00FD5E7D" w:rsidRPr="00883461">
        <w:rPr>
          <w:rStyle w:val="a9"/>
        </w:rPr>
        <w:instrText xml:space="preserve"> DOCVARIABLE </w:instrText>
      </w:r>
      <w:r w:rsidR="00FD5E7D">
        <w:rPr>
          <w:rStyle w:val="a9"/>
          <w:lang w:val="en-US"/>
        </w:rPr>
        <w:instrText>fill_date</w:instrText>
      </w:r>
      <w:r w:rsidR="00FD5E7D" w:rsidRPr="00883461">
        <w:rPr>
          <w:rStyle w:val="a9"/>
        </w:rPr>
        <w:instrText xml:space="preserve"> \* MERGEFORMAT </w:instrText>
      </w:r>
      <w:r w:rsidR="00FD5E7D" w:rsidRPr="00883461">
        <w:rPr>
          <w:rStyle w:val="a9"/>
        </w:rPr>
        <w:fldChar w:fldCharType="separate"/>
      </w:r>
      <w:r w:rsidR="00F065BE">
        <w:rPr>
          <w:rStyle w:val="a9"/>
        </w:rPr>
        <w:t>17.03.2017</w:t>
      </w:r>
      <w:r w:rsidR="00FD5E7D" w:rsidRPr="00883461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</w:p>
    <w:sectPr w:rsidR="00DB70BA" w:rsidRPr="00FD5E7D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280" w:rsidRDefault="00603280" w:rsidP="00F065BE">
      <w:r>
        <w:separator/>
      </w:r>
    </w:p>
  </w:endnote>
  <w:endnote w:type="continuationSeparator" w:id="0">
    <w:p w:rsidR="00603280" w:rsidRDefault="00603280" w:rsidP="00F06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8B7" w:rsidRDefault="00F908B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5BE" w:rsidRPr="00F065BE" w:rsidRDefault="00F065BE" w:rsidP="00F065BE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</w:pPr>
    <w:r w:rsidRPr="00F065BE">
      <w:t>Перечень рекомендуемых мероприятий по улучшению условий труда в ПАО «САРАТОВСКИЙ НПЗ»</w:t>
    </w:r>
    <w:r w:rsidRPr="00F065BE">
      <w:tab/>
      <w:t xml:space="preserve">Стр. </w:t>
    </w:r>
    <w:r w:rsidRPr="00F065BE">
      <w:fldChar w:fldCharType="begin"/>
    </w:r>
    <w:r w:rsidRPr="00F065BE">
      <w:instrText>PAGE   \* MERGEFORMAT</w:instrText>
    </w:r>
    <w:r w:rsidRPr="00F065BE">
      <w:fldChar w:fldCharType="separate"/>
    </w:r>
    <w:r w:rsidR="00F908B7">
      <w:rPr>
        <w:noProof/>
      </w:rPr>
      <w:t>2</w:t>
    </w:r>
    <w:r w:rsidRPr="00F065BE">
      <w:fldChar w:fldCharType="end"/>
    </w:r>
    <w:r w:rsidR="00F908B7">
      <w:t xml:space="preserve"> из </w:t>
    </w:r>
    <w:r w:rsidR="00F908B7">
      <w:t>2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8B7" w:rsidRDefault="00F908B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280" w:rsidRDefault="00603280" w:rsidP="00F065BE">
      <w:r>
        <w:separator/>
      </w:r>
    </w:p>
  </w:footnote>
  <w:footnote w:type="continuationSeparator" w:id="0">
    <w:p w:rsidR="00603280" w:rsidRDefault="00603280" w:rsidP="00F065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8B7" w:rsidRDefault="00F908B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8B7" w:rsidRDefault="00F908B7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8B7" w:rsidRDefault="00F908B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ПУБЛИЧНОЕ АКЦИОНЕРНОЕ ОБЩЕСТВО &quot;САРАТОВСКИЙ НЕФТЕПЕРЕРАБАТЫВАЮЩИЙ ЗАВОД&quot; "/>
    <w:docVar w:name="fill_date" w:val="17.03.2017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677F31"/>
    <w:rsid w:val="0002033E"/>
    <w:rsid w:val="00056BFC"/>
    <w:rsid w:val="00070A81"/>
    <w:rsid w:val="0007776A"/>
    <w:rsid w:val="00093D2E"/>
    <w:rsid w:val="000C513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03280"/>
    <w:rsid w:val="0065289A"/>
    <w:rsid w:val="0067226F"/>
    <w:rsid w:val="00677F31"/>
    <w:rsid w:val="006E662C"/>
    <w:rsid w:val="00725C51"/>
    <w:rsid w:val="00805D6B"/>
    <w:rsid w:val="00820552"/>
    <w:rsid w:val="008B4051"/>
    <w:rsid w:val="008C0968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065BE"/>
    <w:rsid w:val="00F262EE"/>
    <w:rsid w:val="00F835B0"/>
    <w:rsid w:val="00F908B7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065B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F065BE"/>
    <w:rPr>
      <w:sz w:val="24"/>
    </w:rPr>
  </w:style>
  <w:style w:type="paragraph" w:styleId="ad">
    <w:name w:val="footer"/>
    <w:basedOn w:val="a"/>
    <w:link w:val="ae"/>
    <w:uiPriority w:val="99"/>
    <w:rsid w:val="00F065B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F065BE"/>
    <w:rPr>
      <w:sz w:val="24"/>
    </w:rPr>
  </w:style>
  <w:style w:type="paragraph" w:styleId="af">
    <w:name w:val="Balloon Text"/>
    <w:basedOn w:val="a"/>
    <w:link w:val="af0"/>
    <w:rsid w:val="00F065B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F065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065B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F065BE"/>
    <w:rPr>
      <w:sz w:val="24"/>
    </w:rPr>
  </w:style>
  <w:style w:type="paragraph" w:styleId="ad">
    <w:name w:val="footer"/>
    <w:basedOn w:val="a"/>
    <w:link w:val="ae"/>
    <w:uiPriority w:val="99"/>
    <w:rsid w:val="00F065B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F065BE"/>
    <w:rPr>
      <w:sz w:val="24"/>
    </w:rPr>
  </w:style>
  <w:style w:type="paragraph" w:styleId="af">
    <w:name w:val="Balloon Text"/>
    <w:basedOn w:val="a"/>
    <w:link w:val="af0"/>
    <w:rsid w:val="00F065B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F065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57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Ирина Потапова</dc:creator>
  <cp:keywords/>
  <dc:description/>
  <cp:lastModifiedBy>Staff</cp:lastModifiedBy>
  <cp:revision>3</cp:revision>
  <cp:lastPrinted>2017-03-27T10:07:00Z</cp:lastPrinted>
  <dcterms:created xsi:type="dcterms:W3CDTF">2017-03-27T08:43:00Z</dcterms:created>
  <dcterms:modified xsi:type="dcterms:W3CDTF">2018-02-14T09:00:00Z</dcterms:modified>
</cp:coreProperties>
</file>